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B83BC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FE4FFC" w:rsidRDefault="00FE4FFC" w:rsidP="00DF54BB">
                  <w:pPr>
                    <w:rPr>
                      <w:b/>
                      <w:bCs/>
                    </w:rPr>
                  </w:pPr>
                  <w:r>
                    <w:rPr>
                      <w:b/>
                      <w:bCs/>
                    </w:rPr>
                    <w:t>2</w:t>
                  </w:r>
                  <w:r w:rsidR="000D069B">
                    <w:rPr>
                      <w:b/>
                      <w:bCs/>
                    </w:rPr>
                    <w:t>6</w:t>
                  </w:r>
                </w:p>
                <w:p w:rsidR="00FE4FFC" w:rsidRPr="000063FC" w:rsidRDefault="00FE4FFC" w:rsidP="00DF54BB">
                  <w:pPr>
                    <w:rPr>
                      <w:b/>
                      <w:bCs/>
                    </w:rPr>
                  </w:pP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CC5622">
        <w:rPr>
          <w:rFonts w:ascii="Times New Roman" w:hAnsi="Times New Roman"/>
          <w:sz w:val="24"/>
          <w:szCs w:val="24"/>
        </w:rPr>
        <w:t xml:space="preserve">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0D069B"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C.C PAVING BLOCK ROAD IN VARIOUS STREETS INCLUDING C.C DRAIN CHUHAR JAMALI TOWN, OF TALUKA SHAH BUNDER DISTRICT SUJAWAL, = 1550’ RFT.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0D069B"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1550’ RFT.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53B89" w:rsidRDefault="00A941D6" w:rsidP="002145D7">
      <w:pPr>
        <w:jc w:val="both"/>
        <w:rPr>
          <w:rFonts w:cs="Calibri"/>
          <w:color w:val="000000"/>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0D069B">
        <w:rPr>
          <w:rFonts w:cs="Calibri"/>
          <w:b/>
          <w:bCs/>
          <w:i/>
          <w:iCs/>
          <w:color w:val="000000"/>
        </w:rPr>
        <w:t>294200</w:t>
      </w:r>
      <w:r w:rsidR="001D04AC">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A47E9A"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lastRenderedPageBreak/>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w:t>
      </w:r>
      <w:r w:rsidR="002015A0">
        <w:rPr>
          <w:rFonts w:ascii="Times New Roman" w:hAnsi="Times New Roman"/>
          <w:b/>
          <w:i/>
          <w:sz w:val="24"/>
          <w:szCs w:val="24"/>
        </w:rPr>
        <w:t>8</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952189">
        <w:rPr>
          <w:rFonts w:ascii="Times New Roman" w:hAnsi="Times New Roman"/>
          <w:b/>
          <w:bCs/>
          <w:sz w:val="24"/>
          <w:szCs w:val="24"/>
        </w:rPr>
        <w:t>2</w:t>
      </w:r>
      <w:r w:rsidR="000D069B">
        <w:rPr>
          <w:rFonts w:ascii="Times New Roman" w:hAnsi="Times New Roman"/>
          <w:b/>
          <w:bCs/>
          <w:sz w:val="24"/>
          <w:szCs w:val="24"/>
        </w:rPr>
        <w:t>6</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0D069B"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C.C PAVING BLOCK ROAD IN VARIOUS STREETS INCLUDING C.C DRAIN CHUHAR JAMALI TOWN, OF TALUKA SHAH BUNDER DISTRICT SUJAWAL, = 1550’ RFT.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The Executive Engineer,</w:t>
      </w:r>
    </w:p>
    <w:p w:rsidR="00FE2AEC" w:rsidRDefault="00FE2AEC"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rsidP="00847968">
      <w:pPr>
        <w:widowControl w:val="0"/>
        <w:autoSpaceDE w:val="0"/>
        <w:autoSpaceDN w:val="0"/>
        <w:adjustRightInd w:val="0"/>
        <w:spacing w:after="0" w:line="240" w:lineRule="auto"/>
        <w:ind w:left="720" w:firstLine="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00D763E7">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0D069B">
        <w:rPr>
          <w:rFonts w:ascii="Times New Roman" w:hAnsi="Times New Roman"/>
          <w:b/>
          <w:i/>
        </w:rPr>
        <w:t>CONSTRUCTION OF C.C PAVING BLOCK ROAD IN VARIOUS STREETS INCLUDING C.C DRAIN CHUHAR JAMALI TOWN, OF TALUKA SHAH BUNDER DISTRICT SUJAWAL, = 1550’ RFT.</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Re-measurement with estimated/bid quantities in the S</w:t>
      </w:r>
      <w:r w:rsidR="00AD6AA8">
        <w:rPr>
          <w:rFonts w:ascii="Times New Roman" w:hAnsi="Times New Roman"/>
          <w:sz w:val="24"/>
          <w:szCs w:val="24"/>
        </w:rPr>
        <w:t xml:space="preserve">chedule    </w:t>
      </w:r>
      <w:r>
        <w:rPr>
          <w:rFonts w:ascii="Times New Roman" w:hAnsi="Times New Roman"/>
          <w:sz w:val="24"/>
          <w:szCs w:val="24"/>
        </w:rPr>
        <w:t>Prices or on premium abo</w:t>
      </w:r>
      <w:r w:rsidR="00AD6AA8">
        <w:rPr>
          <w:rFonts w:ascii="Times New Roman" w:hAnsi="Times New Roman"/>
          <w:sz w:val="24"/>
          <w:szCs w:val="24"/>
        </w:rPr>
        <w:t>ve or below quoted on the re</w:t>
      </w:r>
      <w:r>
        <w:rPr>
          <w:rFonts w:ascii="Times New Roman" w:hAnsi="Times New Roman"/>
          <w:sz w:val="24"/>
          <w:szCs w:val="24"/>
        </w:rPr>
        <w:t xml:space="preserve">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B83BC7">
      <w:pPr>
        <w:widowControl w:val="0"/>
        <w:autoSpaceDE w:val="0"/>
        <w:autoSpaceDN w:val="0"/>
        <w:adjustRightInd w:val="0"/>
        <w:spacing w:after="0" w:line="291" w:lineRule="exact"/>
        <w:rPr>
          <w:rFonts w:ascii="Times New Roman" w:hAnsi="Times New Roman"/>
          <w:sz w:val="24"/>
          <w:szCs w:val="24"/>
        </w:rPr>
      </w:pPr>
      <w:r w:rsidRPr="00B83BC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B83BC7">
      <w:pPr>
        <w:widowControl w:val="0"/>
        <w:autoSpaceDE w:val="0"/>
        <w:autoSpaceDN w:val="0"/>
        <w:adjustRightInd w:val="0"/>
        <w:spacing w:after="0" w:line="200" w:lineRule="exact"/>
        <w:rPr>
          <w:rFonts w:ascii="Times New Roman" w:hAnsi="Times New Roman"/>
          <w:sz w:val="24"/>
          <w:szCs w:val="24"/>
        </w:rPr>
      </w:pPr>
      <w:r w:rsidRPr="00B83BC7">
        <w:rPr>
          <w:noProof/>
        </w:rPr>
        <w:pict>
          <v:line id="_x0000_s1129" style="position:absolute;z-index:-251634176" from="21pt,-.85pt" to="180pt,-.85pt" o:allowincell="f" strokeweight=".6pt"/>
        </w:pict>
      </w:r>
      <w:r w:rsidRPr="00B83BC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w:t>
      </w:r>
      <w:r w:rsidR="00DC73CC">
        <w:rPr>
          <w:rFonts w:ascii="Times New Roman" w:hAnsi="Times New Roman"/>
          <w:b/>
          <w:sz w:val="24"/>
          <w:szCs w:val="24"/>
        </w:rPr>
        <w:t>8</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0D069B">
        <w:rPr>
          <w:rFonts w:ascii="Times New Roman" w:hAnsi="Times New Roman"/>
          <w:b/>
          <w:sz w:val="24"/>
          <w:szCs w:val="24"/>
        </w:rPr>
        <w:t>CONSTRUCTION OF C.C PAVING BLOCK ROAD IN VARIOUS STREETS INCLUDING C.C DRAIN CHUHAR JAMALI TOWN, OF TALUKA SHAH BUNDER DISTRICT SUJAWAL, = 1550’ RFT.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B83BC7">
      <w:pPr>
        <w:widowControl w:val="0"/>
        <w:autoSpaceDE w:val="0"/>
        <w:autoSpaceDN w:val="0"/>
        <w:adjustRightInd w:val="0"/>
        <w:spacing w:after="0" w:line="336" w:lineRule="exact"/>
        <w:rPr>
          <w:rFonts w:ascii="Times New Roman" w:hAnsi="Times New Roman"/>
          <w:sz w:val="24"/>
          <w:szCs w:val="24"/>
        </w:rPr>
      </w:pPr>
      <w:r w:rsidRPr="00B83BC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14C2" w:rsidRDefault="004014C2" w:rsidP="0005303B">
      <w:pPr>
        <w:spacing w:after="0" w:line="240" w:lineRule="auto"/>
      </w:pPr>
      <w:r>
        <w:separator/>
      </w:r>
    </w:p>
  </w:endnote>
  <w:endnote w:type="continuationSeparator" w:id="1">
    <w:p w:rsidR="004014C2" w:rsidRDefault="004014C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FC" w:rsidRDefault="00FE4FFC" w:rsidP="00AC7E3B">
    <w:pPr>
      <w:pStyle w:val="Footer"/>
      <w:pBdr>
        <w:bottom w:val="double" w:sz="6" w:space="1" w:color="auto"/>
      </w:pBdr>
    </w:pPr>
  </w:p>
  <w:p w:rsidR="00FE4FFC" w:rsidRDefault="00FE4FFC"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0D069B">
        <w:rPr>
          <w:noProof/>
        </w:rPr>
        <w:t>21</w:t>
      </w:r>
    </w:fldSimple>
  </w:p>
  <w:p w:rsidR="00FE4FFC" w:rsidRDefault="00FE4FFC" w:rsidP="0005303B">
    <w:pPr>
      <w:pStyle w:val="Footer"/>
    </w:pPr>
  </w:p>
  <w:p w:rsidR="00FE4FFC" w:rsidRDefault="00FE4F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14C2" w:rsidRDefault="004014C2" w:rsidP="0005303B">
      <w:pPr>
        <w:spacing w:after="0" w:line="240" w:lineRule="auto"/>
      </w:pPr>
      <w:r>
        <w:separator/>
      </w:r>
    </w:p>
  </w:footnote>
  <w:footnote w:type="continuationSeparator" w:id="1">
    <w:p w:rsidR="004014C2" w:rsidRDefault="004014C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673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1C47"/>
    <w:rsid w:val="00022A31"/>
    <w:rsid w:val="00026842"/>
    <w:rsid w:val="0003329C"/>
    <w:rsid w:val="0003365F"/>
    <w:rsid w:val="00040627"/>
    <w:rsid w:val="00042E7C"/>
    <w:rsid w:val="00044167"/>
    <w:rsid w:val="00044623"/>
    <w:rsid w:val="000464DB"/>
    <w:rsid w:val="0004763A"/>
    <w:rsid w:val="0005303B"/>
    <w:rsid w:val="00053B89"/>
    <w:rsid w:val="00063C5C"/>
    <w:rsid w:val="00070ACB"/>
    <w:rsid w:val="00071064"/>
    <w:rsid w:val="0007132F"/>
    <w:rsid w:val="00073E3D"/>
    <w:rsid w:val="00077F37"/>
    <w:rsid w:val="00082381"/>
    <w:rsid w:val="000A4553"/>
    <w:rsid w:val="000A47A3"/>
    <w:rsid w:val="000B06DE"/>
    <w:rsid w:val="000C125B"/>
    <w:rsid w:val="000C34FF"/>
    <w:rsid w:val="000C4F72"/>
    <w:rsid w:val="000D069B"/>
    <w:rsid w:val="000D21D5"/>
    <w:rsid w:val="000F5611"/>
    <w:rsid w:val="000F6A4A"/>
    <w:rsid w:val="00100CA0"/>
    <w:rsid w:val="00103AF6"/>
    <w:rsid w:val="00105FC6"/>
    <w:rsid w:val="00106285"/>
    <w:rsid w:val="00111C8D"/>
    <w:rsid w:val="00115AD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406"/>
    <w:rsid w:val="001A55D0"/>
    <w:rsid w:val="001C433E"/>
    <w:rsid w:val="001C79D9"/>
    <w:rsid w:val="001D0138"/>
    <w:rsid w:val="001D04AC"/>
    <w:rsid w:val="001D2D9E"/>
    <w:rsid w:val="001D36AD"/>
    <w:rsid w:val="001D4C20"/>
    <w:rsid w:val="001E00DC"/>
    <w:rsid w:val="001E0295"/>
    <w:rsid w:val="001E463E"/>
    <w:rsid w:val="001E4B2B"/>
    <w:rsid w:val="001E7EDD"/>
    <w:rsid w:val="001F5D51"/>
    <w:rsid w:val="002015A0"/>
    <w:rsid w:val="00206A31"/>
    <w:rsid w:val="00211732"/>
    <w:rsid w:val="002145D7"/>
    <w:rsid w:val="0023177F"/>
    <w:rsid w:val="0023590A"/>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2EF8"/>
    <w:rsid w:val="002C4272"/>
    <w:rsid w:val="002D068A"/>
    <w:rsid w:val="002E0FF7"/>
    <w:rsid w:val="002E557A"/>
    <w:rsid w:val="002E7085"/>
    <w:rsid w:val="002F4F15"/>
    <w:rsid w:val="002F758C"/>
    <w:rsid w:val="002F794B"/>
    <w:rsid w:val="0030482D"/>
    <w:rsid w:val="00305448"/>
    <w:rsid w:val="003076A1"/>
    <w:rsid w:val="00307CEF"/>
    <w:rsid w:val="00310AF1"/>
    <w:rsid w:val="00311115"/>
    <w:rsid w:val="0031355B"/>
    <w:rsid w:val="00314F31"/>
    <w:rsid w:val="00322A70"/>
    <w:rsid w:val="00323C65"/>
    <w:rsid w:val="003269D9"/>
    <w:rsid w:val="00332BD6"/>
    <w:rsid w:val="003368ED"/>
    <w:rsid w:val="00350413"/>
    <w:rsid w:val="00357C3D"/>
    <w:rsid w:val="00361160"/>
    <w:rsid w:val="003631D1"/>
    <w:rsid w:val="003657D8"/>
    <w:rsid w:val="00365F42"/>
    <w:rsid w:val="003677B9"/>
    <w:rsid w:val="003807E7"/>
    <w:rsid w:val="0038781B"/>
    <w:rsid w:val="003922CC"/>
    <w:rsid w:val="003A22FC"/>
    <w:rsid w:val="003B4FCE"/>
    <w:rsid w:val="003B5AA4"/>
    <w:rsid w:val="003C07F4"/>
    <w:rsid w:val="003C6710"/>
    <w:rsid w:val="003D522E"/>
    <w:rsid w:val="003E6B2A"/>
    <w:rsid w:val="004014C2"/>
    <w:rsid w:val="004021A7"/>
    <w:rsid w:val="004077B3"/>
    <w:rsid w:val="00413D25"/>
    <w:rsid w:val="00414D1C"/>
    <w:rsid w:val="00420F4E"/>
    <w:rsid w:val="004258C9"/>
    <w:rsid w:val="0043187F"/>
    <w:rsid w:val="00435D39"/>
    <w:rsid w:val="00436D03"/>
    <w:rsid w:val="00440E91"/>
    <w:rsid w:val="004423C3"/>
    <w:rsid w:val="00443A5C"/>
    <w:rsid w:val="0044547D"/>
    <w:rsid w:val="00453697"/>
    <w:rsid w:val="00461DD9"/>
    <w:rsid w:val="00464BEE"/>
    <w:rsid w:val="00466830"/>
    <w:rsid w:val="00466E30"/>
    <w:rsid w:val="004708DB"/>
    <w:rsid w:val="00472684"/>
    <w:rsid w:val="004749C2"/>
    <w:rsid w:val="00475A62"/>
    <w:rsid w:val="004801AF"/>
    <w:rsid w:val="004865B7"/>
    <w:rsid w:val="0049112E"/>
    <w:rsid w:val="004A027D"/>
    <w:rsid w:val="004A11E2"/>
    <w:rsid w:val="004A5480"/>
    <w:rsid w:val="004A5C30"/>
    <w:rsid w:val="004B3DE3"/>
    <w:rsid w:val="004B41BE"/>
    <w:rsid w:val="004B43D6"/>
    <w:rsid w:val="004B68EE"/>
    <w:rsid w:val="004D7F59"/>
    <w:rsid w:val="004E775A"/>
    <w:rsid w:val="005052F2"/>
    <w:rsid w:val="00511C96"/>
    <w:rsid w:val="00512ED4"/>
    <w:rsid w:val="005132E4"/>
    <w:rsid w:val="0051510E"/>
    <w:rsid w:val="0051555C"/>
    <w:rsid w:val="00524984"/>
    <w:rsid w:val="005260A9"/>
    <w:rsid w:val="00540A9A"/>
    <w:rsid w:val="0054270A"/>
    <w:rsid w:val="00543793"/>
    <w:rsid w:val="00550E35"/>
    <w:rsid w:val="00552F0C"/>
    <w:rsid w:val="005574FE"/>
    <w:rsid w:val="00570ADA"/>
    <w:rsid w:val="0057188C"/>
    <w:rsid w:val="005814C5"/>
    <w:rsid w:val="005938AC"/>
    <w:rsid w:val="0059671D"/>
    <w:rsid w:val="005A08A7"/>
    <w:rsid w:val="005A2481"/>
    <w:rsid w:val="005B325E"/>
    <w:rsid w:val="005C0619"/>
    <w:rsid w:val="005C08BF"/>
    <w:rsid w:val="005C0BE9"/>
    <w:rsid w:val="005C0FF1"/>
    <w:rsid w:val="005C1F95"/>
    <w:rsid w:val="005D19E3"/>
    <w:rsid w:val="005D2929"/>
    <w:rsid w:val="005D3C69"/>
    <w:rsid w:val="005D7562"/>
    <w:rsid w:val="005E3E15"/>
    <w:rsid w:val="005E455B"/>
    <w:rsid w:val="005F2141"/>
    <w:rsid w:val="0060316C"/>
    <w:rsid w:val="00603205"/>
    <w:rsid w:val="006034B3"/>
    <w:rsid w:val="00606C34"/>
    <w:rsid w:val="0061133C"/>
    <w:rsid w:val="00617EA9"/>
    <w:rsid w:val="00621141"/>
    <w:rsid w:val="006224A2"/>
    <w:rsid w:val="00630158"/>
    <w:rsid w:val="0063166E"/>
    <w:rsid w:val="0063406D"/>
    <w:rsid w:val="00637552"/>
    <w:rsid w:val="00652265"/>
    <w:rsid w:val="00656663"/>
    <w:rsid w:val="006634D9"/>
    <w:rsid w:val="006635B3"/>
    <w:rsid w:val="00663CDC"/>
    <w:rsid w:val="006653B3"/>
    <w:rsid w:val="00666A0F"/>
    <w:rsid w:val="00671254"/>
    <w:rsid w:val="00676163"/>
    <w:rsid w:val="00676420"/>
    <w:rsid w:val="0068492E"/>
    <w:rsid w:val="006936D4"/>
    <w:rsid w:val="00695A85"/>
    <w:rsid w:val="006A0C5F"/>
    <w:rsid w:val="006B2E6E"/>
    <w:rsid w:val="006C0052"/>
    <w:rsid w:val="006D0633"/>
    <w:rsid w:val="006D2C91"/>
    <w:rsid w:val="006E3DA3"/>
    <w:rsid w:val="006E4D0C"/>
    <w:rsid w:val="006F271E"/>
    <w:rsid w:val="00703B9D"/>
    <w:rsid w:val="007147FE"/>
    <w:rsid w:val="007156CD"/>
    <w:rsid w:val="00716375"/>
    <w:rsid w:val="007176B6"/>
    <w:rsid w:val="00720956"/>
    <w:rsid w:val="007216F9"/>
    <w:rsid w:val="00723D9B"/>
    <w:rsid w:val="007258FD"/>
    <w:rsid w:val="00731B42"/>
    <w:rsid w:val="00733334"/>
    <w:rsid w:val="0074139B"/>
    <w:rsid w:val="00743D6E"/>
    <w:rsid w:val="007445F5"/>
    <w:rsid w:val="00744DE8"/>
    <w:rsid w:val="007467CF"/>
    <w:rsid w:val="0075332F"/>
    <w:rsid w:val="0075505F"/>
    <w:rsid w:val="00760C02"/>
    <w:rsid w:val="00763E23"/>
    <w:rsid w:val="00776EC3"/>
    <w:rsid w:val="00781279"/>
    <w:rsid w:val="00781846"/>
    <w:rsid w:val="00781E56"/>
    <w:rsid w:val="007831F9"/>
    <w:rsid w:val="00783AD0"/>
    <w:rsid w:val="007852D9"/>
    <w:rsid w:val="0078551F"/>
    <w:rsid w:val="007A2318"/>
    <w:rsid w:val="007B10B4"/>
    <w:rsid w:val="007B210A"/>
    <w:rsid w:val="007B3D3F"/>
    <w:rsid w:val="007C45BE"/>
    <w:rsid w:val="007D533F"/>
    <w:rsid w:val="007D54B7"/>
    <w:rsid w:val="007D626B"/>
    <w:rsid w:val="007F0ADB"/>
    <w:rsid w:val="007F7E65"/>
    <w:rsid w:val="00804103"/>
    <w:rsid w:val="00810F0A"/>
    <w:rsid w:val="00812FB3"/>
    <w:rsid w:val="00822C99"/>
    <w:rsid w:val="00823075"/>
    <w:rsid w:val="00825D13"/>
    <w:rsid w:val="00827B14"/>
    <w:rsid w:val="0083275E"/>
    <w:rsid w:val="00834611"/>
    <w:rsid w:val="008352AB"/>
    <w:rsid w:val="0083603B"/>
    <w:rsid w:val="008423F5"/>
    <w:rsid w:val="00847968"/>
    <w:rsid w:val="00863C4E"/>
    <w:rsid w:val="00863FD0"/>
    <w:rsid w:val="0086534F"/>
    <w:rsid w:val="0087027C"/>
    <w:rsid w:val="00870D8D"/>
    <w:rsid w:val="0087406C"/>
    <w:rsid w:val="008801DE"/>
    <w:rsid w:val="00880E49"/>
    <w:rsid w:val="00881EA3"/>
    <w:rsid w:val="0089132A"/>
    <w:rsid w:val="00893BFC"/>
    <w:rsid w:val="008A65A6"/>
    <w:rsid w:val="008A723B"/>
    <w:rsid w:val="008A7247"/>
    <w:rsid w:val="008B2C67"/>
    <w:rsid w:val="008C3E5D"/>
    <w:rsid w:val="008D23F6"/>
    <w:rsid w:val="008E6D7D"/>
    <w:rsid w:val="008F2A82"/>
    <w:rsid w:val="008F2F28"/>
    <w:rsid w:val="008F429A"/>
    <w:rsid w:val="00902520"/>
    <w:rsid w:val="009068B3"/>
    <w:rsid w:val="00911260"/>
    <w:rsid w:val="00913BB8"/>
    <w:rsid w:val="0092184B"/>
    <w:rsid w:val="00921CC4"/>
    <w:rsid w:val="00926A36"/>
    <w:rsid w:val="009312F6"/>
    <w:rsid w:val="00935B80"/>
    <w:rsid w:val="009413CE"/>
    <w:rsid w:val="00941E22"/>
    <w:rsid w:val="009437E2"/>
    <w:rsid w:val="00952189"/>
    <w:rsid w:val="009526F5"/>
    <w:rsid w:val="00952720"/>
    <w:rsid w:val="00954B45"/>
    <w:rsid w:val="0095563B"/>
    <w:rsid w:val="009566C7"/>
    <w:rsid w:val="00974B23"/>
    <w:rsid w:val="00977777"/>
    <w:rsid w:val="00977B63"/>
    <w:rsid w:val="00980051"/>
    <w:rsid w:val="00982477"/>
    <w:rsid w:val="00983F38"/>
    <w:rsid w:val="00987877"/>
    <w:rsid w:val="00991914"/>
    <w:rsid w:val="009A0E4D"/>
    <w:rsid w:val="009B2FD2"/>
    <w:rsid w:val="009C3BEF"/>
    <w:rsid w:val="009C49DB"/>
    <w:rsid w:val="009D46E0"/>
    <w:rsid w:val="009D772D"/>
    <w:rsid w:val="009E226D"/>
    <w:rsid w:val="009E2949"/>
    <w:rsid w:val="009F68AF"/>
    <w:rsid w:val="00A02383"/>
    <w:rsid w:val="00A13741"/>
    <w:rsid w:val="00A1555A"/>
    <w:rsid w:val="00A167C4"/>
    <w:rsid w:val="00A2167D"/>
    <w:rsid w:val="00A272C5"/>
    <w:rsid w:val="00A342DA"/>
    <w:rsid w:val="00A34840"/>
    <w:rsid w:val="00A359D5"/>
    <w:rsid w:val="00A37B04"/>
    <w:rsid w:val="00A440D7"/>
    <w:rsid w:val="00A44E9C"/>
    <w:rsid w:val="00A45079"/>
    <w:rsid w:val="00A47E9A"/>
    <w:rsid w:val="00A537B7"/>
    <w:rsid w:val="00A6420E"/>
    <w:rsid w:val="00A6584B"/>
    <w:rsid w:val="00A713EB"/>
    <w:rsid w:val="00A73B4C"/>
    <w:rsid w:val="00A75D39"/>
    <w:rsid w:val="00A76309"/>
    <w:rsid w:val="00A7638A"/>
    <w:rsid w:val="00A90B47"/>
    <w:rsid w:val="00A91B3A"/>
    <w:rsid w:val="00A941D6"/>
    <w:rsid w:val="00A9520C"/>
    <w:rsid w:val="00A96040"/>
    <w:rsid w:val="00A9735D"/>
    <w:rsid w:val="00A97C43"/>
    <w:rsid w:val="00AB0943"/>
    <w:rsid w:val="00AB0D78"/>
    <w:rsid w:val="00AB1A08"/>
    <w:rsid w:val="00AB7E7D"/>
    <w:rsid w:val="00AC7387"/>
    <w:rsid w:val="00AC7E3B"/>
    <w:rsid w:val="00AD6AA8"/>
    <w:rsid w:val="00AE1C94"/>
    <w:rsid w:val="00AE3422"/>
    <w:rsid w:val="00AE3960"/>
    <w:rsid w:val="00AF7F44"/>
    <w:rsid w:val="00B02CFF"/>
    <w:rsid w:val="00B0315D"/>
    <w:rsid w:val="00B04D6C"/>
    <w:rsid w:val="00B12FC1"/>
    <w:rsid w:val="00B15F34"/>
    <w:rsid w:val="00B22FE9"/>
    <w:rsid w:val="00B354E3"/>
    <w:rsid w:val="00B4576D"/>
    <w:rsid w:val="00B517C5"/>
    <w:rsid w:val="00B5274A"/>
    <w:rsid w:val="00B559AF"/>
    <w:rsid w:val="00B55E6E"/>
    <w:rsid w:val="00B564FF"/>
    <w:rsid w:val="00B6409D"/>
    <w:rsid w:val="00B640AD"/>
    <w:rsid w:val="00B659DC"/>
    <w:rsid w:val="00B677B9"/>
    <w:rsid w:val="00B73D8D"/>
    <w:rsid w:val="00B81230"/>
    <w:rsid w:val="00B82C3A"/>
    <w:rsid w:val="00B83547"/>
    <w:rsid w:val="00B83BC7"/>
    <w:rsid w:val="00B84F1C"/>
    <w:rsid w:val="00B94EB6"/>
    <w:rsid w:val="00B94FE8"/>
    <w:rsid w:val="00B963ED"/>
    <w:rsid w:val="00B96F3E"/>
    <w:rsid w:val="00B97C19"/>
    <w:rsid w:val="00BA575E"/>
    <w:rsid w:val="00BB1CAC"/>
    <w:rsid w:val="00BC65D4"/>
    <w:rsid w:val="00BD09A2"/>
    <w:rsid w:val="00BD3AF7"/>
    <w:rsid w:val="00BD5030"/>
    <w:rsid w:val="00BD5259"/>
    <w:rsid w:val="00BD7149"/>
    <w:rsid w:val="00BF1140"/>
    <w:rsid w:val="00BF3DC5"/>
    <w:rsid w:val="00BF7D08"/>
    <w:rsid w:val="00C06D65"/>
    <w:rsid w:val="00C07B2E"/>
    <w:rsid w:val="00C15909"/>
    <w:rsid w:val="00C20C05"/>
    <w:rsid w:val="00C24542"/>
    <w:rsid w:val="00C324E4"/>
    <w:rsid w:val="00C3355A"/>
    <w:rsid w:val="00C436D4"/>
    <w:rsid w:val="00C43819"/>
    <w:rsid w:val="00C534CE"/>
    <w:rsid w:val="00C75F0A"/>
    <w:rsid w:val="00C81CD0"/>
    <w:rsid w:val="00C823CA"/>
    <w:rsid w:val="00C838BA"/>
    <w:rsid w:val="00C96C3A"/>
    <w:rsid w:val="00CA1B0E"/>
    <w:rsid w:val="00CA352E"/>
    <w:rsid w:val="00CB306F"/>
    <w:rsid w:val="00CB6924"/>
    <w:rsid w:val="00CC4C35"/>
    <w:rsid w:val="00CC5622"/>
    <w:rsid w:val="00CC66A0"/>
    <w:rsid w:val="00CC7CD4"/>
    <w:rsid w:val="00CD72E5"/>
    <w:rsid w:val="00CE37C8"/>
    <w:rsid w:val="00CE5EA7"/>
    <w:rsid w:val="00D034D9"/>
    <w:rsid w:val="00D0460E"/>
    <w:rsid w:val="00D16B36"/>
    <w:rsid w:val="00D17DB4"/>
    <w:rsid w:val="00D22CC3"/>
    <w:rsid w:val="00D241AB"/>
    <w:rsid w:val="00D279F9"/>
    <w:rsid w:val="00D3251A"/>
    <w:rsid w:val="00D40218"/>
    <w:rsid w:val="00D40849"/>
    <w:rsid w:val="00D45CBB"/>
    <w:rsid w:val="00D4748B"/>
    <w:rsid w:val="00D47CD6"/>
    <w:rsid w:val="00D70379"/>
    <w:rsid w:val="00D749B2"/>
    <w:rsid w:val="00D74B39"/>
    <w:rsid w:val="00D763E7"/>
    <w:rsid w:val="00D817D9"/>
    <w:rsid w:val="00D8365A"/>
    <w:rsid w:val="00D9051E"/>
    <w:rsid w:val="00DB0C9B"/>
    <w:rsid w:val="00DB124B"/>
    <w:rsid w:val="00DB2A3C"/>
    <w:rsid w:val="00DB2FE6"/>
    <w:rsid w:val="00DB7A57"/>
    <w:rsid w:val="00DB7C0E"/>
    <w:rsid w:val="00DC73CC"/>
    <w:rsid w:val="00DD1CFB"/>
    <w:rsid w:val="00DD7010"/>
    <w:rsid w:val="00DE10F2"/>
    <w:rsid w:val="00DE2804"/>
    <w:rsid w:val="00DE56F0"/>
    <w:rsid w:val="00DF54BB"/>
    <w:rsid w:val="00DF7B39"/>
    <w:rsid w:val="00E040DA"/>
    <w:rsid w:val="00E05947"/>
    <w:rsid w:val="00E065B1"/>
    <w:rsid w:val="00E103A5"/>
    <w:rsid w:val="00E11DB5"/>
    <w:rsid w:val="00E33691"/>
    <w:rsid w:val="00E33EB0"/>
    <w:rsid w:val="00E3588C"/>
    <w:rsid w:val="00E35F14"/>
    <w:rsid w:val="00E3763D"/>
    <w:rsid w:val="00E406AB"/>
    <w:rsid w:val="00E42F28"/>
    <w:rsid w:val="00E47CB3"/>
    <w:rsid w:val="00E5036C"/>
    <w:rsid w:val="00E50978"/>
    <w:rsid w:val="00E5260E"/>
    <w:rsid w:val="00E73A5B"/>
    <w:rsid w:val="00E7560B"/>
    <w:rsid w:val="00E830FC"/>
    <w:rsid w:val="00E83B38"/>
    <w:rsid w:val="00E85E78"/>
    <w:rsid w:val="00E953E4"/>
    <w:rsid w:val="00EA08D2"/>
    <w:rsid w:val="00EB0C74"/>
    <w:rsid w:val="00EB2D4D"/>
    <w:rsid w:val="00EB7857"/>
    <w:rsid w:val="00EC16A5"/>
    <w:rsid w:val="00EC5308"/>
    <w:rsid w:val="00ED3697"/>
    <w:rsid w:val="00ED6072"/>
    <w:rsid w:val="00ED70A8"/>
    <w:rsid w:val="00ED7299"/>
    <w:rsid w:val="00ED7525"/>
    <w:rsid w:val="00EE27DF"/>
    <w:rsid w:val="00EE2EF0"/>
    <w:rsid w:val="00EE4A06"/>
    <w:rsid w:val="00EF0BF4"/>
    <w:rsid w:val="00EF2500"/>
    <w:rsid w:val="00F0180A"/>
    <w:rsid w:val="00F01D16"/>
    <w:rsid w:val="00F11C78"/>
    <w:rsid w:val="00F17041"/>
    <w:rsid w:val="00F24182"/>
    <w:rsid w:val="00F242F8"/>
    <w:rsid w:val="00F25671"/>
    <w:rsid w:val="00F2571F"/>
    <w:rsid w:val="00F2657F"/>
    <w:rsid w:val="00F2673C"/>
    <w:rsid w:val="00F26E3C"/>
    <w:rsid w:val="00F352F6"/>
    <w:rsid w:val="00F439E7"/>
    <w:rsid w:val="00F505A1"/>
    <w:rsid w:val="00F6626F"/>
    <w:rsid w:val="00F70479"/>
    <w:rsid w:val="00F7390F"/>
    <w:rsid w:val="00F75E12"/>
    <w:rsid w:val="00F834F4"/>
    <w:rsid w:val="00F86FDC"/>
    <w:rsid w:val="00F95BA9"/>
    <w:rsid w:val="00FA5302"/>
    <w:rsid w:val="00FB5E2D"/>
    <w:rsid w:val="00FC20BF"/>
    <w:rsid w:val="00FC3F34"/>
    <w:rsid w:val="00FD2296"/>
    <w:rsid w:val="00FD41C8"/>
    <w:rsid w:val="00FD7877"/>
    <w:rsid w:val="00FD78CF"/>
    <w:rsid w:val="00FE2AEC"/>
    <w:rsid w:val="00FE4FFC"/>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203100305">
      <w:bodyDiv w:val="1"/>
      <w:marLeft w:val="0"/>
      <w:marRight w:val="0"/>
      <w:marTop w:val="0"/>
      <w:marBottom w:val="0"/>
      <w:divBdr>
        <w:top w:val="none" w:sz="0" w:space="0" w:color="auto"/>
        <w:left w:val="none" w:sz="0" w:space="0" w:color="auto"/>
        <w:bottom w:val="none" w:sz="0" w:space="0" w:color="auto"/>
        <w:right w:val="none" w:sz="0" w:space="0" w:color="auto"/>
      </w:divBdr>
    </w:div>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0.75000000000000511</c:v>
                </c:pt>
                <c:pt idx="2">
                  <c:v>0.5</c:v>
                </c:pt>
                <c:pt idx="3">
                  <c:v>0.2</c:v>
                </c:pt>
              </c:numCache>
            </c:numRef>
          </c:val>
        </c:ser>
        <c:axId val="92693632"/>
        <c:axId val="92695552"/>
      </c:barChart>
      <c:catAx>
        <c:axId val="92693632"/>
        <c:scaling>
          <c:orientation val="minMax"/>
        </c:scaling>
        <c:axPos val="b"/>
        <c:tickLblPos val="nextTo"/>
        <c:crossAx val="92695552"/>
        <c:crosses val="autoZero"/>
        <c:auto val="1"/>
        <c:lblAlgn val="ctr"/>
        <c:lblOffset val="100"/>
      </c:catAx>
      <c:valAx>
        <c:axId val="92695552"/>
        <c:scaling>
          <c:orientation val="minMax"/>
        </c:scaling>
        <c:axPos val="l"/>
        <c:majorGridlines/>
        <c:numFmt formatCode="0%" sourceLinked="1"/>
        <c:tickLblPos val="nextTo"/>
        <c:crossAx val="9269363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18492</Words>
  <Characters>105407</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Advance Computers</cp:lastModifiedBy>
  <cp:revision>3</cp:revision>
  <cp:lastPrinted>2017-03-13T16:57:00Z</cp:lastPrinted>
  <dcterms:created xsi:type="dcterms:W3CDTF">2018-01-21T13:23:00Z</dcterms:created>
  <dcterms:modified xsi:type="dcterms:W3CDTF">2018-01-21T13:25:00Z</dcterms:modified>
</cp:coreProperties>
</file>