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03C" w:rsidRDefault="0094003C" w:rsidP="00F016CD">
      <w:pPr>
        <w:jc w:val="center"/>
        <w:rPr>
          <w:rFonts w:ascii="Impact" w:hAnsi="Impact" w:cs="Tahoma"/>
          <w:b/>
          <w:sz w:val="33"/>
          <w:szCs w:val="39"/>
          <w:u w:val="single"/>
        </w:rPr>
      </w:pPr>
    </w:p>
    <w:p w:rsidR="00D30647" w:rsidRDefault="00D30647" w:rsidP="00F016CD">
      <w:pPr>
        <w:jc w:val="center"/>
        <w:rPr>
          <w:rFonts w:ascii="Impact" w:hAnsi="Impact" w:cs="Tahoma"/>
          <w:b/>
          <w:sz w:val="33"/>
          <w:szCs w:val="39"/>
          <w:u w:val="single"/>
        </w:rPr>
      </w:pPr>
    </w:p>
    <w:p w:rsidR="00F016CD" w:rsidRPr="008F3451" w:rsidRDefault="00F016CD" w:rsidP="00EB3552">
      <w:pPr>
        <w:jc w:val="both"/>
        <w:rPr>
          <w:rFonts w:ascii="Impact" w:hAnsi="Impact" w:cs="Tahoma"/>
          <w:sz w:val="25"/>
          <w:szCs w:val="31"/>
        </w:rPr>
      </w:pPr>
      <w:r w:rsidRPr="008F3451">
        <w:rPr>
          <w:rFonts w:ascii="Impact" w:hAnsi="Impact" w:cs="Tahoma"/>
          <w:b/>
          <w:sz w:val="31"/>
          <w:szCs w:val="39"/>
          <w:u w:val="single"/>
        </w:rPr>
        <w:t xml:space="preserve">OFFICE OF THEEXECUTIVE ENGINEER, </w:t>
      </w:r>
      <w:r w:rsidR="00EB3552">
        <w:rPr>
          <w:rFonts w:ascii="Impact" w:hAnsi="Impact" w:cs="Tahoma"/>
          <w:b/>
          <w:sz w:val="31"/>
          <w:szCs w:val="39"/>
          <w:u w:val="single"/>
        </w:rPr>
        <w:t>THATTA</w:t>
      </w:r>
      <w:r w:rsidR="00860D5E" w:rsidRPr="008F3451">
        <w:rPr>
          <w:rFonts w:ascii="Impact" w:hAnsi="Impact" w:cs="Tahoma"/>
          <w:b/>
          <w:sz w:val="31"/>
          <w:szCs w:val="39"/>
          <w:u w:val="single"/>
        </w:rPr>
        <w:t>DRAINAGE DIVISION</w:t>
      </w:r>
      <w:r w:rsidRPr="008F3451">
        <w:rPr>
          <w:rFonts w:ascii="Impact" w:hAnsi="Impact" w:cs="Tahoma"/>
          <w:b/>
          <w:sz w:val="31"/>
          <w:szCs w:val="39"/>
          <w:u w:val="single"/>
        </w:rPr>
        <w:t xml:space="preserve">, </w:t>
      </w:r>
      <w:r w:rsidR="00EB3552">
        <w:rPr>
          <w:rFonts w:ascii="Impact" w:hAnsi="Impact" w:cs="Tahoma"/>
          <w:b/>
          <w:sz w:val="31"/>
          <w:szCs w:val="39"/>
          <w:u w:val="single"/>
        </w:rPr>
        <w:t>THATTA</w:t>
      </w:r>
    </w:p>
    <w:p w:rsidR="004A6D4A" w:rsidRDefault="00F016CD" w:rsidP="00EB3552">
      <w:pPr>
        <w:jc w:val="both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NO</w:t>
      </w:r>
      <w:r w:rsidR="004032E5">
        <w:rPr>
          <w:rFonts w:ascii="Tahoma" w:hAnsi="Tahoma" w:cs="Tahoma"/>
          <w:b/>
          <w:sz w:val="22"/>
        </w:rPr>
        <w:t xml:space="preserve">: </w:t>
      </w:r>
      <w:r w:rsidR="003A78A6">
        <w:rPr>
          <w:rFonts w:ascii="Tahoma" w:hAnsi="Tahoma" w:cs="Tahoma"/>
          <w:b/>
          <w:sz w:val="22"/>
        </w:rPr>
        <w:t>SKP</w:t>
      </w:r>
      <w:r w:rsidR="008740A3">
        <w:rPr>
          <w:rFonts w:ascii="Tahoma" w:hAnsi="Tahoma" w:cs="Tahoma"/>
          <w:b/>
          <w:sz w:val="22"/>
        </w:rPr>
        <w:t>/</w:t>
      </w:r>
      <w:r w:rsidR="000E5727">
        <w:rPr>
          <w:rFonts w:ascii="Tahoma" w:hAnsi="Tahoma" w:cs="Tahoma"/>
          <w:b/>
          <w:sz w:val="22"/>
        </w:rPr>
        <w:t>G-</w:t>
      </w:r>
      <w:r w:rsidR="003A78A6">
        <w:rPr>
          <w:rFonts w:ascii="Tahoma" w:hAnsi="Tahoma" w:cs="Tahoma"/>
          <w:b/>
          <w:sz w:val="22"/>
        </w:rPr>
        <w:t>148</w:t>
      </w:r>
      <w:r w:rsidR="00060888">
        <w:rPr>
          <w:rFonts w:ascii="Tahoma" w:hAnsi="Tahoma" w:cs="Tahoma"/>
          <w:b/>
          <w:sz w:val="22"/>
        </w:rPr>
        <w:t>/</w:t>
      </w:r>
      <w:r w:rsidR="004B5D73">
        <w:rPr>
          <w:rFonts w:ascii="Tahoma" w:hAnsi="Tahoma" w:cs="Tahoma"/>
          <w:b/>
          <w:sz w:val="22"/>
        </w:rPr>
        <w:t>740</w:t>
      </w:r>
      <w:r w:rsidR="008D541A">
        <w:rPr>
          <w:rFonts w:ascii="Tahoma" w:hAnsi="Tahoma" w:cs="Tahoma"/>
          <w:b/>
          <w:sz w:val="22"/>
        </w:rPr>
        <w:tab/>
      </w:r>
      <w:r w:rsidR="00A8231A">
        <w:rPr>
          <w:rFonts w:ascii="Tahoma" w:hAnsi="Tahoma" w:cs="Tahoma"/>
          <w:b/>
          <w:sz w:val="22"/>
        </w:rPr>
        <w:tab/>
        <w:t xml:space="preserve">  OF</w:t>
      </w:r>
      <w:r>
        <w:rPr>
          <w:rFonts w:ascii="Tahoma" w:hAnsi="Tahoma" w:cs="Tahoma"/>
          <w:b/>
          <w:sz w:val="22"/>
        </w:rPr>
        <w:t>201</w:t>
      </w:r>
      <w:r w:rsidR="003360FD">
        <w:rPr>
          <w:rFonts w:ascii="Tahoma" w:hAnsi="Tahoma" w:cs="Tahoma"/>
          <w:b/>
          <w:sz w:val="22"/>
        </w:rPr>
        <w:t>7</w:t>
      </w:r>
      <w:r>
        <w:rPr>
          <w:rFonts w:ascii="Tahoma" w:hAnsi="Tahoma" w:cs="Tahoma"/>
          <w:b/>
          <w:sz w:val="22"/>
        </w:rPr>
        <w:tab/>
      </w:r>
      <w:r w:rsidR="00EB3552">
        <w:rPr>
          <w:rFonts w:ascii="Tahoma" w:hAnsi="Tahoma" w:cs="Tahoma"/>
          <w:b/>
          <w:sz w:val="22"/>
        </w:rPr>
        <w:t>THATTA</w:t>
      </w:r>
      <w:r w:rsidR="009B7A37">
        <w:rPr>
          <w:rFonts w:ascii="Tahoma" w:hAnsi="Tahoma" w:cs="Tahoma"/>
          <w:b/>
          <w:sz w:val="22"/>
        </w:rPr>
        <w:tab/>
      </w:r>
      <w:r w:rsidR="00A37FED">
        <w:rPr>
          <w:rFonts w:ascii="Tahoma" w:hAnsi="Tahoma" w:cs="Tahoma"/>
          <w:b/>
          <w:sz w:val="22"/>
        </w:rPr>
        <w:tab/>
      </w:r>
      <w:r>
        <w:rPr>
          <w:rFonts w:ascii="Tahoma" w:hAnsi="Tahoma" w:cs="Tahoma"/>
          <w:b/>
          <w:sz w:val="22"/>
        </w:rPr>
        <w:t xml:space="preserve">DATED: </w:t>
      </w:r>
      <w:r w:rsidR="004B5D73">
        <w:rPr>
          <w:rFonts w:ascii="Tahoma" w:hAnsi="Tahoma" w:cs="Tahoma"/>
          <w:b/>
          <w:sz w:val="22"/>
        </w:rPr>
        <w:t>19-07-2017</w:t>
      </w:r>
    </w:p>
    <w:p w:rsidR="00D30647" w:rsidRDefault="00D30647" w:rsidP="008740A3">
      <w:pPr>
        <w:rPr>
          <w:rFonts w:ascii="Tahoma" w:hAnsi="Tahoma" w:cs="Tahoma"/>
          <w:b/>
          <w:sz w:val="22"/>
          <w:u w:val="single"/>
        </w:rPr>
      </w:pPr>
    </w:p>
    <w:p w:rsidR="003A78A6" w:rsidRPr="003A78A6" w:rsidRDefault="003A78A6" w:rsidP="008740A3">
      <w:pPr>
        <w:rPr>
          <w:rFonts w:ascii="Bookman Old Style" w:hAnsi="Bookman Old Style" w:cs="Tahoma"/>
          <w:b/>
          <w:sz w:val="22"/>
          <w:u w:val="single"/>
        </w:rPr>
      </w:pPr>
      <w:r w:rsidRPr="003A78A6">
        <w:rPr>
          <w:rFonts w:ascii="Bookman Old Style" w:hAnsi="Bookman Old Style" w:cs="Tahoma"/>
          <w:b/>
          <w:sz w:val="22"/>
          <w:u w:val="single"/>
        </w:rPr>
        <w:t>INVITATION OF BIDS FOR PROCUREMENT OF GOODS &amp; SERVICES.</w:t>
      </w:r>
    </w:p>
    <w:p w:rsidR="003A78A6" w:rsidRPr="003A78A6" w:rsidRDefault="003A78A6" w:rsidP="008740A3">
      <w:pPr>
        <w:rPr>
          <w:rFonts w:ascii="Bookman Old Style" w:hAnsi="Bookman Old Style" w:cs="Tahoma"/>
          <w:b/>
          <w:sz w:val="22"/>
          <w:u w:val="single"/>
        </w:rPr>
      </w:pPr>
    </w:p>
    <w:p w:rsidR="003A78A6" w:rsidRDefault="003A78A6" w:rsidP="00ED44B7">
      <w:p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 w:rsidRPr="003A78A6">
        <w:rPr>
          <w:rFonts w:ascii="Bookman Old Style" w:hAnsi="Bookman Old Style" w:cs="Tahoma"/>
          <w:bCs/>
          <w:sz w:val="22"/>
        </w:rPr>
        <w:tab/>
        <w:t>Scaled Bids as per SPPRA Rules 2010 (Amended 2013) are hereby invited from the interested persons/ Suppliers/ Contractors/ Firms for procurement of Goods &amp; Services (on item rate basis) (for the following works)</w:t>
      </w:r>
      <w:r>
        <w:rPr>
          <w:rFonts w:ascii="Bookman Old Style" w:hAnsi="Bookman Old Style" w:cs="Tahoma"/>
          <w:bCs/>
          <w:sz w:val="22"/>
        </w:rPr>
        <w:t>.</w:t>
      </w:r>
    </w:p>
    <w:p w:rsidR="003A78A6" w:rsidRDefault="003A78A6" w:rsidP="00EB3552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 xml:space="preserve">Abkalani Material along Various Drains of </w:t>
      </w:r>
      <w:r w:rsidR="00EB3552">
        <w:rPr>
          <w:rFonts w:ascii="Bookman Old Style" w:hAnsi="Bookman Old Style" w:cs="Tahoma"/>
          <w:bCs/>
          <w:sz w:val="22"/>
        </w:rPr>
        <w:t>Thatta</w:t>
      </w:r>
      <w:r>
        <w:rPr>
          <w:rFonts w:ascii="Bookman Old Style" w:hAnsi="Bookman Old Style" w:cs="Tahoma"/>
          <w:bCs/>
          <w:sz w:val="22"/>
        </w:rPr>
        <w:t xml:space="preserve"> Drainage Division </w:t>
      </w:r>
      <w:r w:rsidR="00EB3552">
        <w:rPr>
          <w:rFonts w:ascii="Bookman Old Style" w:hAnsi="Bookman Old Style" w:cs="Tahoma"/>
          <w:bCs/>
          <w:sz w:val="22"/>
        </w:rPr>
        <w:t>Thatta</w:t>
      </w:r>
      <w:r>
        <w:rPr>
          <w:rFonts w:ascii="Bookman Old Style" w:hAnsi="Bookman Old Style" w:cs="Tahoma"/>
          <w:bCs/>
          <w:sz w:val="22"/>
        </w:rPr>
        <w:t xml:space="preserve"> (When and Where Necessary).</w:t>
      </w:r>
    </w:p>
    <w:p w:rsidR="003A78A6" w:rsidRDefault="003A78A6" w:rsidP="00EB3552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 xml:space="preserve">Akalani Establishment Engaging Gang of Unskilled Collies/ Labour to Contractor/ Civil along Various Drains </w:t>
      </w:r>
      <w:r w:rsidR="00EB3552">
        <w:rPr>
          <w:rFonts w:ascii="Bookman Old Style" w:hAnsi="Bookman Old Style" w:cs="Tahoma"/>
          <w:bCs/>
          <w:sz w:val="22"/>
        </w:rPr>
        <w:t xml:space="preserve">of Thatta Drainage Division Thatta </w:t>
      </w:r>
      <w:r>
        <w:rPr>
          <w:rFonts w:ascii="Bookman Old Style" w:hAnsi="Bookman Old Style" w:cs="Tahoma"/>
          <w:bCs/>
          <w:sz w:val="22"/>
        </w:rPr>
        <w:t>(When and Where Necessary).</w:t>
      </w:r>
    </w:p>
    <w:p w:rsidR="003A78A6" w:rsidRDefault="003A78A6" w:rsidP="00EB3552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 xml:space="preserve">Engaging Tractor with Rear Front Blade on Hire Charges with POL &amp; Driver at Site along Various Drains of </w:t>
      </w:r>
      <w:r w:rsidR="00EB3552">
        <w:rPr>
          <w:rFonts w:ascii="Bookman Old Style" w:hAnsi="Bookman Old Style" w:cs="Tahoma"/>
          <w:bCs/>
          <w:sz w:val="22"/>
        </w:rPr>
        <w:t xml:space="preserve">Thatta Drainage Division Thatta </w:t>
      </w:r>
      <w:r>
        <w:rPr>
          <w:rFonts w:ascii="Bookman Old Style" w:hAnsi="Bookman Old Style" w:cs="Tahoma"/>
          <w:bCs/>
          <w:sz w:val="22"/>
        </w:rPr>
        <w:t>(When and Where Necessary).</w:t>
      </w:r>
    </w:p>
    <w:p w:rsidR="00DE4B51" w:rsidRDefault="003A78A6" w:rsidP="00EB3552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 xml:space="preserve">Engaging Tractor and Trolley with Driver with POL on Hire Charges for Carriage of any Type of Material with Range of 03 KM AT Site along Various Drains of </w:t>
      </w:r>
      <w:r w:rsidR="00EB3552">
        <w:rPr>
          <w:rFonts w:ascii="Bookman Old Style" w:hAnsi="Bookman Old Style" w:cs="Tahoma"/>
          <w:bCs/>
          <w:sz w:val="22"/>
        </w:rPr>
        <w:t>Thatta Drainage Division Thatta</w:t>
      </w:r>
      <w:r w:rsidR="00DE4B51">
        <w:rPr>
          <w:rFonts w:ascii="Bookman Old Style" w:hAnsi="Bookman Old Style" w:cs="Tahoma"/>
          <w:bCs/>
          <w:sz w:val="22"/>
        </w:rPr>
        <w:t xml:space="preserve"> (When and Where Necessary).</w:t>
      </w:r>
    </w:p>
    <w:p w:rsidR="00DE4B51" w:rsidRDefault="00DE4B51" w:rsidP="00ED44B7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 xml:space="preserve">Engaging/ Hiring Wheel Type Hydraulic Excavator for Earth Work/ De-Weeding of Drain etc. (When and Where Necessary) </w:t>
      </w:r>
    </w:p>
    <w:p w:rsidR="00DE4B51" w:rsidRDefault="00DE4B51" w:rsidP="00ED44B7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>Engaging/ Hiring Chain type Hydraulic Excavator for Earth Work/ De-Weeding of Drain etc. (When and Where Necessary)</w:t>
      </w:r>
    </w:p>
    <w:p w:rsidR="00DE4B51" w:rsidRDefault="00DE4B51" w:rsidP="00ED44B7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>Removing Weed growth/ Pan cutting from Beb Berms, Slopes bank including burning etc. (When and Where Necessary)</w:t>
      </w:r>
    </w:p>
    <w:p w:rsidR="00DE4B51" w:rsidRDefault="00DE4B51" w:rsidP="00EB3552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 xml:space="preserve">Greasing, Oiling/ Painting of Gates along Various Regulators of </w:t>
      </w:r>
      <w:r w:rsidR="00EB3552">
        <w:rPr>
          <w:rFonts w:ascii="Bookman Old Style" w:hAnsi="Bookman Old Style" w:cs="Tahoma"/>
          <w:bCs/>
          <w:sz w:val="22"/>
        </w:rPr>
        <w:t xml:space="preserve">Thatta Drainage Division Thatta </w:t>
      </w:r>
      <w:r>
        <w:rPr>
          <w:rFonts w:ascii="Bookman Old Style" w:hAnsi="Bookman Old Style" w:cs="Tahoma"/>
          <w:bCs/>
          <w:sz w:val="22"/>
        </w:rPr>
        <w:t>(When and Where Necessary)</w:t>
      </w:r>
    </w:p>
    <w:p w:rsidR="008A254F" w:rsidRDefault="00DE4B51" w:rsidP="004B5D73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 xml:space="preserve">Bidding Documents for National Competitive Bidding of Pakistan along with list of required material goods, hiring of machinery and Removing Weed/ Pan cutting and Engaging skilled labor etc will be issued upto </w:t>
      </w:r>
      <w:r w:rsidR="004B5D73">
        <w:rPr>
          <w:rFonts w:ascii="Bookman Old Style" w:hAnsi="Bookman Old Style" w:cs="Tahoma"/>
          <w:bCs/>
          <w:sz w:val="22"/>
        </w:rPr>
        <w:t>08.08.2017</w:t>
      </w:r>
      <w:r>
        <w:rPr>
          <w:rFonts w:ascii="Bookman Old Style" w:hAnsi="Bookman Old Style" w:cs="Tahoma"/>
          <w:bCs/>
          <w:sz w:val="22"/>
        </w:rPr>
        <w:t xml:space="preserve"> at 1-00 p.m. and will be received back on </w:t>
      </w:r>
      <w:r w:rsidR="004B5D73">
        <w:rPr>
          <w:rFonts w:ascii="Bookman Old Style" w:hAnsi="Bookman Old Style" w:cs="Tahoma"/>
          <w:bCs/>
          <w:sz w:val="22"/>
        </w:rPr>
        <w:t>08.08.2017</w:t>
      </w:r>
      <w:r>
        <w:rPr>
          <w:rFonts w:ascii="Bookman Old Style" w:hAnsi="Bookman Old Style" w:cs="Tahoma"/>
          <w:bCs/>
          <w:sz w:val="22"/>
        </w:rPr>
        <w:t xml:space="preserve"> at 2-00 p.m. and will be opened on the same day i-e. </w:t>
      </w:r>
      <w:r w:rsidR="004B5D73">
        <w:rPr>
          <w:rFonts w:ascii="Bookman Old Style" w:hAnsi="Bookman Old Style" w:cs="Tahoma"/>
          <w:bCs/>
          <w:sz w:val="22"/>
        </w:rPr>
        <w:t>08.08.2017</w:t>
      </w:r>
      <w:r>
        <w:rPr>
          <w:rFonts w:ascii="Bookman Old Style" w:hAnsi="Bookman Old Style" w:cs="Tahoma"/>
          <w:bCs/>
          <w:sz w:val="22"/>
        </w:rPr>
        <w:t xml:space="preserve"> at 3.00 p.m. by the Procurement Committee in the presence of Contractor of their authorized representatives. </w:t>
      </w:r>
    </w:p>
    <w:p w:rsidR="00CF0E33" w:rsidRDefault="008A254F" w:rsidP="00ED44B7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>The bidding documents should be supported with a call deposit/ Bid security Rs: 100000/= each work.</w:t>
      </w:r>
    </w:p>
    <w:p w:rsidR="00CF0E33" w:rsidRDefault="00CF0E33" w:rsidP="00EB3552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 xml:space="preserve">Rs. 1,000/= as bidding documents fee non-refundable in favour of Executive Engineer, </w:t>
      </w:r>
      <w:r w:rsidR="00EB3552">
        <w:rPr>
          <w:rFonts w:ascii="Bookman Old Style" w:hAnsi="Bookman Old Style" w:cs="Tahoma"/>
          <w:bCs/>
          <w:sz w:val="22"/>
        </w:rPr>
        <w:t>Thatta</w:t>
      </w:r>
      <w:r>
        <w:rPr>
          <w:rFonts w:ascii="Bookman Old Style" w:hAnsi="Bookman Old Style" w:cs="Tahoma"/>
          <w:bCs/>
          <w:sz w:val="22"/>
        </w:rPr>
        <w:t xml:space="preserve"> Drainage Division and no bid should be entertained without call deposit/ bids security.</w:t>
      </w:r>
    </w:p>
    <w:p w:rsidR="00CF0E33" w:rsidRDefault="00CF0E33" w:rsidP="00ED44B7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 xml:space="preserve">The rates quoted shall remain valid and effective upto 30.06.2018 for annual procurement of material, goods, hiring </w:t>
      </w:r>
      <w:bookmarkStart w:id="0" w:name="_GoBack"/>
      <w:bookmarkEnd w:id="0"/>
      <w:r>
        <w:rPr>
          <w:rFonts w:ascii="Bookman Old Style" w:hAnsi="Bookman Old Style" w:cs="Tahoma"/>
          <w:bCs/>
          <w:sz w:val="22"/>
        </w:rPr>
        <w:t xml:space="preserve">of machinery and engaging skilled/ </w:t>
      </w:r>
      <w:r>
        <w:rPr>
          <w:rFonts w:ascii="Bookman Old Style" w:hAnsi="Bookman Old Style" w:cs="Tahoma"/>
          <w:bCs/>
          <w:sz w:val="22"/>
        </w:rPr>
        <w:lastRenderedPageBreak/>
        <w:t>unskilled Labourets. In case of emergency, the material etc. will be supplied on short notice as specified by the undersigned.</w:t>
      </w:r>
    </w:p>
    <w:p w:rsidR="00CF0E33" w:rsidRDefault="00CF0E33" w:rsidP="00ED44B7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>The conditional bids will not be entertained.</w:t>
      </w:r>
    </w:p>
    <w:p w:rsidR="00CF0E33" w:rsidRDefault="00CF0E33" w:rsidP="00ED44B7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>The contractor whose rates will be found lowest will be bound to supply the material, goods, hiring of machinery &amp; engaging skilled/ unskilled labouretc as and when ordered during the financial year 2017-18.</w:t>
      </w:r>
    </w:p>
    <w:p w:rsidR="00ED44B7" w:rsidRDefault="00ED44B7" w:rsidP="00ED44B7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>The rate quoted must inclusive of all Taxes of prevailing rates in vogue.</w:t>
      </w:r>
    </w:p>
    <w:p w:rsidR="00ED44B7" w:rsidRDefault="00ED44B7" w:rsidP="00ED44B7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>The bidders must be registered relevant Provincial and Federal Tax Authorities.</w:t>
      </w:r>
    </w:p>
    <w:p w:rsidR="00ED44B7" w:rsidRDefault="00ED44B7" w:rsidP="00ED44B7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>The bidders must be registered with F.B.R &amp; SRB.</w:t>
      </w:r>
    </w:p>
    <w:p w:rsidR="003A78A6" w:rsidRDefault="00ED44B7" w:rsidP="00ED44B7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>The work order will be issued subject to availability of funds.</w:t>
      </w:r>
    </w:p>
    <w:p w:rsidR="00ED44B7" w:rsidRPr="003A78A6" w:rsidRDefault="00ED44B7" w:rsidP="00ED44B7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>In case of any holiday declarer by the Government the Bids will be opened on the next working day.</w:t>
      </w:r>
    </w:p>
    <w:p w:rsidR="005F1755" w:rsidRPr="00472F4B" w:rsidRDefault="005F1755" w:rsidP="00F016CD">
      <w:pPr>
        <w:rPr>
          <w:rFonts w:ascii="Tahoma" w:hAnsi="Tahoma" w:cs="Tahoma"/>
          <w:sz w:val="20"/>
        </w:rPr>
      </w:pPr>
    </w:p>
    <w:p w:rsidR="00A74012" w:rsidRPr="008740A3" w:rsidRDefault="00A74012" w:rsidP="005845EA">
      <w:pPr>
        <w:spacing w:line="360" w:lineRule="auto"/>
        <w:ind w:firstLine="1350"/>
        <w:jc w:val="both"/>
        <w:rPr>
          <w:rFonts w:ascii="Bookman Old Style" w:hAnsi="Bookman Old Style" w:cs="Tahoma"/>
          <w:b/>
          <w:sz w:val="20"/>
        </w:rPr>
      </w:pPr>
    </w:p>
    <w:p w:rsidR="008F6366" w:rsidRPr="008740A3" w:rsidRDefault="008F6366" w:rsidP="00A4487F">
      <w:pPr>
        <w:rPr>
          <w:rFonts w:ascii="Bookman Old Style" w:hAnsi="Bookman Old Style" w:cs="Tahoma"/>
          <w:b/>
          <w:sz w:val="20"/>
        </w:rPr>
      </w:pPr>
    </w:p>
    <w:p w:rsidR="00BA6773" w:rsidRPr="008740A3" w:rsidRDefault="00BA6773" w:rsidP="005F56B8">
      <w:pPr>
        <w:ind w:left="5760" w:hanging="720"/>
        <w:jc w:val="center"/>
        <w:rPr>
          <w:rFonts w:ascii="Bookman Old Style" w:hAnsi="Bookman Old Style" w:cs="Tahoma"/>
          <w:b/>
          <w:sz w:val="20"/>
        </w:rPr>
      </w:pPr>
    </w:p>
    <w:p w:rsidR="008D25AA" w:rsidRPr="008740A3" w:rsidRDefault="00422941" w:rsidP="00952300">
      <w:pPr>
        <w:ind w:left="5040"/>
        <w:jc w:val="center"/>
        <w:rPr>
          <w:rFonts w:ascii="Bookman Old Style" w:hAnsi="Bookman Old Style" w:cs="Tahoma"/>
          <w:b/>
          <w:sz w:val="22"/>
        </w:rPr>
      </w:pPr>
      <w:r w:rsidRPr="008740A3">
        <w:rPr>
          <w:rFonts w:ascii="Bookman Old Style" w:hAnsi="Bookman Old Style" w:cs="Tahoma"/>
          <w:b/>
          <w:sz w:val="22"/>
        </w:rPr>
        <w:t>EXECUTIVE ENGINEER</w:t>
      </w:r>
    </w:p>
    <w:p w:rsidR="00422941" w:rsidRPr="008740A3" w:rsidRDefault="00EB3552" w:rsidP="00952300">
      <w:pPr>
        <w:ind w:left="5040"/>
        <w:jc w:val="center"/>
        <w:rPr>
          <w:rFonts w:ascii="Bookman Old Style" w:hAnsi="Bookman Old Style" w:cs="Tahoma"/>
          <w:b/>
          <w:sz w:val="22"/>
        </w:rPr>
      </w:pPr>
      <w:r>
        <w:rPr>
          <w:rFonts w:ascii="Bookman Old Style" w:hAnsi="Bookman Old Style" w:cs="Tahoma"/>
          <w:b/>
          <w:sz w:val="22"/>
        </w:rPr>
        <w:t>THATTA</w:t>
      </w:r>
      <w:r w:rsidR="008D25AA" w:rsidRPr="008740A3">
        <w:rPr>
          <w:rFonts w:ascii="Bookman Old Style" w:hAnsi="Bookman Old Style" w:cs="Tahoma"/>
          <w:b/>
          <w:sz w:val="22"/>
        </w:rPr>
        <w:t>DRAINAGE</w:t>
      </w:r>
      <w:r w:rsidR="00D93AA4" w:rsidRPr="008740A3">
        <w:rPr>
          <w:rFonts w:ascii="Bookman Old Style" w:hAnsi="Bookman Old Style" w:cs="Tahoma"/>
          <w:b/>
          <w:sz w:val="22"/>
        </w:rPr>
        <w:t xml:space="preserve"> DIVISION</w:t>
      </w:r>
    </w:p>
    <w:p w:rsidR="008D25AA" w:rsidRDefault="00EB3552" w:rsidP="00952300">
      <w:pPr>
        <w:ind w:left="5040"/>
        <w:jc w:val="center"/>
        <w:rPr>
          <w:rFonts w:ascii="Bookman Old Style" w:hAnsi="Bookman Old Style" w:cs="Tahoma"/>
          <w:b/>
          <w:sz w:val="22"/>
        </w:rPr>
      </w:pPr>
      <w:r>
        <w:rPr>
          <w:rFonts w:ascii="Bookman Old Style" w:hAnsi="Bookman Old Style" w:cs="Tahoma"/>
          <w:b/>
          <w:sz w:val="22"/>
        </w:rPr>
        <w:t>THATTA</w:t>
      </w:r>
    </w:p>
    <w:p w:rsidR="00952300" w:rsidRPr="00952300" w:rsidRDefault="00952300" w:rsidP="00952300">
      <w:pPr>
        <w:rPr>
          <w:rFonts w:ascii="Bookman Old Style" w:hAnsi="Bookman Old Style" w:cs="Tahoma"/>
          <w:b/>
          <w:sz w:val="22"/>
          <w:u w:val="single"/>
        </w:rPr>
      </w:pPr>
    </w:p>
    <w:p w:rsidR="00494491" w:rsidRDefault="00ED44B7" w:rsidP="003B6CDE">
      <w:pPr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ab/>
        <w:t>Copy forwarded to the Secretary, Irrigation Department, Government of Sindh, Karachi for favour of information.</w:t>
      </w:r>
    </w:p>
    <w:p w:rsidR="00ED44B7" w:rsidRDefault="00ED44B7" w:rsidP="003B6CDE">
      <w:pPr>
        <w:rPr>
          <w:rFonts w:ascii="Bookman Old Style" w:hAnsi="Bookman Old Style" w:cs="Tahoma"/>
          <w:bCs/>
          <w:sz w:val="22"/>
        </w:rPr>
      </w:pPr>
    </w:p>
    <w:p w:rsidR="00ED44B7" w:rsidRDefault="00ED44B7" w:rsidP="00ED44B7">
      <w:pPr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ab/>
        <w:t>Copy forwarded to the Chief Engineer, Irrigation Kotri Barrage Hyderabad for favour of onformation.</w:t>
      </w:r>
    </w:p>
    <w:p w:rsidR="00ED44B7" w:rsidRDefault="00ED44B7" w:rsidP="00ED44B7">
      <w:pPr>
        <w:rPr>
          <w:rFonts w:ascii="Bookman Old Style" w:hAnsi="Bookman Old Style" w:cs="Tahoma"/>
          <w:bCs/>
          <w:sz w:val="22"/>
        </w:rPr>
      </w:pPr>
    </w:p>
    <w:p w:rsidR="00ED44B7" w:rsidRDefault="00ED44B7" w:rsidP="00ED44B7">
      <w:pPr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ab/>
        <w:t>Copy forwarded to the Superintending Engineer, Lower Sindh Drainage Circle, Hyderabad, for information.</w:t>
      </w:r>
    </w:p>
    <w:p w:rsidR="00ED44B7" w:rsidRDefault="00ED44B7" w:rsidP="00ED44B7">
      <w:pPr>
        <w:rPr>
          <w:rFonts w:ascii="Bookman Old Style" w:hAnsi="Bookman Old Style" w:cs="Tahoma"/>
          <w:bCs/>
          <w:sz w:val="22"/>
        </w:rPr>
      </w:pPr>
    </w:p>
    <w:p w:rsidR="00ED44B7" w:rsidRDefault="00ED44B7" w:rsidP="00ED44B7">
      <w:pPr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ab/>
        <w:t>Copy along with six copies forwarded with compliments to the Director information (advertisement) Government of Sindh Block No. 96, Karachi for advertisement in three leading Newspapers, English, Sindhi and Urdu.</w:t>
      </w:r>
    </w:p>
    <w:p w:rsidR="00ED44B7" w:rsidRDefault="00ED44B7" w:rsidP="00ED44B7">
      <w:pPr>
        <w:rPr>
          <w:rFonts w:ascii="Bookman Old Style" w:hAnsi="Bookman Old Style" w:cs="Tahoma"/>
          <w:bCs/>
          <w:sz w:val="22"/>
        </w:rPr>
      </w:pPr>
    </w:p>
    <w:p w:rsidR="00ED44B7" w:rsidRDefault="00ED44B7" w:rsidP="00ED44B7">
      <w:pPr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ab/>
        <w:t>Copy forwarded to the Director (A&amp;F) SPPRA Block No. 8, Sindh Secretariat No. 4-A Court Road Karachi for publication on SPPRA website as desired under SPPRA rules.</w:t>
      </w:r>
    </w:p>
    <w:p w:rsidR="00ED44B7" w:rsidRDefault="00ED44B7" w:rsidP="00ED44B7">
      <w:pPr>
        <w:rPr>
          <w:rFonts w:ascii="Bookman Old Style" w:hAnsi="Bookman Old Style" w:cs="Tahoma"/>
          <w:bCs/>
          <w:sz w:val="22"/>
        </w:rPr>
      </w:pPr>
    </w:p>
    <w:p w:rsidR="00ED44B7" w:rsidRDefault="00ED44B7" w:rsidP="00ED44B7">
      <w:pPr>
        <w:rPr>
          <w:rFonts w:ascii="Bookman Old Style" w:hAnsi="Bookman Old Style" w:cs="Tahoma"/>
          <w:bCs/>
          <w:sz w:val="22"/>
        </w:rPr>
      </w:pPr>
      <w:r>
        <w:rPr>
          <w:rFonts w:ascii="Bookman Old Style" w:hAnsi="Bookman Old Style" w:cs="Tahoma"/>
          <w:bCs/>
          <w:sz w:val="22"/>
        </w:rPr>
        <w:tab/>
        <w:t>Copy to Notice Board.</w:t>
      </w:r>
    </w:p>
    <w:p w:rsidR="00ED44B7" w:rsidRDefault="00ED44B7" w:rsidP="00ED44B7">
      <w:pPr>
        <w:rPr>
          <w:rFonts w:ascii="Bookman Old Style" w:hAnsi="Bookman Old Style" w:cs="Tahoma"/>
          <w:bCs/>
          <w:sz w:val="22"/>
        </w:rPr>
      </w:pPr>
    </w:p>
    <w:p w:rsidR="00ED44B7" w:rsidRDefault="00ED44B7" w:rsidP="00ED44B7">
      <w:pPr>
        <w:rPr>
          <w:rFonts w:ascii="Bookman Old Style" w:hAnsi="Bookman Old Style" w:cs="Tahoma"/>
          <w:bCs/>
          <w:sz w:val="22"/>
        </w:rPr>
      </w:pPr>
    </w:p>
    <w:p w:rsidR="00ED44B7" w:rsidRPr="008740A3" w:rsidRDefault="00ED44B7" w:rsidP="00ED44B7">
      <w:pPr>
        <w:ind w:left="5760" w:hanging="720"/>
        <w:jc w:val="center"/>
        <w:rPr>
          <w:rFonts w:ascii="Bookman Old Style" w:hAnsi="Bookman Old Style" w:cs="Tahoma"/>
          <w:b/>
          <w:sz w:val="20"/>
        </w:rPr>
      </w:pPr>
    </w:p>
    <w:p w:rsidR="00ED44B7" w:rsidRPr="008740A3" w:rsidRDefault="00ED44B7" w:rsidP="00ED44B7">
      <w:pPr>
        <w:ind w:left="5040"/>
        <w:jc w:val="center"/>
        <w:rPr>
          <w:rFonts w:ascii="Bookman Old Style" w:hAnsi="Bookman Old Style" w:cs="Tahoma"/>
          <w:b/>
          <w:sz w:val="22"/>
        </w:rPr>
      </w:pPr>
      <w:r w:rsidRPr="008740A3">
        <w:rPr>
          <w:rFonts w:ascii="Bookman Old Style" w:hAnsi="Bookman Old Style" w:cs="Tahoma"/>
          <w:b/>
          <w:sz w:val="22"/>
        </w:rPr>
        <w:t>EXECUTIVE ENGINEER</w:t>
      </w:r>
    </w:p>
    <w:p w:rsidR="00ED44B7" w:rsidRPr="008740A3" w:rsidRDefault="00EB3552" w:rsidP="00ED44B7">
      <w:pPr>
        <w:ind w:left="5040"/>
        <w:jc w:val="center"/>
        <w:rPr>
          <w:rFonts w:ascii="Bookman Old Style" w:hAnsi="Bookman Old Style" w:cs="Tahoma"/>
          <w:b/>
          <w:sz w:val="22"/>
        </w:rPr>
      </w:pPr>
      <w:r>
        <w:rPr>
          <w:rFonts w:ascii="Bookman Old Style" w:hAnsi="Bookman Old Style" w:cs="Tahoma"/>
          <w:b/>
          <w:sz w:val="22"/>
        </w:rPr>
        <w:t>THATTA</w:t>
      </w:r>
      <w:r w:rsidR="00ED44B7" w:rsidRPr="008740A3">
        <w:rPr>
          <w:rFonts w:ascii="Bookman Old Style" w:hAnsi="Bookman Old Style" w:cs="Tahoma"/>
          <w:b/>
          <w:sz w:val="22"/>
        </w:rPr>
        <w:t xml:space="preserve"> DRAINAGE DIVISION</w:t>
      </w:r>
    </w:p>
    <w:p w:rsidR="00ED44B7" w:rsidRDefault="00EB3552" w:rsidP="00ED44B7">
      <w:pPr>
        <w:ind w:left="5040"/>
        <w:jc w:val="center"/>
        <w:rPr>
          <w:rFonts w:ascii="Bookman Old Style" w:hAnsi="Bookman Old Style" w:cs="Tahoma"/>
          <w:b/>
          <w:sz w:val="22"/>
        </w:rPr>
      </w:pPr>
      <w:r>
        <w:rPr>
          <w:rFonts w:ascii="Bookman Old Style" w:hAnsi="Bookman Old Style" w:cs="Tahoma"/>
          <w:b/>
          <w:sz w:val="22"/>
        </w:rPr>
        <w:t>THATTA</w:t>
      </w:r>
      <w:r w:rsidR="00ED44B7" w:rsidRPr="008740A3">
        <w:rPr>
          <w:rFonts w:ascii="Bookman Old Style" w:hAnsi="Bookman Old Style" w:cs="Tahoma"/>
          <w:b/>
          <w:sz w:val="22"/>
        </w:rPr>
        <w:t>L</w:t>
      </w:r>
    </w:p>
    <w:p w:rsidR="00ED44B7" w:rsidRPr="00ED44B7" w:rsidRDefault="00ED44B7" w:rsidP="00ED44B7">
      <w:pPr>
        <w:rPr>
          <w:rFonts w:ascii="Tahoma" w:hAnsi="Tahoma" w:cs="Tahoma"/>
          <w:bCs/>
          <w:sz w:val="22"/>
        </w:rPr>
      </w:pPr>
    </w:p>
    <w:sectPr w:rsidR="00ED44B7" w:rsidRPr="00ED44B7" w:rsidSect="00473974">
      <w:pgSz w:w="11907" w:h="16839" w:code="9"/>
      <w:pgMar w:top="144" w:right="1008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E58" w:rsidRDefault="00B05E58">
      <w:r>
        <w:separator/>
      </w:r>
    </w:p>
  </w:endnote>
  <w:endnote w:type="continuationSeparator" w:id="1">
    <w:p w:rsidR="00B05E58" w:rsidRDefault="00B05E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40007843" w:usb2="00000001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E58" w:rsidRDefault="00B05E58">
      <w:r>
        <w:separator/>
      </w:r>
    </w:p>
  </w:footnote>
  <w:footnote w:type="continuationSeparator" w:id="1">
    <w:p w:rsidR="00B05E58" w:rsidRDefault="00B05E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F5830"/>
    <w:multiLevelType w:val="hybridMultilevel"/>
    <w:tmpl w:val="CA78F7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D12F47"/>
    <w:multiLevelType w:val="hybridMultilevel"/>
    <w:tmpl w:val="F09C1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C6114"/>
    <w:multiLevelType w:val="hybridMultilevel"/>
    <w:tmpl w:val="144270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356C9A"/>
    <w:multiLevelType w:val="hybridMultilevel"/>
    <w:tmpl w:val="1F1276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E62BD9"/>
    <w:multiLevelType w:val="hybridMultilevel"/>
    <w:tmpl w:val="B2340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5155A1"/>
    <w:multiLevelType w:val="hybridMultilevel"/>
    <w:tmpl w:val="BE544E6A"/>
    <w:lvl w:ilvl="0" w:tplc="DA1AD9F8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BE3B0D"/>
    <w:multiLevelType w:val="hybridMultilevel"/>
    <w:tmpl w:val="666EFC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795B01"/>
    <w:multiLevelType w:val="hybridMultilevel"/>
    <w:tmpl w:val="E0F837C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3C581C"/>
    <w:multiLevelType w:val="hybridMultilevel"/>
    <w:tmpl w:val="FDBA8C36"/>
    <w:lvl w:ilvl="0" w:tplc="70362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077A00"/>
    <w:multiLevelType w:val="hybridMultilevel"/>
    <w:tmpl w:val="3F4215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B3509A"/>
    <w:multiLevelType w:val="hybridMultilevel"/>
    <w:tmpl w:val="E45AE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E61DC0"/>
    <w:multiLevelType w:val="hybridMultilevel"/>
    <w:tmpl w:val="2904C2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052045"/>
    <w:multiLevelType w:val="hybridMultilevel"/>
    <w:tmpl w:val="61820E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8309DA"/>
    <w:multiLevelType w:val="hybridMultilevel"/>
    <w:tmpl w:val="6FD49A3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E6B7FD6"/>
    <w:multiLevelType w:val="hybridMultilevel"/>
    <w:tmpl w:val="A928F7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2B05E2"/>
    <w:multiLevelType w:val="hybridMultilevel"/>
    <w:tmpl w:val="C7FA756E"/>
    <w:lvl w:ilvl="0" w:tplc="22241526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671FAB"/>
    <w:multiLevelType w:val="hybridMultilevel"/>
    <w:tmpl w:val="360E27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B7645D"/>
    <w:multiLevelType w:val="hybridMultilevel"/>
    <w:tmpl w:val="154439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742733"/>
    <w:multiLevelType w:val="hybridMultilevel"/>
    <w:tmpl w:val="14148A36"/>
    <w:lvl w:ilvl="0" w:tplc="9C68CD2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5A1BDC"/>
    <w:multiLevelType w:val="hybridMultilevel"/>
    <w:tmpl w:val="EFD42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32360A"/>
    <w:multiLevelType w:val="hybridMultilevel"/>
    <w:tmpl w:val="D2521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0"/>
  </w:num>
  <w:num w:numId="5">
    <w:abstractNumId w:val="4"/>
  </w:num>
  <w:num w:numId="6">
    <w:abstractNumId w:val="12"/>
  </w:num>
  <w:num w:numId="7">
    <w:abstractNumId w:val="11"/>
  </w:num>
  <w:num w:numId="8">
    <w:abstractNumId w:val="1"/>
  </w:num>
  <w:num w:numId="9">
    <w:abstractNumId w:val="15"/>
  </w:num>
  <w:num w:numId="10">
    <w:abstractNumId w:val="16"/>
  </w:num>
  <w:num w:numId="11">
    <w:abstractNumId w:val="17"/>
  </w:num>
  <w:num w:numId="12">
    <w:abstractNumId w:val="3"/>
  </w:num>
  <w:num w:numId="13">
    <w:abstractNumId w:val="8"/>
  </w:num>
  <w:num w:numId="14">
    <w:abstractNumId w:val="14"/>
  </w:num>
  <w:num w:numId="15">
    <w:abstractNumId w:val="5"/>
  </w:num>
  <w:num w:numId="16">
    <w:abstractNumId w:val="7"/>
  </w:num>
  <w:num w:numId="17">
    <w:abstractNumId w:val="13"/>
  </w:num>
  <w:num w:numId="18">
    <w:abstractNumId w:val="20"/>
  </w:num>
  <w:num w:numId="19">
    <w:abstractNumId w:val="10"/>
  </w:num>
  <w:num w:numId="20">
    <w:abstractNumId w:val="18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attachedTemplate r:id="rId1"/>
  <w:stylePaneFormatFilter w:val="3F01"/>
  <w:defaultTabStop w:val="720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384E"/>
    <w:rsid w:val="000017B9"/>
    <w:rsid w:val="00001ABB"/>
    <w:rsid w:val="00001DBA"/>
    <w:rsid w:val="0000242A"/>
    <w:rsid w:val="00004B6E"/>
    <w:rsid w:val="00006E30"/>
    <w:rsid w:val="000118CD"/>
    <w:rsid w:val="00012A32"/>
    <w:rsid w:val="00012E64"/>
    <w:rsid w:val="000132F2"/>
    <w:rsid w:val="00013A10"/>
    <w:rsid w:val="00014420"/>
    <w:rsid w:val="00014CCF"/>
    <w:rsid w:val="00015DAC"/>
    <w:rsid w:val="00015F68"/>
    <w:rsid w:val="00017722"/>
    <w:rsid w:val="00017D11"/>
    <w:rsid w:val="00017F90"/>
    <w:rsid w:val="00020331"/>
    <w:rsid w:val="00021703"/>
    <w:rsid w:val="00021B71"/>
    <w:rsid w:val="00023B4D"/>
    <w:rsid w:val="00024A12"/>
    <w:rsid w:val="00024C7C"/>
    <w:rsid w:val="0002517C"/>
    <w:rsid w:val="000256FB"/>
    <w:rsid w:val="00025B40"/>
    <w:rsid w:val="000271B7"/>
    <w:rsid w:val="00027FD0"/>
    <w:rsid w:val="000302AA"/>
    <w:rsid w:val="00031321"/>
    <w:rsid w:val="0003238F"/>
    <w:rsid w:val="00033DC3"/>
    <w:rsid w:val="00034D42"/>
    <w:rsid w:val="000356E7"/>
    <w:rsid w:val="00036A63"/>
    <w:rsid w:val="00037B8E"/>
    <w:rsid w:val="00037C71"/>
    <w:rsid w:val="00040161"/>
    <w:rsid w:val="00040B0E"/>
    <w:rsid w:val="0004265C"/>
    <w:rsid w:val="00042CBB"/>
    <w:rsid w:val="00043433"/>
    <w:rsid w:val="000434AD"/>
    <w:rsid w:val="00043BE5"/>
    <w:rsid w:val="000441FC"/>
    <w:rsid w:val="0004475F"/>
    <w:rsid w:val="00044ACE"/>
    <w:rsid w:val="00044C10"/>
    <w:rsid w:val="00046328"/>
    <w:rsid w:val="0004766D"/>
    <w:rsid w:val="00047796"/>
    <w:rsid w:val="00047D43"/>
    <w:rsid w:val="000503C1"/>
    <w:rsid w:val="00051B35"/>
    <w:rsid w:val="0005229E"/>
    <w:rsid w:val="000525E0"/>
    <w:rsid w:val="00052725"/>
    <w:rsid w:val="00052780"/>
    <w:rsid w:val="000532EA"/>
    <w:rsid w:val="000539F0"/>
    <w:rsid w:val="000540D2"/>
    <w:rsid w:val="00054135"/>
    <w:rsid w:val="00054A7C"/>
    <w:rsid w:val="00055E89"/>
    <w:rsid w:val="00057061"/>
    <w:rsid w:val="00057C32"/>
    <w:rsid w:val="00060523"/>
    <w:rsid w:val="00060888"/>
    <w:rsid w:val="00060A07"/>
    <w:rsid w:val="00060E63"/>
    <w:rsid w:val="000610AE"/>
    <w:rsid w:val="00062324"/>
    <w:rsid w:val="0006251E"/>
    <w:rsid w:val="000629B6"/>
    <w:rsid w:val="000636AA"/>
    <w:rsid w:val="00063C53"/>
    <w:rsid w:val="000656AB"/>
    <w:rsid w:val="000672D7"/>
    <w:rsid w:val="0006778B"/>
    <w:rsid w:val="00067F61"/>
    <w:rsid w:val="00071702"/>
    <w:rsid w:val="000727C5"/>
    <w:rsid w:val="000730D6"/>
    <w:rsid w:val="00073362"/>
    <w:rsid w:val="00074777"/>
    <w:rsid w:val="000757DF"/>
    <w:rsid w:val="00075CBD"/>
    <w:rsid w:val="00076624"/>
    <w:rsid w:val="00076CEE"/>
    <w:rsid w:val="00076FC7"/>
    <w:rsid w:val="00077B87"/>
    <w:rsid w:val="0008083E"/>
    <w:rsid w:val="0008166D"/>
    <w:rsid w:val="0008292A"/>
    <w:rsid w:val="00083791"/>
    <w:rsid w:val="000841DD"/>
    <w:rsid w:val="00086CD3"/>
    <w:rsid w:val="00087C59"/>
    <w:rsid w:val="00087C63"/>
    <w:rsid w:val="00087DE0"/>
    <w:rsid w:val="0009032E"/>
    <w:rsid w:val="000903D0"/>
    <w:rsid w:val="00091835"/>
    <w:rsid w:val="0009189F"/>
    <w:rsid w:val="00093E35"/>
    <w:rsid w:val="00093F6E"/>
    <w:rsid w:val="000941DD"/>
    <w:rsid w:val="00095799"/>
    <w:rsid w:val="0009593A"/>
    <w:rsid w:val="00096C8A"/>
    <w:rsid w:val="00097737"/>
    <w:rsid w:val="000A15F9"/>
    <w:rsid w:val="000A1FE3"/>
    <w:rsid w:val="000A3010"/>
    <w:rsid w:val="000A30C9"/>
    <w:rsid w:val="000A4209"/>
    <w:rsid w:val="000A4222"/>
    <w:rsid w:val="000A4F9F"/>
    <w:rsid w:val="000A5412"/>
    <w:rsid w:val="000A58E0"/>
    <w:rsid w:val="000A6CCB"/>
    <w:rsid w:val="000B0EFA"/>
    <w:rsid w:val="000B17C9"/>
    <w:rsid w:val="000B5A54"/>
    <w:rsid w:val="000B7418"/>
    <w:rsid w:val="000C0753"/>
    <w:rsid w:val="000C0FEE"/>
    <w:rsid w:val="000C2F2D"/>
    <w:rsid w:val="000C3214"/>
    <w:rsid w:val="000C32A4"/>
    <w:rsid w:val="000C4066"/>
    <w:rsid w:val="000C448E"/>
    <w:rsid w:val="000C4F71"/>
    <w:rsid w:val="000C71E8"/>
    <w:rsid w:val="000D02B2"/>
    <w:rsid w:val="000D0740"/>
    <w:rsid w:val="000D0972"/>
    <w:rsid w:val="000D13EB"/>
    <w:rsid w:val="000D2802"/>
    <w:rsid w:val="000D29F4"/>
    <w:rsid w:val="000D3825"/>
    <w:rsid w:val="000D4353"/>
    <w:rsid w:val="000D476D"/>
    <w:rsid w:val="000D5CCD"/>
    <w:rsid w:val="000D5F7F"/>
    <w:rsid w:val="000D6385"/>
    <w:rsid w:val="000D7B71"/>
    <w:rsid w:val="000E17AE"/>
    <w:rsid w:val="000E1A05"/>
    <w:rsid w:val="000E275C"/>
    <w:rsid w:val="000E49B9"/>
    <w:rsid w:val="000E5727"/>
    <w:rsid w:val="000E6D0B"/>
    <w:rsid w:val="000E7820"/>
    <w:rsid w:val="000E7A78"/>
    <w:rsid w:val="000F0B5F"/>
    <w:rsid w:val="000F0E64"/>
    <w:rsid w:val="000F1B73"/>
    <w:rsid w:val="000F205F"/>
    <w:rsid w:val="000F2B04"/>
    <w:rsid w:val="000F3CEE"/>
    <w:rsid w:val="000F3CFC"/>
    <w:rsid w:val="000F44AD"/>
    <w:rsid w:val="000F50E1"/>
    <w:rsid w:val="000F5C32"/>
    <w:rsid w:val="000F6A53"/>
    <w:rsid w:val="00100476"/>
    <w:rsid w:val="001014C5"/>
    <w:rsid w:val="00103136"/>
    <w:rsid w:val="0010366D"/>
    <w:rsid w:val="00105276"/>
    <w:rsid w:val="00107244"/>
    <w:rsid w:val="001103FD"/>
    <w:rsid w:val="00110D10"/>
    <w:rsid w:val="00110FEE"/>
    <w:rsid w:val="0011110A"/>
    <w:rsid w:val="001114B8"/>
    <w:rsid w:val="00111879"/>
    <w:rsid w:val="00112D69"/>
    <w:rsid w:val="0011472A"/>
    <w:rsid w:val="001149F1"/>
    <w:rsid w:val="00115BE8"/>
    <w:rsid w:val="0011799F"/>
    <w:rsid w:val="00117A73"/>
    <w:rsid w:val="001202AF"/>
    <w:rsid w:val="0012046D"/>
    <w:rsid w:val="001204B3"/>
    <w:rsid w:val="00120770"/>
    <w:rsid w:val="00121ED2"/>
    <w:rsid w:val="001230D9"/>
    <w:rsid w:val="00123E5D"/>
    <w:rsid w:val="00124A02"/>
    <w:rsid w:val="0012519A"/>
    <w:rsid w:val="0012539D"/>
    <w:rsid w:val="00125E60"/>
    <w:rsid w:val="00126403"/>
    <w:rsid w:val="00127739"/>
    <w:rsid w:val="001310FE"/>
    <w:rsid w:val="001313FE"/>
    <w:rsid w:val="00132BCE"/>
    <w:rsid w:val="00133C44"/>
    <w:rsid w:val="00135964"/>
    <w:rsid w:val="00135F87"/>
    <w:rsid w:val="00137B85"/>
    <w:rsid w:val="001400FB"/>
    <w:rsid w:val="00141335"/>
    <w:rsid w:val="00141776"/>
    <w:rsid w:val="00141D40"/>
    <w:rsid w:val="0014215C"/>
    <w:rsid w:val="001429B6"/>
    <w:rsid w:val="00143938"/>
    <w:rsid w:val="00143D88"/>
    <w:rsid w:val="00144740"/>
    <w:rsid w:val="00145D4C"/>
    <w:rsid w:val="001460C1"/>
    <w:rsid w:val="00150837"/>
    <w:rsid w:val="00151768"/>
    <w:rsid w:val="001518C0"/>
    <w:rsid w:val="001547A4"/>
    <w:rsid w:val="0015606A"/>
    <w:rsid w:val="00156E54"/>
    <w:rsid w:val="0015721D"/>
    <w:rsid w:val="001601EC"/>
    <w:rsid w:val="00160402"/>
    <w:rsid w:val="00160F1A"/>
    <w:rsid w:val="00161E1C"/>
    <w:rsid w:val="00162981"/>
    <w:rsid w:val="00162D32"/>
    <w:rsid w:val="00163AD5"/>
    <w:rsid w:val="00164B50"/>
    <w:rsid w:val="001659B9"/>
    <w:rsid w:val="00166FDD"/>
    <w:rsid w:val="00167D5D"/>
    <w:rsid w:val="00171BFC"/>
    <w:rsid w:val="00172E03"/>
    <w:rsid w:val="0017464F"/>
    <w:rsid w:val="00174E81"/>
    <w:rsid w:val="00175631"/>
    <w:rsid w:val="00176953"/>
    <w:rsid w:val="0017704F"/>
    <w:rsid w:val="00177347"/>
    <w:rsid w:val="0018058C"/>
    <w:rsid w:val="00181513"/>
    <w:rsid w:val="001819CA"/>
    <w:rsid w:val="00181B2C"/>
    <w:rsid w:val="00181D54"/>
    <w:rsid w:val="0018239C"/>
    <w:rsid w:val="00182548"/>
    <w:rsid w:val="00182B08"/>
    <w:rsid w:val="0018365F"/>
    <w:rsid w:val="00184440"/>
    <w:rsid w:val="001855DD"/>
    <w:rsid w:val="001865C4"/>
    <w:rsid w:val="00186D53"/>
    <w:rsid w:val="00186D57"/>
    <w:rsid w:val="00191F64"/>
    <w:rsid w:val="001924B6"/>
    <w:rsid w:val="00192A98"/>
    <w:rsid w:val="00193BE8"/>
    <w:rsid w:val="00194745"/>
    <w:rsid w:val="00196181"/>
    <w:rsid w:val="00196DA8"/>
    <w:rsid w:val="00197D76"/>
    <w:rsid w:val="00197FD3"/>
    <w:rsid w:val="00197FE6"/>
    <w:rsid w:val="001A0373"/>
    <w:rsid w:val="001A0D9F"/>
    <w:rsid w:val="001A101E"/>
    <w:rsid w:val="001A1CEF"/>
    <w:rsid w:val="001A2E88"/>
    <w:rsid w:val="001A4752"/>
    <w:rsid w:val="001A5D89"/>
    <w:rsid w:val="001A643F"/>
    <w:rsid w:val="001A68EF"/>
    <w:rsid w:val="001B11FA"/>
    <w:rsid w:val="001B17F5"/>
    <w:rsid w:val="001B2277"/>
    <w:rsid w:val="001B4738"/>
    <w:rsid w:val="001B4C98"/>
    <w:rsid w:val="001B5B4D"/>
    <w:rsid w:val="001B70DF"/>
    <w:rsid w:val="001B7157"/>
    <w:rsid w:val="001B73F9"/>
    <w:rsid w:val="001C021A"/>
    <w:rsid w:val="001C0E66"/>
    <w:rsid w:val="001C1D3A"/>
    <w:rsid w:val="001C220C"/>
    <w:rsid w:val="001C3705"/>
    <w:rsid w:val="001C377B"/>
    <w:rsid w:val="001C41E3"/>
    <w:rsid w:val="001C4665"/>
    <w:rsid w:val="001C6395"/>
    <w:rsid w:val="001C71BF"/>
    <w:rsid w:val="001D0623"/>
    <w:rsid w:val="001D0C90"/>
    <w:rsid w:val="001D1D1E"/>
    <w:rsid w:val="001D2B42"/>
    <w:rsid w:val="001D6F88"/>
    <w:rsid w:val="001E0EEA"/>
    <w:rsid w:val="001E1340"/>
    <w:rsid w:val="001E1473"/>
    <w:rsid w:val="001E1715"/>
    <w:rsid w:val="001E1D9C"/>
    <w:rsid w:val="001E2253"/>
    <w:rsid w:val="001E23C4"/>
    <w:rsid w:val="001E2A09"/>
    <w:rsid w:val="001E3BBA"/>
    <w:rsid w:val="001E3F86"/>
    <w:rsid w:val="001E575A"/>
    <w:rsid w:val="001E593B"/>
    <w:rsid w:val="001E5B10"/>
    <w:rsid w:val="001E6DAC"/>
    <w:rsid w:val="001E6EFD"/>
    <w:rsid w:val="001F0078"/>
    <w:rsid w:val="001F0C96"/>
    <w:rsid w:val="001F287F"/>
    <w:rsid w:val="001F32E2"/>
    <w:rsid w:val="001F42FB"/>
    <w:rsid w:val="001F4E85"/>
    <w:rsid w:val="001F5857"/>
    <w:rsid w:val="001F6506"/>
    <w:rsid w:val="001F6742"/>
    <w:rsid w:val="001F73EE"/>
    <w:rsid w:val="002013E7"/>
    <w:rsid w:val="00202514"/>
    <w:rsid w:val="00202BE4"/>
    <w:rsid w:val="002032AD"/>
    <w:rsid w:val="002044F8"/>
    <w:rsid w:val="002046B0"/>
    <w:rsid w:val="00204E3E"/>
    <w:rsid w:val="00205F9D"/>
    <w:rsid w:val="00207007"/>
    <w:rsid w:val="0021046F"/>
    <w:rsid w:val="00210ACC"/>
    <w:rsid w:val="00212857"/>
    <w:rsid w:val="00213062"/>
    <w:rsid w:val="00214733"/>
    <w:rsid w:val="00214C8A"/>
    <w:rsid w:val="00215AF6"/>
    <w:rsid w:val="0021614B"/>
    <w:rsid w:val="00216FAD"/>
    <w:rsid w:val="0021726E"/>
    <w:rsid w:val="0021729A"/>
    <w:rsid w:val="00217B3A"/>
    <w:rsid w:val="00221441"/>
    <w:rsid w:val="00221D5D"/>
    <w:rsid w:val="00223159"/>
    <w:rsid w:val="002253EA"/>
    <w:rsid w:val="002254D9"/>
    <w:rsid w:val="00226401"/>
    <w:rsid w:val="0022656B"/>
    <w:rsid w:val="002273D8"/>
    <w:rsid w:val="00230DC7"/>
    <w:rsid w:val="0023142B"/>
    <w:rsid w:val="00231783"/>
    <w:rsid w:val="00231CB5"/>
    <w:rsid w:val="00233042"/>
    <w:rsid w:val="00234257"/>
    <w:rsid w:val="0023439F"/>
    <w:rsid w:val="00234E49"/>
    <w:rsid w:val="00235334"/>
    <w:rsid w:val="0023697A"/>
    <w:rsid w:val="00236A4D"/>
    <w:rsid w:val="00240AA5"/>
    <w:rsid w:val="00241BFD"/>
    <w:rsid w:val="0024218D"/>
    <w:rsid w:val="00242D32"/>
    <w:rsid w:val="00242F07"/>
    <w:rsid w:val="00245771"/>
    <w:rsid w:val="002465D7"/>
    <w:rsid w:val="002467C9"/>
    <w:rsid w:val="00246B95"/>
    <w:rsid w:val="00250B7F"/>
    <w:rsid w:val="00251E87"/>
    <w:rsid w:val="00251EBF"/>
    <w:rsid w:val="002524D6"/>
    <w:rsid w:val="002532FC"/>
    <w:rsid w:val="002533C2"/>
    <w:rsid w:val="002536F5"/>
    <w:rsid w:val="00253910"/>
    <w:rsid w:val="0025393A"/>
    <w:rsid w:val="00255226"/>
    <w:rsid w:val="00255EEF"/>
    <w:rsid w:val="00256A25"/>
    <w:rsid w:val="00261036"/>
    <w:rsid w:val="002611EB"/>
    <w:rsid w:val="00263BF1"/>
    <w:rsid w:val="00264466"/>
    <w:rsid w:val="00264AED"/>
    <w:rsid w:val="00270C04"/>
    <w:rsid w:val="00271014"/>
    <w:rsid w:val="00271DCB"/>
    <w:rsid w:val="002727E2"/>
    <w:rsid w:val="00273285"/>
    <w:rsid w:val="002733CA"/>
    <w:rsid w:val="0027384B"/>
    <w:rsid w:val="0027459A"/>
    <w:rsid w:val="00275B32"/>
    <w:rsid w:val="00276C5F"/>
    <w:rsid w:val="002773AC"/>
    <w:rsid w:val="002808E5"/>
    <w:rsid w:val="00281F9D"/>
    <w:rsid w:val="00282178"/>
    <w:rsid w:val="00282880"/>
    <w:rsid w:val="00283E50"/>
    <w:rsid w:val="002856AB"/>
    <w:rsid w:val="002861D7"/>
    <w:rsid w:val="002915D0"/>
    <w:rsid w:val="0029280D"/>
    <w:rsid w:val="00292E85"/>
    <w:rsid w:val="00293A05"/>
    <w:rsid w:val="002A05EC"/>
    <w:rsid w:val="002A0801"/>
    <w:rsid w:val="002A1935"/>
    <w:rsid w:val="002A19F1"/>
    <w:rsid w:val="002A3B95"/>
    <w:rsid w:val="002B0886"/>
    <w:rsid w:val="002B51B6"/>
    <w:rsid w:val="002B585D"/>
    <w:rsid w:val="002B6229"/>
    <w:rsid w:val="002B6A80"/>
    <w:rsid w:val="002B7FD1"/>
    <w:rsid w:val="002C1654"/>
    <w:rsid w:val="002C1D72"/>
    <w:rsid w:val="002C20D4"/>
    <w:rsid w:val="002C2C13"/>
    <w:rsid w:val="002C336B"/>
    <w:rsid w:val="002C441B"/>
    <w:rsid w:val="002C5212"/>
    <w:rsid w:val="002C62FA"/>
    <w:rsid w:val="002C6957"/>
    <w:rsid w:val="002C6C5B"/>
    <w:rsid w:val="002D029B"/>
    <w:rsid w:val="002D1FE8"/>
    <w:rsid w:val="002D4C5F"/>
    <w:rsid w:val="002D52F0"/>
    <w:rsid w:val="002D5BA8"/>
    <w:rsid w:val="002D6B7B"/>
    <w:rsid w:val="002D6C9C"/>
    <w:rsid w:val="002E3491"/>
    <w:rsid w:val="002E3A2C"/>
    <w:rsid w:val="002E3BEC"/>
    <w:rsid w:val="002E440A"/>
    <w:rsid w:val="002E5C1D"/>
    <w:rsid w:val="002E63E1"/>
    <w:rsid w:val="002E7894"/>
    <w:rsid w:val="002E7FAD"/>
    <w:rsid w:val="002F0E04"/>
    <w:rsid w:val="002F19B4"/>
    <w:rsid w:val="002F1F60"/>
    <w:rsid w:val="002F2D67"/>
    <w:rsid w:val="002F2E16"/>
    <w:rsid w:val="002F7137"/>
    <w:rsid w:val="002F7693"/>
    <w:rsid w:val="00300567"/>
    <w:rsid w:val="003021AD"/>
    <w:rsid w:val="00303757"/>
    <w:rsid w:val="00303852"/>
    <w:rsid w:val="00304655"/>
    <w:rsid w:val="00304ECA"/>
    <w:rsid w:val="0030595F"/>
    <w:rsid w:val="00305B30"/>
    <w:rsid w:val="00306729"/>
    <w:rsid w:val="003072E4"/>
    <w:rsid w:val="003108A4"/>
    <w:rsid w:val="00310E72"/>
    <w:rsid w:val="00310F81"/>
    <w:rsid w:val="003111B5"/>
    <w:rsid w:val="003118FA"/>
    <w:rsid w:val="003123C9"/>
    <w:rsid w:val="00313CEA"/>
    <w:rsid w:val="0031572A"/>
    <w:rsid w:val="00316253"/>
    <w:rsid w:val="00316ABA"/>
    <w:rsid w:val="00316C1C"/>
    <w:rsid w:val="003177ED"/>
    <w:rsid w:val="00320058"/>
    <w:rsid w:val="00321918"/>
    <w:rsid w:val="00322B5E"/>
    <w:rsid w:val="003235F9"/>
    <w:rsid w:val="00323987"/>
    <w:rsid w:val="00323FF5"/>
    <w:rsid w:val="00324016"/>
    <w:rsid w:val="00325392"/>
    <w:rsid w:val="00326361"/>
    <w:rsid w:val="00326C0B"/>
    <w:rsid w:val="00327938"/>
    <w:rsid w:val="00330EDF"/>
    <w:rsid w:val="00334EF6"/>
    <w:rsid w:val="00335A56"/>
    <w:rsid w:val="00335F65"/>
    <w:rsid w:val="003360FD"/>
    <w:rsid w:val="00336442"/>
    <w:rsid w:val="00336879"/>
    <w:rsid w:val="0033723A"/>
    <w:rsid w:val="0033742D"/>
    <w:rsid w:val="00337C30"/>
    <w:rsid w:val="003401BF"/>
    <w:rsid w:val="00340B51"/>
    <w:rsid w:val="00341D0F"/>
    <w:rsid w:val="00342B8D"/>
    <w:rsid w:val="00342E3B"/>
    <w:rsid w:val="00344F8C"/>
    <w:rsid w:val="00345763"/>
    <w:rsid w:val="00345CE7"/>
    <w:rsid w:val="003509E1"/>
    <w:rsid w:val="0035123E"/>
    <w:rsid w:val="003515ED"/>
    <w:rsid w:val="003523BD"/>
    <w:rsid w:val="003559AB"/>
    <w:rsid w:val="00355F11"/>
    <w:rsid w:val="00356662"/>
    <w:rsid w:val="00356948"/>
    <w:rsid w:val="00357DC9"/>
    <w:rsid w:val="003609F6"/>
    <w:rsid w:val="003613C9"/>
    <w:rsid w:val="0036162C"/>
    <w:rsid w:val="003617D4"/>
    <w:rsid w:val="00361D00"/>
    <w:rsid w:val="00361D07"/>
    <w:rsid w:val="003637F0"/>
    <w:rsid w:val="00364FD4"/>
    <w:rsid w:val="0036530C"/>
    <w:rsid w:val="0036582E"/>
    <w:rsid w:val="00365DB0"/>
    <w:rsid w:val="00366007"/>
    <w:rsid w:val="003666F4"/>
    <w:rsid w:val="00366DCF"/>
    <w:rsid w:val="00370C72"/>
    <w:rsid w:val="00371EFE"/>
    <w:rsid w:val="003726EB"/>
    <w:rsid w:val="00373D68"/>
    <w:rsid w:val="00374637"/>
    <w:rsid w:val="00376BCF"/>
    <w:rsid w:val="003775C8"/>
    <w:rsid w:val="00381A0F"/>
    <w:rsid w:val="00383DB2"/>
    <w:rsid w:val="00385077"/>
    <w:rsid w:val="00386505"/>
    <w:rsid w:val="00386DEA"/>
    <w:rsid w:val="0038714D"/>
    <w:rsid w:val="0038778E"/>
    <w:rsid w:val="003927DF"/>
    <w:rsid w:val="0039368F"/>
    <w:rsid w:val="00394E29"/>
    <w:rsid w:val="00395822"/>
    <w:rsid w:val="0039606E"/>
    <w:rsid w:val="003965FD"/>
    <w:rsid w:val="003970CB"/>
    <w:rsid w:val="00397898"/>
    <w:rsid w:val="003A04DA"/>
    <w:rsid w:val="003A077C"/>
    <w:rsid w:val="003A097D"/>
    <w:rsid w:val="003A0F7E"/>
    <w:rsid w:val="003A190E"/>
    <w:rsid w:val="003A1F0C"/>
    <w:rsid w:val="003A31BD"/>
    <w:rsid w:val="003A3376"/>
    <w:rsid w:val="003A4DB8"/>
    <w:rsid w:val="003A54A1"/>
    <w:rsid w:val="003A60AB"/>
    <w:rsid w:val="003A651F"/>
    <w:rsid w:val="003A6780"/>
    <w:rsid w:val="003A78A6"/>
    <w:rsid w:val="003B0059"/>
    <w:rsid w:val="003B105E"/>
    <w:rsid w:val="003B17FC"/>
    <w:rsid w:val="003B22DF"/>
    <w:rsid w:val="003B2429"/>
    <w:rsid w:val="003B44D4"/>
    <w:rsid w:val="003B4660"/>
    <w:rsid w:val="003B5314"/>
    <w:rsid w:val="003B5949"/>
    <w:rsid w:val="003B60B3"/>
    <w:rsid w:val="003B6251"/>
    <w:rsid w:val="003B6CDE"/>
    <w:rsid w:val="003B766D"/>
    <w:rsid w:val="003C1749"/>
    <w:rsid w:val="003C1AC7"/>
    <w:rsid w:val="003C26AA"/>
    <w:rsid w:val="003C30A9"/>
    <w:rsid w:val="003C4F95"/>
    <w:rsid w:val="003C65FE"/>
    <w:rsid w:val="003C720D"/>
    <w:rsid w:val="003D0901"/>
    <w:rsid w:val="003D0943"/>
    <w:rsid w:val="003D24C0"/>
    <w:rsid w:val="003D2562"/>
    <w:rsid w:val="003D26DA"/>
    <w:rsid w:val="003D315F"/>
    <w:rsid w:val="003D64E2"/>
    <w:rsid w:val="003D6986"/>
    <w:rsid w:val="003D79B2"/>
    <w:rsid w:val="003E09A9"/>
    <w:rsid w:val="003E3D11"/>
    <w:rsid w:val="003E5296"/>
    <w:rsid w:val="003E633D"/>
    <w:rsid w:val="003F0499"/>
    <w:rsid w:val="003F1F4B"/>
    <w:rsid w:val="003F40D7"/>
    <w:rsid w:val="003F470D"/>
    <w:rsid w:val="003F4922"/>
    <w:rsid w:val="003F4DC7"/>
    <w:rsid w:val="003F528D"/>
    <w:rsid w:val="003F588F"/>
    <w:rsid w:val="00400894"/>
    <w:rsid w:val="00400C35"/>
    <w:rsid w:val="004025C5"/>
    <w:rsid w:val="00403162"/>
    <w:rsid w:val="004032E5"/>
    <w:rsid w:val="004032F9"/>
    <w:rsid w:val="004046F4"/>
    <w:rsid w:val="0040573A"/>
    <w:rsid w:val="00405FB5"/>
    <w:rsid w:val="004072D1"/>
    <w:rsid w:val="00407759"/>
    <w:rsid w:val="0040798C"/>
    <w:rsid w:val="00407A2C"/>
    <w:rsid w:val="00410FCC"/>
    <w:rsid w:val="00412584"/>
    <w:rsid w:val="0041281B"/>
    <w:rsid w:val="00413228"/>
    <w:rsid w:val="004143B3"/>
    <w:rsid w:val="004152B8"/>
    <w:rsid w:val="00415E97"/>
    <w:rsid w:val="00415F79"/>
    <w:rsid w:val="004160F8"/>
    <w:rsid w:val="004165EA"/>
    <w:rsid w:val="0041783E"/>
    <w:rsid w:val="00417FCC"/>
    <w:rsid w:val="00420304"/>
    <w:rsid w:val="00420AF8"/>
    <w:rsid w:val="00420BAD"/>
    <w:rsid w:val="004210C3"/>
    <w:rsid w:val="00421169"/>
    <w:rsid w:val="00422941"/>
    <w:rsid w:val="004230BA"/>
    <w:rsid w:val="00424736"/>
    <w:rsid w:val="004261AC"/>
    <w:rsid w:val="004262D2"/>
    <w:rsid w:val="0042717C"/>
    <w:rsid w:val="00427377"/>
    <w:rsid w:val="00427AEF"/>
    <w:rsid w:val="00427EAF"/>
    <w:rsid w:val="00430C18"/>
    <w:rsid w:val="00430CB0"/>
    <w:rsid w:val="00430E39"/>
    <w:rsid w:val="00430FA4"/>
    <w:rsid w:val="004323B9"/>
    <w:rsid w:val="00432FFC"/>
    <w:rsid w:val="00433BF5"/>
    <w:rsid w:val="004401AA"/>
    <w:rsid w:val="004412F5"/>
    <w:rsid w:val="00441A71"/>
    <w:rsid w:val="00442BD0"/>
    <w:rsid w:val="00442BF5"/>
    <w:rsid w:val="004447FC"/>
    <w:rsid w:val="004454AA"/>
    <w:rsid w:val="00445527"/>
    <w:rsid w:val="00446978"/>
    <w:rsid w:val="00446EFF"/>
    <w:rsid w:val="004471BF"/>
    <w:rsid w:val="00447677"/>
    <w:rsid w:val="00447ACD"/>
    <w:rsid w:val="00447F04"/>
    <w:rsid w:val="00450F05"/>
    <w:rsid w:val="00452EBF"/>
    <w:rsid w:val="0045302D"/>
    <w:rsid w:val="00453FFB"/>
    <w:rsid w:val="0045423C"/>
    <w:rsid w:val="0045522E"/>
    <w:rsid w:val="00460109"/>
    <w:rsid w:val="0046363E"/>
    <w:rsid w:val="00463B14"/>
    <w:rsid w:val="00465E7A"/>
    <w:rsid w:val="0046627E"/>
    <w:rsid w:val="004665C8"/>
    <w:rsid w:val="00466AA7"/>
    <w:rsid w:val="00467092"/>
    <w:rsid w:val="00470296"/>
    <w:rsid w:val="0047064C"/>
    <w:rsid w:val="00472453"/>
    <w:rsid w:val="00472A03"/>
    <w:rsid w:val="00472A79"/>
    <w:rsid w:val="00472F4B"/>
    <w:rsid w:val="00473974"/>
    <w:rsid w:val="00473B24"/>
    <w:rsid w:val="0047473C"/>
    <w:rsid w:val="00474E84"/>
    <w:rsid w:val="00475807"/>
    <w:rsid w:val="00476507"/>
    <w:rsid w:val="004768F0"/>
    <w:rsid w:val="004779D4"/>
    <w:rsid w:val="00480743"/>
    <w:rsid w:val="004815F5"/>
    <w:rsid w:val="00481678"/>
    <w:rsid w:val="004820AF"/>
    <w:rsid w:val="0048377F"/>
    <w:rsid w:val="0048477B"/>
    <w:rsid w:val="00484827"/>
    <w:rsid w:val="00486AE7"/>
    <w:rsid w:val="00486EFB"/>
    <w:rsid w:val="00492F12"/>
    <w:rsid w:val="00493973"/>
    <w:rsid w:val="00493ABD"/>
    <w:rsid w:val="00494491"/>
    <w:rsid w:val="00497A55"/>
    <w:rsid w:val="00497DE1"/>
    <w:rsid w:val="004A0BBB"/>
    <w:rsid w:val="004A0CF5"/>
    <w:rsid w:val="004A1741"/>
    <w:rsid w:val="004A1D96"/>
    <w:rsid w:val="004A2BF9"/>
    <w:rsid w:val="004A391C"/>
    <w:rsid w:val="004A4E56"/>
    <w:rsid w:val="004A58BE"/>
    <w:rsid w:val="004A6D4A"/>
    <w:rsid w:val="004A71EC"/>
    <w:rsid w:val="004B02AD"/>
    <w:rsid w:val="004B0C5A"/>
    <w:rsid w:val="004B16D9"/>
    <w:rsid w:val="004B1D34"/>
    <w:rsid w:val="004B2737"/>
    <w:rsid w:val="004B2B80"/>
    <w:rsid w:val="004B3351"/>
    <w:rsid w:val="004B5A4A"/>
    <w:rsid w:val="004B5D73"/>
    <w:rsid w:val="004B6AA7"/>
    <w:rsid w:val="004C01A0"/>
    <w:rsid w:val="004C0F91"/>
    <w:rsid w:val="004C10DC"/>
    <w:rsid w:val="004C19E6"/>
    <w:rsid w:val="004C1D3A"/>
    <w:rsid w:val="004C271B"/>
    <w:rsid w:val="004C32E1"/>
    <w:rsid w:val="004C336A"/>
    <w:rsid w:val="004C34BB"/>
    <w:rsid w:val="004C42E8"/>
    <w:rsid w:val="004C52BB"/>
    <w:rsid w:val="004C5AB2"/>
    <w:rsid w:val="004C6130"/>
    <w:rsid w:val="004C6715"/>
    <w:rsid w:val="004D013F"/>
    <w:rsid w:val="004D0A60"/>
    <w:rsid w:val="004D1E51"/>
    <w:rsid w:val="004D20F0"/>
    <w:rsid w:val="004D2BCB"/>
    <w:rsid w:val="004D34FD"/>
    <w:rsid w:val="004D403B"/>
    <w:rsid w:val="004D4636"/>
    <w:rsid w:val="004D46D9"/>
    <w:rsid w:val="004D514E"/>
    <w:rsid w:val="004D541F"/>
    <w:rsid w:val="004D59DD"/>
    <w:rsid w:val="004D5D6C"/>
    <w:rsid w:val="004D71C7"/>
    <w:rsid w:val="004D77E2"/>
    <w:rsid w:val="004E1019"/>
    <w:rsid w:val="004E1028"/>
    <w:rsid w:val="004E20A1"/>
    <w:rsid w:val="004E292E"/>
    <w:rsid w:val="004E2B9E"/>
    <w:rsid w:val="004E35CD"/>
    <w:rsid w:val="004E3CAB"/>
    <w:rsid w:val="004E51E6"/>
    <w:rsid w:val="004E611A"/>
    <w:rsid w:val="004E64EE"/>
    <w:rsid w:val="004E79F6"/>
    <w:rsid w:val="004F0F35"/>
    <w:rsid w:val="004F174B"/>
    <w:rsid w:val="004F216B"/>
    <w:rsid w:val="004F247A"/>
    <w:rsid w:val="004F33EC"/>
    <w:rsid w:val="004F5667"/>
    <w:rsid w:val="004F636E"/>
    <w:rsid w:val="004F684C"/>
    <w:rsid w:val="004F6EBC"/>
    <w:rsid w:val="004F7819"/>
    <w:rsid w:val="005007B8"/>
    <w:rsid w:val="00502698"/>
    <w:rsid w:val="005042AC"/>
    <w:rsid w:val="00506938"/>
    <w:rsid w:val="00507A2A"/>
    <w:rsid w:val="00507B50"/>
    <w:rsid w:val="00507CBC"/>
    <w:rsid w:val="00510002"/>
    <w:rsid w:val="00510242"/>
    <w:rsid w:val="005110AF"/>
    <w:rsid w:val="00514E6F"/>
    <w:rsid w:val="005162FD"/>
    <w:rsid w:val="00516BDB"/>
    <w:rsid w:val="00517665"/>
    <w:rsid w:val="00517701"/>
    <w:rsid w:val="005178F1"/>
    <w:rsid w:val="0051797A"/>
    <w:rsid w:val="00521DCF"/>
    <w:rsid w:val="005241B2"/>
    <w:rsid w:val="00525269"/>
    <w:rsid w:val="005252CE"/>
    <w:rsid w:val="00525404"/>
    <w:rsid w:val="005258D8"/>
    <w:rsid w:val="00525EEE"/>
    <w:rsid w:val="0052744A"/>
    <w:rsid w:val="00527C8A"/>
    <w:rsid w:val="00530036"/>
    <w:rsid w:val="00530939"/>
    <w:rsid w:val="0053268F"/>
    <w:rsid w:val="005331A7"/>
    <w:rsid w:val="00533DCC"/>
    <w:rsid w:val="00533FCC"/>
    <w:rsid w:val="005345BE"/>
    <w:rsid w:val="00534C4A"/>
    <w:rsid w:val="00534F58"/>
    <w:rsid w:val="00535459"/>
    <w:rsid w:val="005356C5"/>
    <w:rsid w:val="00535DB1"/>
    <w:rsid w:val="00536FDF"/>
    <w:rsid w:val="005371BB"/>
    <w:rsid w:val="0054287F"/>
    <w:rsid w:val="005446BC"/>
    <w:rsid w:val="00544CB5"/>
    <w:rsid w:val="0054527F"/>
    <w:rsid w:val="005468D0"/>
    <w:rsid w:val="0054699C"/>
    <w:rsid w:val="00546ACB"/>
    <w:rsid w:val="0054769D"/>
    <w:rsid w:val="005478D7"/>
    <w:rsid w:val="00547A03"/>
    <w:rsid w:val="005507AD"/>
    <w:rsid w:val="00551766"/>
    <w:rsid w:val="0055224A"/>
    <w:rsid w:val="005533D6"/>
    <w:rsid w:val="00553C09"/>
    <w:rsid w:val="005547BE"/>
    <w:rsid w:val="005563E3"/>
    <w:rsid w:val="00556F83"/>
    <w:rsid w:val="00557F02"/>
    <w:rsid w:val="005612FA"/>
    <w:rsid w:val="0056141E"/>
    <w:rsid w:val="0056172C"/>
    <w:rsid w:val="00561B68"/>
    <w:rsid w:val="00561D77"/>
    <w:rsid w:val="005623B8"/>
    <w:rsid w:val="005625C4"/>
    <w:rsid w:val="0056302D"/>
    <w:rsid w:val="00564D60"/>
    <w:rsid w:val="0056523F"/>
    <w:rsid w:val="00565E1C"/>
    <w:rsid w:val="00566DA3"/>
    <w:rsid w:val="00567225"/>
    <w:rsid w:val="00567288"/>
    <w:rsid w:val="00567800"/>
    <w:rsid w:val="00567D30"/>
    <w:rsid w:val="00571045"/>
    <w:rsid w:val="00571641"/>
    <w:rsid w:val="005718E4"/>
    <w:rsid w:val="00571CB8"/>
    <w:rsid w:val="00574A84"/>
    <w:rsid w:val="00575288"/>
    <w:rsid w:val="00575ADA"/>
    <w:rsid w:val="0057693A"/>
    <w:rsid w:val="005770E3"/>
    <w:rsid w:val="0057732B"/>
    <w:rsid w:val="00577E01"/>
    <w:rsid w:val="00580109"/>
    <w:rsid w:val="00581767"/>
    <w:rsid w:val="00582F6C"/>
    <w:rsid w:val="00583088"/>
    <w:rsid w:val="005845EA"/>
    <w:rsid w:val="005845EB"/>
    <w:rsid w:val="00585327"/>
    <w:rsid w:val="00587F88"/>
    <w:rsid w:val="005903FB"/>
    <w:rsid w:val="00590424"/>
    <w:rsid w:val="0059101B"/>
    <w:rsid w:val="005929CA"/>
    <w:rsid w:val="00594126"/>
    <w:rsid w:val="005956C4"/>
    <w:rsid w:val="00595A48"/>
    <w:rsid w:val="00596264"/>
    <w:rsid w:val="00597269"/>
    <w:rsid w:val="005976C1"/>
    <w:rsid w:val="00597AA3"/>
    <w:rsid w:val="00597AC2"/>
    <w:rsid w:val="005A1201"/>
    <w:rsid w:val="005A1942"/>
    <w:rsid w:val="005A1D86"/>
    <w:rsid w:val="005A3103"/>
    <w:rsid w:val="005A7E83"/>
    <w:rsid w:val="005B021C"/>
    <w:rsid w:val="005B24C6"/>
    <w:rsid w:val="005B3A1F"/>
    <w:rsid w:val="005B5192"/>
    <w:rsid w:val="005B52FE"/>
    <w:rsid w:val="005B5440"/>
    <w:rsid w:val="005B645E"/>
    <w:rsid w:val="005C08C7"/>
    <w:rsid w:val="005C1122"/>
    <w:rsid w:val="005C153F"/>
    <w:rsid w:val="005C224D"/>
    <w:rsid w:val="005C243B"/>
    <w:rsid w:val="005C2873"/>
    <w:rsid w:val="005C35F1"/>
    <w:rsid w:val="005C4B27"/>
    <w:rsid w:val="005C5AFD"/>
    <w:rsid w:val="005C72EE"/>
    <w:rsid w:val="005C786F"/>
    <w:rsid w:val="005C7A6C"/>
    <w:rsid w:val="005D00DD"/>
    <w:rsid w:val="005D0129"/>
    <w:rsid w:val="005D06D1"/>
    <w:rsid w:val="005D1D0D"/>
    <w:rsid w:val="005D21A5"/>
    <w:rsid w:val="005D27AB"/>
    <w:rsid w:val="005D2993"/>
    <w:rsid w:val="005D34F4"/>
    <w:rsid w:val="005D3817"/>
    <w:rsid w:val="005D497C"/>
    <w:rsid w:val="005D5B69"/>
    <w:rsid w:val="005E081C"/>
    <w:rsid w:val="005E0AE0"/>
    <w:rsid w:val="005E246A"/>
    <w:rsid w:val="005E2F76"/>
    <w:rsid w:val="005E466D"/>
    <w:rsid w:val="005E47CF"/>
    <w:rsid w:val="005E55E5"/>
    <w:rsid w:val="005F0351"/>
    <w:rsid w:val="005F0826"/>
    <w:rsid w:val="005F1755"/>
    <w:rsid w:val="005F325C"/>
    <w:rsid w:val="005F418A"/>
    <w:rsid w:val="005F56B8"/>
    <w:rsid w:val="005F6BAA"/>
    <w:rsid w:val="005F70D4"/>
    <w:rsid w:val="005F71E5"/>
    <w:rsid w:val="00600573"/>
    <w:rsid w:val="00601497"/>
    <w:rsid w:val="00601749"/>
    <w:rsid w:val="00603ADA"/>
    <w:rsid w:val="006044EF"/>
    <w:rsid w:val="006044F7"/>
    <w:rsid w:val="00604DC5"/>
    <w:rsid w:val="00605112"/>
    <w:rsid w:val="00605541"/>
    <w:rsid w:val="00605557"/>
    <w:rsid w:val="0060632E"/>
    <w:rsid w:val="0060639C"/>
    <w:rsid w:val="00606A79"/>
    <w:rsid w:val="00607037"/>
    <w:rsid w:val="006078ED"/>
    <w:rsid w:val="00607B12"/>
    <w:rsid w:val="0061150C"/>
    <w:rsid w:val="00613624"/>
    <w:rsid w:val="00615C45"/>
    <w:rsid w:val="00615CBD"/>
    <w:rsid w:val="0061663B"/>
    <w:rsid w:val="00616D47"/>
    <w:rsid w:val="00616E01"/>
    <w:rsid w:val="006179FF"/>
    <w:rsid w:val="00620009"/>
    <w:rsid w:val="0062214D"/>
    <w:rsid w:val="006221F2"/>
    <w:rsid w:val="006236B2"/>
    <w:rsid w:val="0062460F"/>
    <w:rsid w:val="0062500E"/>
    <w:rsid w:val="0062520B"/>
    <w:rsid w:val="00625A4F"/>
    <w:rsid w:val="00625F86"/>
    <w:rsid w:val="006279DC"/>
    <w:rsid w:val="006300D7"/>
    <w:rsid w:val="00630BD0"/>
    <w:rsid w:val="006363CA"/>
    <w:rsid w:val="00640118"/>
    <w:rsid w:val="006401BA"/>
    <w:rsid w:val="00641152"/>
    <w:rsid w:val="00642589"/>
    <w:rsid w:val="00643D5C"/>
    <w:rsid w:val="00643E6A"/>
    <w:rsid w:val="00644038"/>
    <w:rsid w:val="00644213"/>
    <w:rsid w:val="0064497F"/>
    <w:rsid w:val="00644EE2"/>
    <w:rsid w:val="00645B77"/>
    <w:rsid w:val="006465A8"/>
    <w:rsid w:val="006477DA"/>
    <w:rsid w:val="00647820"/>
    <w:rsid w:val="006505EE"/>
    <w:rsid w:val="006514F0"/>
    <w:rsid w:val="00652D67"/>
    <w:rsid w:val="006540A0"/>
    <w:rsid w:val="00654BB1"/>
    <w:rsid w:val="00654CE8"/>
    <w:rsid w:val="006559EE"/>
    <w:rsid w:val="00655A69"/>
    <w:rsid w:val="00655C82"/>
    <w:rsid w:val="00655E5D"/>
    <w:rsid w:val="006601EA"/>
    <w:rsid w:val="006608C5"/>
    <w:rsid w:val="00660C5B"/>
    <w:rsid w:val="006617C7"/>
    <w:rsid w:val="00665124"/>
    <w:rsid w:val="00665132"/>
    <w:rsid w:val="006658CE"/>
    <w:rsid w:val="00665D2B"/>
    <w:rsid w:val="0066677D"/>
    <w:rsid w:val="006668E6"/>
    <w:rsid w:val="00666975"/>
    <w:rsid w:val="006701DE"/>
    <w:rsid w:val="0067064B"/>
    <w:rsid w:val="0067411C"/>
    <w:rsid w:val="00674778"/>
    <w:rsid w:val="00674EB4"/>
    <w:rsid w:val="006753FC"/>
    <w:rsid w:val="0067696A"/>
    <w:rsid w:val="00677986"/>
    <w:rsid w:val="006804C3"/>
    <w:rsid w:val="006816F3"/>
    <w:rsid w:val="006822DD"/>
    <w:rsid w:val="00682699"/>
    <w:rsid w:val="0068293D"/>
    <w:rsid w:val="00682FF7"/>
    <w:rsid w:val="0068357E"/>
    <w:rsid w:val="00684153"/>
    <w:rsid w:val="00686750"/>
    <w:rsid w:val="00690711"/>
    <w:rsid w:val="00690B8A"/>
    <w:rsid w:val="00690BA2"/>
    <w:rsid w:val="00691CE0"/>
    <w:rsid w:val="00694D5B"/>
    <w:rsid w:val="0069541F"/>
    <w:rsid w:val="00695DEC"/>
    <w:rsid w:val="006961A7"/>
    <w:rsid w:val="00696C95"/>
    <w:rsid w:val="00697006"/>
    <w:rsid w:val="006970D4"/>
    <w:rsid w:val="006A03EC"/>
    <w:rsid w:val="006A0602"/>
    <w:rsid w:val="006A068D"/>
    <w:rsid w:val="006A0CA3"/>
    <w:rsid w:val="006A4842"/>
    <w:rsid w:val="006A48AE"/>
    <w:rsid w:val="006A5324"/>
    <w:rsid w:val="006A5F1E"/>
    <w:rsid w:val="006A67D5"/>
    <w:rsid w:val="006A71BE"/>
    <w:rsid w:val="006B0636"/>
    <w:rsid w:val="006B07CD"/>
    <w:rsid w:val="006B175F"/>
    <w:rsid w:val="006B2AAC"/>
    <w:rsid w:val="006B314F"/>
    <w:rsid w:val="006B41F9"/>
    <w:rsid w:val="006B4795"/>
    <w:rsid w:val="006B4CE7"/>
    <w:rsid w:val="006B4DA7"/>
    <w:rsid w:val="006C0760"/>
    <w:rsid w:val="006C1FCF"/>
    <w:rsid w:val="006C20CA"/>
    <w:rsid w:val="006C4138"/>
    <w:rsid w:val="006C4D0A"/>
    <w:rsid w:val="006C5AB2"/>
    <w:rsid w:val="006C6336"/>
    <w:rsid w:val="006C6529"/>
    <w:rsid w:val="006C707C"/>
    <w:rsid w:val="006D15D9"/>
    <w:rsid w:val="006D1785"/>
    <w:rsid w:val="006D17EE"/>
    <w:rsid w:val="006D3965"/>
    <w:rsid w:val="006D45A6"/>
    <w:rsid w:val="006D4A7D"/>
    <w:rsid w:val="006D6501"/>
    <w:rsid w:val="006D71AC"/>
    <w:rsid w:val="006D76F9"/>
    <w:rsid w:val="006D7CCE"/>
    <w:rsid w:val="006E0401"/>
    <w:rsid w:val="006E0592"/>
    <w:rsid w:val="006E0CCD"/>
    <w:rsid w:val="006E2134"/>
    <w:rsid w:val="006E2F15"/>
    <w:rsid w:val="006E2F53"/>
    <w:rsid w:val="006E3250"/>
    <w:rsid w:val="006E365D"/>
    <w:rsid w:val="006E3F7D"/>
    <w:rsid w:val="006E4BFD"/>
    <w:rsid w:val="006E54EA"/>
    <w:rsid w:val="006E578C"/>
    <w:rsid w:val="006E5AB6"/>
    <w:rsid w:val="006E605F"/>
    <w:rsid w:val="006E7644"/>
    <w:rsid w:val="006F1A5F"/>
    <w:rsid w:val="006F25DE"/>
    <w:rsid w:val="006F28D1"/>
    <w:rsid w:val="006F2F9A"/>
    <w:rsid w:val="006F3B4A"/>
    <w:rsid w:val="006F4898"/>
    <w:rsid w:val="006F4A61"/>
    <w:rsid w:val="006F5442"/>
    <w:rsid w:val="006F6341"/>
    <w:rsid w:val="006F796E"/>
    <w:rsid w:val="006F7D82"/>
    <w:rsid w:val="00700E00"/>
    <w:rsid w:val="00702F50"/>
    <w:rsid w:val="00704FFB"/>
    <w:rsid w:val="007054C6"/>
    <w:rsid w:val="00705F28"/>
    <w:rsid w:val="007068CA"/>
    <w:rsid w:val="00706F45"/>
    <w:rsid w:val="007070D4"/>
    <w:rsid w:val="007077F8"/>
    <w:rsid w:val="00711984"/>
    <w:rsid w:val="00711BEB"/>
    <w:rsid w:val="00711C78"/>
    <w:rsid w:val="00711EFA"/>
    <w:rsid w:val="00713A5A"/>
    <w:rsid w:val="0071532B"/>
    <w:rsid w:val="007167EB"/>
    <w:rsid w:val="00716F5E"/>
    <w:rsid w:val="00720098"/>
    <w:rsid w:val="00720EAC"/>
    <w:rsid w:val="00720F4F"/>
    <w:rsid w:val="007213F8"/>
    <w:rsid w:val="007236A9"/>
    <w:rsid w:val="0072449C"/>
    <w:rsid w:val="007266F8"/>
    <w:rsid w:val="00727571"/>
    <w:rsid w:val="007326E0"/>
    <w:rsid w:val="007332E4"/>
    <w:rsid w:val="0073393D"/>
    <w:rsid w:val="00733B84"/>
    <w:rsid w:val="00734B83"/>
    <w:rsid w:val="00736079"/>
    <w:rsid w:val="007405E9"/>
    <w:rsid w:val="007410EC"/>
    <w:rsid w:val="007413F5"/>
    <w:rsid w:val="0074146E"/>
    <w:rsid w:val="007425CD"/>
    <w:rsid w:val="007432CC"/>
    <w:rsid w:val="007443A0"/>
    <w:rsid w:val="0074493B"/>
    <w:rsid w:val="00744F7D"/>
    <w:rsid w:val="00745456"/>
    <w:rsid w:val="00745BF8"/>
    <w:rsid w:val="007471F5"/>
    <w:rsid w:val="00747698"/>
    <w:rsid w:val="00750263"/>
    <w:rsid w:val="007503E6"/>
    <w:rsid w:val="00752381"/>
    <w:rsid w:val="00753FF4"/>
    <w:rsid w:val="00755150"/>
    <w:rsid w:val="007551BF"/>
    <w:rsid w:val="00755727"/>
    <w:rsid w:val="0075582D"/>
    <w:rsid w:val="00755A08"/>
    <w:rsid w:val="00756733"/>
    <w:rsid w:val="00760964"/>
    <w:rsid w:val="00760AE5"/>
    <w:rsid w:val="00761551"/>
    <w:rsid w:val="00762636"/>
    <w:rsid w:val="00762C89"/>
    <w:rsid w:val="007635DE"/>
    <w:rsid w:val="007640DA"/>
    <w:rsid w:val="0076441D"/>
    <w:rsid w:val="00765333"/>
    <w:rsid w:val="007704A0"/>
    <w:rsid w:val="00770568"/>
    <w:rsid w:val="00770B15"/>
    <w:rsid w:val="00771E88"/>
    <w:rsid w:val="00772802"/>
    <w:rsid w:val="0077403D"/>
    <w:rsid w:val="007748C7"/>
    <w:rsid w:val="00780581"/>
    <w:rsid w:val="00783858"/>
    <w:rsid w:val="0078506F"/>
    <w:rsid w:val="007851F4"/>
    <w:rsid w:val="00785D0F"/>
    <w:rsid w:val="00787CAB"/>
    <w:rsid w:val="007900B2"/>
    <w:rsid w:val="00790F38"/>
    <w:rsid w:val="00791122"/>
    <w:rsid w:val="007913DF"/>
    <w:rsid w:val="007914DB"/>
    <w:rsid w:val="00791FA2"/>
    <w:rsid w:val="0079214C"/>
    <w:rsid w:val="00792190"/>
    <w:rsid w:val="007921A8"/>
    <w:rsid w:val="007925B1"/>
    <w:rsid w:val="00793359"/>
    <w:rsid w:val="007938FF"/>
    <w:rsid w:val="00797912"/>
    <w:rsid w:val="007A1558"/>
    <w:rsid w:val="007A1628"/>
    <w:rsid w:val="007A5181"/>
    <w:rsid w:val="007A5593"/>
    <w:rsid w:val="007A6A4F"/>
    <w:rsid w:val="007A7839"/>
    <w:rsid w:val="007A7A56"/>
    <w:rsid w:val="007B001A"/>
    <w:rsid w:val="007B0B6E"/>
    <w:rsid w:val="007B1AEF"/>
    <w:rsid w:val="007B23D2"/>
    <w:rsid w:val="007B29D7"/>
    <w:rsid w:val="007B2F08"/>
    <w:rsid w:val="007B3038"/>
    <w:rsid w:val="007B4136"/>
    <w:rsid w:val="007B46BD"/>
    <w:rsid w:val="007B4B1D"/>
    <w:rsid w:val="007B557E"/>
    <w:rsid w:val="007B69BA"/>
    <w:rsid w:val="007C02E0"/>
    <w:rsid w:val="007C0C2D"/>
    <w:rsid w:val="007C3382"/>
    <w:rsid w:val="007C3403"/>
    <w:rsid w:val="007C3E02"/>
    <w:rsid w:val="007C4DA2"/>
    <w:rsid w:val="007C50C7"/>
    <w:rsid w:val="007C52D7"/>
    <w:rsid w:val="007C53C5"/>
    <w:rsid w:val="007C5779"/>
    <w:rsid w:val="007C6D4B"/>
    <w:rsid w:val="007D28E2"/>
    <w:rsid w:val="007D2DD6"/>
    <w:rsid w:val="007D361A"/>
    <w:rsid w:val="007D473B"/>
    <w:rsid w:val="007D52B4"/>
    <w:rsid w:val="007D63D8"/>
    <w:rsid w:val="007E0A87"/>
    <w:rsid w:val="007E0AE2"/>
    <w:rsid w:val="007E17CB"/>
    <w:rsid w:val="007E1C9E"/>
    <w:rsid w:val="007E47F9"/>
    <w:rsid w:val="007E4B98"/>
    <w:rsid w:val="007E5F50"/>
    <w:rsid w:val="007E6506"/>
    <w:rsid w:val="007E661E"/>
    <w:rsid w:val="007E68CB"/>
    <w:rsid w:val="007F2127"/>
    <w:rsid w:val="007F2204"/>
    <w:rsid w:val="007F2A7A"/>
    <w:rsid w:val="007F3A49"/>
    <w:rsid w:val="007F3B7A"/>
    <w:rsid w:val="007F46F2"/>
    <w:rsid w:val="007F5D8B"/>
    <w:rsid w:val="007F6B36"/>
    <w:rsid w:val="007F778F"/>
    <w:rsid w:val="007F7F3D"/>
    <w:rsid w:val="008001B1"/>
    <w:rsid w:val="00802BCF"/>
    <w:rsid w:val="00802EA7"/>
    <w:rsid w:val="00805F77"/>
    <w:rsid w:val="00806124"/>
    <w:rsid w:val="008063F0"/>
    <w:rsid w:val="00806BE5"/>
    <w:rsid w:val="0080718F"/>
    <w:rsid w:val="00807894"/>
    <w:rsid w:val="008102D7"/>
    <w:rsid w:val="008112F4"/>
    <w:rsid w:val="00811398"/>
    <w:rsid w:val="0081149D"/>
    <w:rsid w:val="00813220"/>
    <w:rsid w:val="00813BBC"/>
    <w:rsid w:val="0081455D"/>
    <w:rsid w:val="008150A9"/>
    <w:rsid w:val="008157BE"/>
    <w:rsid w:val="00815FF3"/>
    <w:rsid w:val="00816816"/>
    <w:rsid w:val="00817016"/>
    <w:rsid w:val="0081795E"/>
    <w:rsid w:val="00820F68"/>
    <w:rsid w:val="00821CA9"/>
    <w:rsid w:val="00823E7C"/>
    <w:rsid w:val="00825F62"/>
    <w:rsid w:val="00826346"/>
    <w:rsid w:val="00826896"/>
    <w:rsid w:val="008269FF"/>
    <w:rsid w:val="00826C53"/>
    <w:rsid w:val="00827632"/>
    <w:rsid w:val="00827E09"/>
    <w:rsid w:val="00831897"/>
    <w:rsid w:val="00833F70"/>
    <w:rsid w:val="008346A1"/>
    <w:rsid w:val="00834884"/>
    <w:rsid w:val="0083488C"/>
    <w:rsid w:val="008363D4"/>
    <w:rsid w:val="008377A7"/>
    <w:rsid w:val="00837B04"/>
    <w:rsid w:val="00837FEA"/>
    <w:rsid w:val="00841EB9"/>
    <w:rsid w:val="00844D81"/>
    <w:rsid w:val="00845426"/>
    <w:rsid w:val="00845C3F"/>
    <w:rsid w:val="00845DB6"/>
    <w:rsid w:val="00845DBD"/>
    <w:rsid w:val="008469DF"/>
    <w:rsid w:val="00847772"/>
    <w:rsid w:val="00851047"/>
    <w:rsid w:val="00851D1E"/>
    <w:rsid w:val="00851D50"/>
    <w:rsid w:val="00853CB6"/>
    <w:rsid w:val="00855A60"/>
    <w:rsid w:val="0085603D"/>
    <w:rsid w:val="00857B6B"/>
    <w:rsid w:val="00860085"/>
    <w:rsid w:val="00860C5F"/>
    <w:rsid w:val="00860D5E"/>
    <w:rsid w:val="00860DD0"/>
    <w:rsid w:val="00860F92"/>
    <w:rsid w:val="0086191C"/>
    <w:rsid w:val="00861CB8"/>
    <w:rsid w:val="00861D94"/>
    <w:rsid w:val="00862385"/>
    <w:rsid w:val="00862608"/>
    <w:rsid w:val="008629F7"/>
    <w:rsid w:val="00862DB7"/>
    <w:rsid w:val="00862FA1"/>
    <w:rsid w:val="008637A1"/>
    <w:rsid w:val="00864F59"/>
    <w:rsid w:val="008658F2"/>
    <w:rsid w:val="00866C4D"/>
    <w:rsid w:val="00866E3B"/>
    <w:rsid w:val="008674C7"/>
    <w:rsid w:val="008701A1"/>
    <w:rsid w:val="008704AA"/>
    <w:rsid w:val="0087146F"/>
    <w:rsid w:val="008718EF"/>
    <w:rsid w:val="00873354"/>
    <w:rsid w:val="008740A3"/>
    <w:rsid w:val="00874D4E"/>
    <w:rsid w:val="008760A9"/>
    <w:rsid w:val="00877BC0"/>
    <w:rsid w:val="00880755"/>
    <w:rsid w:val="00880B2E"/>
    <w:rsid w:val="00880E5E"/>
    <w:rsid w:val="00881358"/>
    <w:rsid w:val="008821B8"/>
    <w:rsid w:val="00882DD4"/>
    <w:rsid w:val="0088303A"/>
    <w:rsid w:val="00884871"/>
    <w:rsid w:val="00884B5C"/>
    <w:rsid w:val="00885C6D"/>
    <w:rsid w:val="00885D4D"/>
    <w:rsid w:val="0089089D"/>
    <w:rsid w:val="00890AB5"/>
    <w:rsid w:val="008910A1"/>
    <w:rsid w:val="00891D97"/>
    <w:rsid w:val="00892280"/>
    <w:rsid w:val="0089265D"/>
    <w:rsid w:val="00893A72"/>
    <w:rsid w:val="00893CEC"/>
    <w:rsid w:val="008946BD"/>
    <w:rsid w:val="00894AE7"/>
    <w:rsid w:val="00895283"/>
    <w:rsid w:val="00895CD8"/>
    <w:rsid w:val="00896289"/>
    <w:rsid w:val="008974F2"/>
    <w:rsid w:val="00897EA7"/>
    <w:rsid w:val="008A1345"/>
    <w:rsid w:val="008A165C"/>
    <w:rsid w:val="008A192E"/>
    <w:rsid w:val="008A2051"/>
    <w:rsid w:val="008A254F"/>
    <w:rsid w:val="008A3620"/>
    <w:rsid w:val="008A5C1A"/>
    <w:rsid w:val="008B118B"/>
    <w:rsid w:val="008B2512"/>
    <w:rsid w:val="008B2596"/>
    <w:rsid w:val="008B3A9C"/>
    <w:rsid w:val="008B49FE"/>
    <w:rsid w:val="008B50CB"/>
    <w:rsid w:val="008B52BA"/>
    <w:rsid w:val="008B5CD3"/>
    <w:rsid w:val="008B60DB"/>
    <w:rsid w:val="008B6EC1"/>
    <w:rsid w:val="008B727B"/>
    <w:rsid w:val="008B756E"/>
    <w:rsid w:val="008B79E8"/>
    <w:rsid w:val="008C0791"/>
    <w:rsid w:val="008C27D1"/>
    <w:rsid w:val="008C3A01"/>
    <w:rsid w:val="008C406A"/>
    <w:rsid w:val="008C5774"/>
    <w:rsid w:val="008C57EB"/>
    <w:rsid w:val="008C60D5"/>
    <w:rsid w:val="008C6769"/>
    <w:rsid w:val="008C6D78"/>
    <w:rsid w:val="008C7643"/>
    <w:rsid w:val="008C7ACF"/>
    <w:rsid w:val="008C7B5D"/>
    <w:rsid w:val="008D05CF"/>
    <w:rsid w:val="008D0897"/>
    <w:rsid w:val="008D145B"/>
    <w:rsid w:val="008D1F01"/>
    <w:rsid w:val="008D25AA"/>
    <w:rsid w:val="008D340D"/>
    <w:rsid w:val="008D541A"/>
    <w:rsid w:val="008D60B3"/>
    <w:rsid w:val="008D69EE"/>
    <w:rsid w:val="008D7EB9"/>
    <w:rsid w:val="008E183D"/>
    <w:rsid w:val="008E1FBB"/>
    <w:rsid w:val="008E244D"/>
    <w:rsid w:val="008E24EA"/>
    <w:rsid w:val="008E338C"/>
    <w:rsid w:val="008E5533"/>
    <w:rsid w:val="008E7610"/>
    <w:rsid w:val="008F022B"/>
    <w:rsid w:val="008F1470"/>
    <w:rsid w:val="008F19A4"/>
    <w:rsid w:val="008F2CFF"/>
    <w:rsid w:val="008F3451"/>
    <w:rsid w:val="008F405E"/>
    <w:rsid w:val="008F4E85"/>
    <w:rsid w:val="008F589A"/>
    <w:rsid w:val="008F6130"/>
    <w:rsid w:val="008F6366"/>
    <w:rsid w:val="008F6F08"/>
    <w:rsid w:val="009003A1"/>
    <w:rsid w:val="0090041D"/>
    <w:rsid w:val="00902B14"/>
    <w:rsid w:val="00902C55"/>
    <w:rsid w:val="00902D64"/>
    <w:rsid w:val="00903659"/>
    <w:rsid w:val="009039AF"/>
    <w:rsid w:val="009043A0"/>
    <w:rsid w:val="00904939"/>
    <w:rsid w:val="00910A79"/>
    <w:rsid w:val="00911216"/>
    <w:rsid w:val="009123FF"/>
    <w:rsid w:val="00913571"/>
    <w:rsid w:val="009135F4"/>
    <w:rsid w:val="009136BE"/>
    <w:rsid w:val="00913DBE"/>
    <w:rsid w:val="00914CAE"/>
    <w:rsid w:val="00914DCB"/>
    <w:rsid w:val="0091614F"/>
    <w:rsid w:val="009161DC"/>
    <w:rsid w:val="00916EFA"/>
    <w:rsid w:val="00923902"/>
    <w:rsid w:val="00924A73"/>
    <w:rsid w:val="009259D4"/>
    <w:rsid w:val="00926C07"/>
    <w:rsid w:val="00927624"/>
    <w:rsid w:val="0093074A"/>
    <w:rsid w:val="00930D22"/>
    <w:rsid w:val="0093178F"/>
    <w:rsid w:val="00931FE6"/>
    <w:rsid w:val="009332A7"/>
    <w:rsid w:val="00933398"/>
    <w:rsid w:val="00935646"/>
    <w:rsid w:val="009370B5"/>
    <w:rsid w:val="00937636"/>
    <w:rsid w:val="0094003C"/>
    <w:rsid w:val="00940EE7"/>
    <w:rsid w:val="009417D7"/>
    <w:rsid w:val="00942E6F"/>
    <w:rsid w:val="00942FC2"/>
    <w:rsid w:val="00943917"/>
    <w:rsid w:val="00943F64"/>
    <w:rsid w:val="0094490F"/>
    <w:rsid w:val="0094787E"/>
    <w:rsid w:val="0094788F"/>
    <w:rsid w:val="00947A53"/>
    <w:rsid w:val="00951843"/>
    <w:rsid w:val="009520F9"/>
    <w:rsid w:val="00952300"/>
    <w:rsid w:val="009526EB"/>
    <w:rsid w:val="00952BB4"/>
    <w:rsid w:val="00952D20"/>
    <w:rsid w:val="0095425B"/>
    <w:rsid w:val="00955288"/>
    <w:rsid w:val="009554B2"/>
    <w:rsid w:val="00957C2E"/>
    <w:rsid w:val="00960425"/>
    <w:rsid w:val="00960CA4"/>
    <w:rsid w:val="00962013"/>
    <w:rsid w:val="009635A0"/>
    <w:rsid w:val="00964852"/>
    <w:rsid w:val="009652CC"/>
    <w:rsid w:val="0096535E"/>
    <w:rsid w:val="009653A3"/>
    <w:rsid w:val="0096702E"/>
    <w:rsid w:val="00967B6A"/>
    <w:rsid w:val="00971256"/>
    <w:rsid w:val="00971478"/>
    <w:rsid w:val="00972CD4"/>
    <w:rsid w:val="00972EB7"/>
    <w:rsid w:val="00973200"/>
    <w:rsid w:val="009758BA"/>
    <w:rsid w:val="00976048"/>
    <w:rsid w:val="009804E5"/>
    <w:rsid w:val="0098051E"/>
    <w:rsid w:val="00981CED"/>
    <w:rsid w:val="00982F3E"/>
    <w:rsid w:val="0098681E"/>
    <w:rsid w:val="00986F8F"/>
    <w:rsid w:val="00990267"/>
    <w:rsid w:val="00990E1E"/>
    <w:rsid w:val="00991703"/>
    <w:rsid w:val="00992808"/>
    <w:rsid w:val="00992AB1"/>
    <w:rsid w:val="00993513"/>
    <w:rsid w:val="00993C1A"/>
    <w:rsid w:val="0099438C"/>
    <w:rsid w:val="0099477D"/>
    <w:rsid w:val="00994835"/>
    <w:rsid w:val="00994CEB"/>
    <w:rsid w:val="00994FA3"/>
    <w:rsid w:val="009959EB"/>
    <w:rsid w:val="00996B87"/>
    <w:rsid w:val="00997A57"/>
    <w:rsid w:val="009A106F"/>
    <w:rsid w:val="009A23EA"/>
    <w:rsid w:val="009A266E"/>
    <w:rsid w:val="009A2BC0"/>
    <w:rsid w:val="009A2C7B"/>
    <w:rsid w:val="009A2C86"/>
    <w:rsid w:val="009A2E1E"/>
    <w:rsid w:val="009A2F6D"/>
    <w:rsid w:val="009A3384"/>
    <w:rsid w:val="009A6161"/>
    <w:rsid w:val="009A6B35"/>
    <w:rsid w:val="009A799C"/>
    <w:rsid w:val="009A7CEE"/>
    <w:rsid w:val="009B0A1E"/>
    <w:rsid w:val="009B1BA7"/>
    <w:rsid w:val="009B1C43"/>
    <w:rsid w:val="009B36F3"/>
    <w:rsid w:val="009B456D"/>
    <w:rsid w:val="009B4836"/>
    <w:rsid w:val="009B5DB1"/>
    <w:rsid w:val="009B65A2"/>
    <w:rsid w:val="009B693A"/>
    <w:rsid w:val="009B6DE0"/>
    <w:rsid w:val="009B7A37"/>
    <w:rsid w:val="009C0547"/>
    <w:rsid w:val="009C066C"/>
    <w:rsid w:val="009C1169"/>
    <w:rsid w:val="009C1DA6"/>
    <w:rsid w:val="009C1EF6"/>
    <w:rsid w:val="009C204E"/>
    <w:rsid w:val="009C28B4"/>
    <w:rsid w:val="009C3733"/>
    <w:rsid w:val="009C43CE"/>
    <w:rsid w:val="009C5F91"/>
    <w:rsid w:val="009C72E2"/>
    <w:rsid w:val="009C78F9"/>
    <w:rsid w:val="009D100D"/>
    <w:rsid w:val="009D1F6C"/>
    <w:rsid w:val="009D2536"/>
    <w:rsid w:val="009D26E3"/>
    <w:rsid w:val="009D2E0B"/>
    <w:rsid w:val="009D3578"/>
    <w:rsid w:val="009D4A34"/>
    <w:rsid w:val="009D7117"/>
    <w:rsid w:val="009E2858"/>
    <w:rsid w:val="009E43B1"/>
    <w:rsid w:val="009E4A69"/>
    <w:rsid w:val="009E63E0"/>
    <w:rsid w:val="009F00C2"/>
    <w:rsid w:val="009F05DC"/>
    <w:rsid w:val="009F1F24"/>
    <w:rsid w:val="009F4E1C"/>
    <w:rsid w:val="009F5B8D"/>
    <w:rsid w:val="009F72B4"/>
    <w:rsid w:val="00A00127"/>
    <w:rsid w:val="00A008FF"/>
    <w:rsid w:val="00A0340D"/>
    <w:rsid w:val="00A03D13"/>
    <w:rsid w:val="00A04CE2"/>
    <w:rsid w:val="00A054EE"/>
    <w:rsid w:val="00A05E23"/>
    <w:rsid w:val="00A07D1E"/>
    <w:rsid w:val="00A110E2"/>
    <w:rsid w:val="00A12124"/>
    <w:rsid w:val="00A14063"/>
    <w:rsid w:val="00A14A79"/>
    <w:rsid w:val="00A156AB"/>
    <w:rsid w:val="00A15A89"/>
    <w:rsid w:val="00A163EF"/>
    <w:rsid w:val="00A17BE6"/>
    <w:rsid w:val="00A2025F"/>
    <w:rsid w:val="00A20753"/>
    <w:rsid w:val="00A216CE"/>
    <w:rsid w:val="00A22EC0"/>
    <w:rsid w:val="00A24B96"/>
    <w:rsid w:val="00A25B73"/>
    <w:rsid w:val="00A2633C"/>
    <w:rsid w:val="00A26A43"/>
    <w:rsid w:val="00A26E00"/>
    <w:rsid w:val="00A27B1A"/>
    <w:rsid w:val="00A30AF0"/>
    <w:rsid w:val="00A348FA"/>
    <w:rsid w:val="00A359AF"/>
    <w:rsid w:val="00A3606B"/>
    <w:rsid w:val="00A373FA"/>
    <w:rsid w:val="00A3774B"/>
    <w:rsid w:val="00A378C4"/>
    <w:rsid w:val="00A37B3C"/>
    <w:rsid w:val="00A37FED"/>
    <w:rsid w:val="00A400BA"/>
    <w:rsid w:val="00A41B99"/>
    <w:rsid w:val="00A41CE3"/>
    <w:rsid w:val="00A441AE"/>
    <w:rsid w:val="00A44282"/>
    <w:rsid w:val="00A4431F"/>
    <w:rsid w:val="00A4487F"/>
    <w:rsid w:val="00A44E86"/>
    <w:rsid w:val="00A452C1"/>
    <w:rsid w:val="00A461ED"/>
    <w:rsid w:val="00A4718D"/>
    <w:rsid w:val="00A4764A"/>
    <w:rsid w:val="00A51451"/>
    <w:rsid w:val="00A51A58"/>
    <w:rsid w:val="00A52972"/>
    <w:rsid w:val="00A53541"/>
    <w:rsid w:val="00A54366"/>
    <w:rsid w:val="00A5447A"/>
    <w:rsid w:val="00A5495C"/>
    <w:rsid w:val="00A54BFA"/>
    <w:rsid w:val="00A55A90"/>
    <w:rsid w:val="00A60E5E"/>
    <w:rsid w:val="00A60FDB"/>
    <w:rsid w:val="00A623D3"/>
    <w:rsid w:val="00A628A3"/>
    <w:rsid w:val="00A628B7"/>
    <w:rsid w:val="00A62951"/>
    <w:rsid w:val="00A62EB1"/>
    <w:rsid w:val="00A6353D"/>
    <w:rsid w:val="00A63963"/>
    <w:rsid w:val="00A63CD5"/>
    <w:rsid w:val="00A648F9"/>
    <w:rsid w:val="00A65655"/>
    <w:rsid w:val="00A6574F"/>
    <w:rsid w:val="00A6626E"/>
    <w:rsid w:val="00A662E1"/>
    <w:rsid w:val="00A67056"/>
    <w:rsid w:val="00A70428"/>
    <w:rsid w:val="00A70C5D"/>
    <w:rsid w:val="00A7154F"/>
    <w:rsid w:val="00A720DB"/>
    <w:rsid w:val="00A7290C"/>
    <w:rsid w:val="00A7314C"/>
    <w:rsid w:val="00A7348B"/>
    <w:rsid w:val="00A734B4"/>
    <w:rsid w:val="00A736CB"/>
    <w:rsid w:val="00A73989"/>
    <w:rsid w:val="00A73B64"/>
    <w:rsid w:val="00A73D47"/>
    <w:rsid w:val="00A74012"/>
    <w:rsid w:val="00A74BFC"/>
    <w:rsid w:val="00A75A58"/>
    <w:rsid w:val="00A760E0"/>
    <w:rsid w:val="00A765ED"/>
    <w:rsid w:val="00A80B7D"/>
    <w:rsid w:val="00A81978"/>
    <w:rsid w:val="00A81B07"/>
    <w:rsid w:val="00A822EA"/>
    <w:rsid w:val="00A8231A"/>
    <w:rsid w:val="00A83C24"/>
    <w:rsid w:val="00A8497B"/>
    <w:rsid w:val="00A86818"/>
    <w:rsid w:val="00A8683C"/>
    <w:rsid w:val="00A86CF8"/>
    <w:rsid w:val="00A9039A"/>
    <w:rsid w:val="00A93302"/>
    <w:rsid w:val="00A93BD2"/>
    <w:rsid w:val="00A93D54"/>
    <w:rsid w:val="00A94F61"/>
    <w:rsid w:val="00A95871"/>
    <w:rsid w:val="00A964AC"/>
    <w:rsid w:val="00A96AAB"/>
    <w:rsid w:val="00A9731D"/>
    <w:rsid w:val="00AA00F5"/>
    <w:rsid w:val="00AA0110"/>
    <w:rsid w:val="00AA0211"/>
    <w:rsid w:val="00AA1026"/>
    <w:rsid w:val="00AA2E4D"/>
    <w:rsid w:val="00AA323A"/>
    <w:rsid w:val="00AA36F3"/>
    <w:rsid w:val="00AA4F11"/>
    <w:rsid w:val="00AA6700"/>
    <w:rsid w:val="00AA6970"/>
    <w:rsid w:val="00AA7A25"/>
    <w:rsid w:val="00AB085E"/>
    <w:rsid w:val="00AB15A3"/>
    <w:rsid w:val="00AB600E"/>
    <w:rsid w:val="00AB7FDF"/>
    <w:rsid w:val="00AC0D77"/>
    <w:rsid w:val="00AC23EB"/>
    <w:rsid w:val="00AC4096"/>
    <w:rsid w:val="00AC4810"/>
    <w:rsid w:val="00AC491A"/>
    <w:rsid w:val="00AC4D19"/>
    <w:rsid w:val="00AC54CF"/>
    <w:rsid w:val="00AC5BB9"/>
    <w:rsid w:val="00AD01DF"/>
    <w:rsid w:val="00AD0895"/>
    <w:rsid w:val="00AD3E3A"/>
    <w:rsid w:val="00AD4E4A"/>
    <w:rsid w:val="00AD51E6"/>
    <w:rsid w:val="00AD55A4"/>
    <w:rsid w:val="00AD5CED"/>
    <w:rsid w:val="00AE13DF"/>
    <w:rsid w:val="00AE17C2"/>
    <w:rsid w:val="00AE19E4"/>
    <w:rsid w:val="00AE2F22"/>
    <w:rsid w:val="00AE337C"/>
    <w:rsid w:val="00AE484B"/>
    <w:rsid w:val="00AE4E9A"/>
    <w:rsid w:val="00AE4FC8"/>
    <w:rsid w:val="00AE5214"/>
    <w:rsid w:val="00AE57B3"/>
    <w:rsid w:val="00AE6A4D"/>
    <w:rsid w:val="00AF0BD1"/>
    <w:rsid w:val="00AF1787"/>
    <w:rsid w:val="00AF1E07"/>
    <w:rsid w:val="00AF301C"/>
    <w:rsid w:val="00AF33B4"/>
    <w:rsid w:val="00AF4815"/>
    <w:rsid w:val="00AF60A8"/>
    <w:rsid w:val="00AF7144"/>
    <w:rsid w:val="00AF72BE"/>
    <w:rsid w:val="00AF7B11"/>
    <w:rsid w:val="00AF7EBD"/>
    <w:rsid w:val="00B0115A"/>
    <w:rsid w:val="00B012CB"/>
    <w:rsid w:val="00B0149B"/>
    <w:rsid w:val="00B03845"/>
    <w:rsid w:val="00B05E58"/>
    <w:rsid w:val="00B06209"/>
    <w:rsid w:val="00B0704D"/>
    <w:rsid w:val="00B075AE"/>
    <w:rsid w:val="00B104BC"/>
    <w:rsid w:val="00B11060"/>
    <w:rsid w:val="00B110D7"/>
    <w:rsid w:val="00B1137E"/>
    <w:rsid w:val="00B11497"/>
    <w:rsid w:val="00B11BA4"/>
    <w:rsid w:val="00B135EB"/>
    <w:rsid w:val="00B13629"/>
    <w:rsid w:val="00B1414B"/>
    <w:rsid w:val="00B17568"/>
    <w:rsid w:val="00B214E0"/>
    <w:rsid w:val="00B22968"/>
    <w:rsid w:val="00B24D88"/>
    <w:rsid w:val="00B24DA3"/>
    <w:rsid w:val="00B254B7"/>
    <w:rsid w:val="00B2665A"/>
    <w:rsid w:val="00B302AA"/>
    <w:rsid w:val="00B30321"/>
    <w:rsid w:val="00B3308B"/>
    <w:rsid w:val="00B34672"/>
    <w:rsid w:val="00B34997"/>
    <w:rsid w:val="00B360F4"/>
    <w:rsid w:val="00B36B73"/>
    <w:rsid w:val="00B37EF0"/>
    <w:rsid w:val="00B40D52"/>
    <w:rsid w:val="00B41059"/>
    <w:rsid w:val="00B410F1"/>
    <w:rsid w:val="00B414E7"/>
    <w:rsid w:val="00B445BC"/>
    <w:rsid w:val="00B47037"/>
    <w:rsid w:val="00B5093B"/>
    <w:rsid w:val="00B50944"/>
    <w:rsid w:val="00B50F4F"/>
    <w:rsid w:val="00B52392"/>
    <w:rsid w:val="00B5256A"/>
    <w:rsid w:val="00B5267B"/>
    <w:rsid w:val="00B53129"/>
    <w:rsid w:val="00B539B7"/>
    <w:rsid w:val="00B53E28"/>
    <w:rsid w:val="00B54BAF"/>
    <w:rsid w:val="00B54CC0"/>
    <w:rsid w:val="00B55622"/>
    <w:rsid w:val="00B5622D"/>
    <w:rsid w:val="00B576A9"/>
    <w:rsid w:val="00B578EE"/>
    <w:rsid w:val="00B579BB"/>
    <w:rsid w:val="00B57B88"/>
    <w:rsid w:val="00B617E7"/>
    <w:rsid w:val="00B626EC"/>
    <w:rsid w:val="00B629CB"/>
    <w:rsid w:val="00B6506E"/>
    <w:rsid w:val="00B659E1"/>
    <w:rsid w:val="00B65F26"/>
    <w:rsid w:val="00B663F2"/>
    <w:rsid w:val="00B676F3"/>
    <w:rsid w:val="00B70E37"/>
    <w:rsid w:val="00B70F2C"/>
    <w:rsid w:val="00B7245B"/>
    <w:rsid w:val="00B741D8"/>
    <w:rsid w:val="00B75A20"/>
    <w:rsid w:val="00B75D9C"/>
    <w:rsid w:val="00B76026"/>
    <w:rsid w:val="00B774BD"/>
    <w:rsid w:val="00B77F59"/>
    <w:rsid w:val="00B807C6"/>
    <w:rsid w:val="00B814D1"/>
    <w:rsid w:val="00B82604"/>
    <w:rsid w:val="00B837A1"/>
    <w:rsid w:val="00B8381A"/>
    <w:rsid w:val="00B83F7A"/>
    <w:rsid w:val="00B84851"/>
    <w:rsid w:val="00B8491B"/>
    <w:rsid w:val="00B84CC5"/>
    <w:rsid w:val="00B85686"/>
    <w:rsid w:val="00B86796"/>
    <w:rsid w:val="00B86C66"/>
    <w:rsid w:val="00B8792A"/>
    <w:rsid w:val="00B90063"/>
    <w:rsid w:val="00B90708"/>
    <w:rsid w:val="00B90809"/>
    <w:rsid w:val="00B9164C"/>
    <w:rsid w:val="00B91EBB"/>
    <w:rsid w:val="00B956BD"/>
    <w:rsid w:val="00B9580D"/>
    <w:rsid w:val="00B9635D"/>
    <w:rsid w:val="00B96A7C"/>
    <w:rsid w:val="00B96D49"/>
    <w:rsid w:val="00B971A4"/>
    <w:rsid w:val="00B973FD"/>
    <w:rsid w:val="00B97D39"/>
    <w:rsid w:val="00BA035E"/>
    <w:rsid w:val="00BA0592"/>
    <w:rsid w:val="00BA0618"/>
    <w:rsid w:val="00BA0C81"/>
    <w:rsid w:val="00BA0ECD"/>
    <w:rsid w:val="00BA1495"/>
    <w:rsid w:val="00BA267D"/>
    <w:rsid w:val="00BA2AE4"/>
    <w:rsid w:val="00BA314C"/>
    <w:rsid w:val="00BA434C"/>
    <w:rsid w:val="00BA6220"/>
    <w:rsid w:val="00BA6252"/>
    <w:rsid w:val="00BA6691"/>
    <w:rsid w:val="00BA6773"/>
    <w:rsid w:val="00BA7B2F"/>
    <w:rsid w:val="00BB03AA"/>
    <w:rsid w:val="00BB0594"/>
    <w:rsid w:val="00BB0DF7"/>
    <w:rsid w:val="00BB4AEC"/>
    <w:rsid w:val="00BB6B6C"/>
    <w:rsid w:val="00BB6C3B"/>
    <w:rsid w:val="00BB7CE7"/>
    <w:rsid w:val="00BC14D9"/>
    <w:rsid w:val="00BC2C2E"/>
    <w:rsid w:val="00BC2E2C"/>
    <w:rsid w:val="00BC35DC"/>
    <w:rsid w:val="00BC384E"/>
    <w:rsid w:val="00BC46B7"/>
    <w:rsid w:val="00BC604E"/>
    <w:rsid w:val="00BC7932"/>
    <w:rsid w:val="00BD080B"/>
    <w:rsid w:val="00BD20EF"/>
    <w:rsid w:val="00BD24AE"/>
    <w:rsid w:val="00BD26AC"/>
    <w:rsid w:val="00BD2C77"/>
    <w:rsid w:val="00BD2EAC"/>
    <w:rsid w:val="00BD3082"/>
    <w:rsid w:val="00BD471F"/>
    <w:rsid w:val="00BD4FDD"/>
    <w:rsid w:val="00BD5EC6"/>
    <w:rsid w:val="00BD6B47"/>
    <w:rsid w:val="00BD6CBB"/>
    <w:rsid w:val="00BD745A"/>
    <w:rsid w:val="00BD74C1"/>
    <w:rsid w:val="00BE111E"/>
    <w:rsid w:val="00BE1549"/>
    <w:rsid w:val="00BE2648"/>
    <w:rsid w:val="00BE28D4"/>
    <w:rsid w:val="00BE3D92"/>
    <w:rsid w:val="00BE3F0A"/>
    <w:rsid w:val="00BE4177"/>
    <w:rsid w:val="00BE5159"/>
    <w:rsid w:val="00BE5530"/>
    <w:rsid w:val="00BE6363"/>
    <w:rsid w:val="00BF15EC"/>
    <w:rsid w:val="00BF22C3"/>
    <w:rsid w:val="00BF22D0"/>
    <w:rsid w:val="00BF23E5"/>
    <w:rsid w:val="00BF2497"/>
    <w:rsid w:val="00BF3516"/>
    <w:rsid w:val="00BF38A5"/>
    <w:rsid w:val="00BF5732"/>
    <w:rsid w:val="00BF5D53"/>
    <w:rsid w:val="00BF6084"/>
    <w:rsid w:val="00BF6FEE"/>
    <w:rsid w:val="00BF78EF"/>
    <w:rsid w:val="00BF7CD0"/>
    <w:rsid w:val="00C004D3"/>
    <w:rsid w:val="00C00BC3"/>
    <w:rsid w:val="00C015C9"/>
    <w:rsid w:val="00C01909"/>
    <w:rsid w:val="00C01A0A"/>
    <w:rsid w:val="00C01B32"/>
    <w:rsid w:val="00C01C4E"/>
    <w:rsid w:val="00C026BC"/>
    <w:rsid w:val="00C03DFF"/>
    <w:rsid w:val="00C04515"/>
    <w:rsid w:val="00C0565B"/>
    <w:rsid w:val="00C0583E"/>
    <w:rsid w:val="00C05D14"/>
    <w:rsid w:val="00C061CE"/>
    <w:rsid w:val="00C07600"/>
    <w:rsid w:val="00C07859"/>
    <w:rsid w:val="00C078F0"/>
    <w:rsid w:val="00C11E14"/>
    <w:rsid w:val="00C12086"/>
    <w:rsid w:val="00C12399"/>
    <w:rsid w:val="00C12D13"/>
    <w:rsid w:val="00C13101"/>
    <w:rsid w:val="00C13ADE"/>
    <w:rsid w:val="00C161F4"/>
    <w:rsid w:val="00C176B9"/>
    <w:rsid w:val="00C21823"/>
    <w:rsid w:val="00C21CCF"/>
    <w:rsid w:val="00C225B9"/>
    <w:rsid w:val="00C22DD8"/>
    <w:rsid w:val="00C2383C"/>
    <w:rsid w:val="00C23C78"/>
    <w:rsid w:val="00C2477F"/>
    <w:rsid w:val="00C24907"/>
    <w:rsid w:val="00C24DCA"/>
    <w:rsid w:val="00C25093"/>
    <w:rsid w:val="00C258A5"/>
    <w:rsid w:val="00C25A69"/>
    <w:rsid w:val="00C26973"/>
    <w:rsid w:val="00C26DF6"/>
    <w:rsid w:val="00C27D23"/>
    <w:rsid w:val="00C3134A"/>
    <w:rsid w:val="00C33FE6"/>
    <w:rsid w:val="00C35EF6"/>
    <w:rsid w:val="00C37935"/>
    <w:rsid w:val="00C4120D"/>
    <w:rsid w:val="00C412A1"/>
    <w:rsid w:val="00C42CD7"/>
    <w:rsid w:val="00C43A63"/>
    <w:rsid w:val="00C45039"/>
    <w:rsid w:val="00C46199"/>
    <w:rsid w:val="00C47169"/>
    <w:rsid w:val="00C47BE7"/>
    <w:rsid w:val="00C5023F"/>
    <w:rsid w:val="00C517D5"/>
    <w:rsid w:val="00C51A82"/>
    <w:rsid w:val="00C52FC6"/>
    <w:rsid w:val="00C5596A"/>
    <w:rsid w:val="00C55A94"/>
    <w:rsid w:val="00C57CA6"/>
    <w:rsid w:val="00C6099F"/>
    <w:rsid w:val="00C6131D"/>
    <w:rsid w:val="00C62BB4"/>
    <w:rsid w:val="00C64DC7"/>
    <w:rsid w:val="00C66E0A"/>
    <w:rsid w:val="00C704C1"/>
    <w:rsid w:val="00C72CB9"/>
    <w:rsid w:val="00C74962"/>
    <w:rsid w:val="00C75C70"/>
    <w:rsid w:val="00C77D27"/>
    <w:rsid w:val="00C77F98"/>
    <w:rsid w:val="00C80976"/>
    <w:rsid w:val="00C80A60"/>
    <w:rsid w:val="00C81295"/>
    <w:rsid w:val="00C8133A"/>
    <w:rsid w:val="00C81471"/>
    <w:rsid w:val="00C819DD"/>
    <w:rsid w:val="00C81CBC"/>
    <w:rsid w:val="00C82EE3"/>
    <w:rsid w:val="00C83A68"/>
    <w:rsid w:val="00C842D5"/>
    <w:rsid w:val="00C84545"/>
    <w:rsid w:val="00C84841"/>
    <w:rsid w:val="00C85AF6"/>
    <w:rsid w:val="00C86682"/>
    <w:rsid w:val="00C867D4"/>
    <w:rsid w:val="00C86825"/>
    <w:rsid w:val="00C86D72"/>
    <w:rsid w:val="00C9052F"/>
    <w:rsid w:val="00C91106"/>
    <w:rsid w:val="00C91477"/>
    <w:rsid w:val="00C929C4"/>
    <w:rsid w:val="00C92DBE"/>
    <w:rsid w:val="00C92DCB"/>
    <w:rsid w:val="00C92EDD"/>
    <w:rsid w:val="00C93135"/>
    <w:rsid w:val="00C9327E"/>
    <w:rsid w:val="00C9342F"/>
    <w:rsid w:val="00C93F28"/>
    <w:rsid w:val="00C944C7"/>
    <w:rsid w:val="00C9564A"/>
    <w:rsid w:val="00C95B6D"/>
    <w:rsid w:val="00C95FE4"/>
    <w:rsid w:val="00C96FC3"/>
    <w:rsid w:val="00C973F2"/>
    <w:rsid w:val="00C97A84"/>
    <w:rsid w:val="00C97B22"/>
    <w:rsid w:val="00CA0ADC"/>
    <w:rsid w:val="00CA1A90"/>
    <w:rsid w:val="00CA1E0F"/>
    <w:rsid w:val="00CA1FED"/>
    <w:rsid w:val="00CA3F0A"/>
    <w:rsid w:val="00CA4436"/>
    <w:rsid w:val="00CA4E35"/>
    <w:rsid w:val="00CA5A2F"/>
    <w:rsid w:val="00CA6728"/>
    <w:rsid w:val="00CA6ADE"/>
    <w:rsid w:val="00CA6CA5"/>
    <w:rsid w:val="00CB05C6"/>
    <w:rsid w:val="00CB0EED"/>
    <w:rsid w:val="00CB1AF8"/>
    <w:rsid w:val="00CB297F"/>
    <w:rsid w:val="00CB34F8"/>
    <w:rsid w:val="00CB3C90"/>
    <w:rsid w:val="00CB3D1A"/>
    <w:rsid w:val="00CB48E7"/>
    <w:rsid w:val="00CB50E2"/>
    <w:rsid w:val="00CB5E2C"/>
    <w:rsid w:val="00CC1C0F"/>
    <w:rsid w:val="00CC1DE2"/>
    <w:rsid w:val="00CC24CA"/>
    <w:rsid w:val="00CC38ED"/>
    <w:rsid w:val="00CC4F9A"/>
    <w:rsid w:val="00CC4FB4"/>
    <w:rsid w:val="00CC61D2"/>
    <w:rsid w:val="00CC6DB7"/>
    <w:rsid w:val="00CC7554"/>
    <w:rsid w:val="00CD0106"/>
    <w:rsid w:val="00CD08B0"/>
    <w:rsid w:val="00CD0B57"/>
    <w:rsid w:val="00CD100D"/>
    <w:rsid w:val="00CD1021"/>
    <w:rsid w:val="00CD1236"/>
    <w:rsid w:val="00CD2AE0"/>
    <w:rsid w:val="00CD3F99"/>
    <w:rsid w:val="00CD4299"/>
    <w:rsid w:val="00CD4BF7"/>
    <w:rsid w:val="00CD57D0"/>
    <w:rsid w:val="00CD7F1D"/>
    <w:rsid w:val="00CE0326"/>
    <w:rsid w:val="00CE0465"/>
    <w:rsid w:val="00CE0C9F"/>
    <w:rsid w:val="00CE0E71"/>
    <w:rsid w:val="00CE0EB1"/>
    <w:rsid w:val="00CE15F7"/>
    <w:rsid w:val="00CE16B6"/>
    <w:rsid w:val="00CE1833"/>
    <w:rsid w:val="00CE202F"/>
    <w:rsid w:val="00CE23D8"/>
    <w:rsid w:val="00CE32E2"/>
    <w:rsid w:val="00CE3CB5"/>
    <w:rsid w:val="00CE3DE5"/>
    <w:rsid w:val="00CE5538"/>
    <w:rsid w:val="00CE580B"/>
    <w:rsid w:val="00CE5F79"/>
    <w:rsid w:val="00CF01DC"/>
    <w:rsid w:val="00CF020C"/>
    <w:rsid w:val="00CF03EE"/>
    <w:rsid w:val="00CF0E33"/>
    <w:rsid w:val="00CF1090"/>
    <w:rsid w:val="00CF23D0"/>
    <w:rsid w:val="00CF37F0"/>
    <w:rsid w:val="00CF3B6B"/>
    <w:rsid w:val="00CF52A7"/>
    <w:rsid w:val="00CF5821"/>
    <w:rsid w:val="00CF60CF"/>
    <w:rsid w:val="00CF6202"/>
    <w:rsid w:val="00CF6655"/>
    <w:rsid w:val="00CF79C0"/>
    <w:rsid w:val="00D0081F"/>
    <w:rsid w:val="00D01091"/>
    <w:rsid w:val="00D01227"/>
    <w:rsid w:val="00D015EF"/>
    <w:rsid w:val="00D023B8"/>
    <w:rsid w:val="00D0345D"/>
    <w:rsid w:val="00D03A52"/>
    <w:rsid w:val="00D03E1D"/>
    <w:rsid w:val="00D058FA"/>
    <w:rsid w:val="00D07A85"/>
    <w:rsid w:val="00D07AEF"/>
    <w:rsid w:val="00D07BD9"/>
    <w:rsid w:val="00D102FD"/>
    <w:rsid w:val="00D11197"/>
    <w:rsid w:val="00D11887"/>
    <w:rsid w:val="00D11FB4"/>
    <w:rsid w:val="00D12763"/>
    <w:rsid w:val="00D13ED4"/>
    <w:rsid w:val="00D159B8"/>
    <w:rsid w:val="00D164B3"/>
    <w:rsid w:val="00D166D7"/>
    <w:rsid w:val="00D20907"/>
    <w:rsid w:val="00D21F2A"/>
    <w:rsid w:val="00D226CD"/>
    <w:rsid w:val="00D22A0F"/>
    <w:rsid w:val="00D24B48"/>
    <w:rsid w:val="00D24F61"/>
    <w:rsid w:val="00D2504A"/>
    <w:rsid w:val="00D25157"/>
    <w:rsid w:val="00D25739"/>
    <w:rsid w:val="00D26532"/>
    <w:rsid w:val="00D26980"/>
    <w:rsid w:val="00D27753"/>
    <w:rsid w:val="00D2786F"/>
    <w:rsid w:val="00D27B01"/>
    <w:rsid w:val="00D30278"/>
    <w:rsid w:val="00D304B7"/>
    <w:rsid w:val="00D30647"/>
    <w:rsid w:val="00D30D3B"/>
    <w:rsid w:val="00D33411"/>
    <w:rsid w:val="00D33641"/>
    <w:rsid w:val="00D339D5"/>
    <w:rsid w:val="00D339FB"/>
    <w:rsid w:val="00D345F9"/>
    <w:rsid w:val="00D35299"/>
    <w:rsid w:val="00D366A8"/>
    <w:rsid w:val="00D3759C"/>
    <w:rsid w:val="00D37C5C"/>
    <w:rsid w:val="00D40304"/>
    <w:rsid w:val="00D41C1D"/>
    <w:rsid w:val="00D41E83"/>
    <w:rsid w:val="00D42785"/>
    <w:rsid w:val="00D43892"/>
    <w:rsid w:val="00D43985"/>
    <w:rsid w:val="00D43CE4"/>
    <w:rsid w:val="00D45EAD"/>
    <w:rsid w:val="00D46560"/>
    <w:rsid w:val="00D5042B"/>
    <w:rsid w:val="00D50EA5"/>
    <w:rsid w:val="00D5128C"/>
    <w:rsid w:val="00D51B77"/>
    <w:rsid w:val="00D51C48"/>
    <w:rsid w:val="00D52416"/>
    <w:rsid w:val="00D5248E"/>
    <w:rsid w:val="00D533B6"/>
    <w:rsid w:val="00D553DB"/>
    <w:rsid w:val="00D555CA"/>
    <w:rsid w:val="00D55A54"/>
    <w:rsid w:val="00D55DEA"/>
    <w:rsid w:val="00D55FBE"/>
    <w:rsid w:val="00D562E5"/>
    <w:rsid w:val="00D60D5E"/>
    <w:rsid w:val="00D61278"/>
    <w:rsid w:val="00D627E0"/>
    <w:rsid w:val="00D62B6B"/>
    <w:rsid w:val="00D636FF"/>
    <w:rsid w:val="00D6393F"/>
    <w:rsid w:val="00D641C5"/>
    <w:rsid w:val="00D64393"/>
    <w:rsid w:val="00D64F7A"/>
    <w:rsid w:val="00D67E0F"/>
    <w:rsid w:val="00D71E2C"/>
    <w:rsid w:val="00D72EBB"/>
    <w:rsid w:val="00D731C6"/>
    <w:rsid w:val="00D7392C"/>
    <w:rsid w:val="00D74FC9"/>
    <w:rsid w:val="00D75DD7"/>
    <w:rsid w:val="00D76C38"/>
    <w:rsid w:val="00D80C1D"/>
    <w:rsid w:val="00D81BCF"/>
    <w:rsid w:val="00D82CD3"/>
    <w:rsid w:val="00D837C9"/>
    <w:rsid w:val="00D83C92"/>
    <w:rsid w:val="00D87AE6"/>
    <w:rsid w:val="00D87B8B"/>
    <w:rsid w:val="00D90A0B"/>
    <w:rsid w:val="00D91540"/>
    <w:rsid w:val="00D9243D"/>
    <w:rsid w:val="00D92ADA"/>
    <w:rsid w:val="00D93AA4"/>
    <w:rsid w:val="00D93B9E"/>
    <w:rsid w:val="00D94801"/>
    <w:rsid w:val="00D95597"/>
    <w:rsid w:val="00D95A97"/>
    <w:rsid w:val="00D96243"/>
    <w:rsid w:val="00D96278"/>
    <w:rsid w:val="00DA0154"/>
    <w:rsid w:val="00DA0B9C"/>
    <w:rsid w:val="00DA15FC"/>
    <w:rsid w:val="00DA2794"/>
    <w:rsid w:val="00DA325F"/>
    <w:rsid w:val="00DA369D"/>
    <w:rsid w:val="00DA41F1"/>
    <w:rsid w:val="00DA4B43"/>
    <w:rsid w:val="00DA4CE2"/>
    <w:rsid w:val="00DA586D"/>
    <w:rsid w:val="00DA5BBF"/>
    <w:rsid w:val="00DA68E5"/>
    <w:rsid w:val="00DA6910"/>
    <w:rsid w:val="00DB2958"/>
    <w:rsid w:val="00DB331D"/>
    <w:rsid w:val="00DB527A"/>
    <w:rsid w:val="00DB5D3A"/>
    <w:rsid w:val="00DB66DA"/>
    <w:rsid w:val="00DB6BA4"/>
    <w:rsid w:val="00DB6D64"/>
    <w:rsid w:val="00DC0ECE"/>
    <w:rsid w:val="00DC147D"/>
    <w:rsid w:val="00DC17F6"/>
    <w:rsid w:val="00DC1ED1"/>
    <w:rsid w:val="00DC1F61"/>
    <w:rsid w:val="00DC1FDE"/>
    <w:rsid w:val="00DC35F7"/>
    <w:rsid w:val="00DC38D2"/>
    <w:rsid w:val="00DC3E0E"/>
    <w:rsid w:val="00DC4100"/>
    <w:rsid w:val="00DC6A9D"/>
    <w:rsid w:val="00DC76F2"/>
    <w:rsid w:val="00DD053D"/>
    <w:rsid w:val="00DD0A01"/>
    <w:rsid w:val="00DD1A01"/>
    <w:rsid w:val="00DD1F99"/>
    <w:rsid w:val="00DD3CFF"/>
    <w:rsid w:val="00DD4ABC"/>
    <w:rsid w:val="00DD4E96"/>
    <w:rsid w:val="00DD546C"/>
    <w:rsid w:val="00DD5F89"/>
    <w:rsid w:val="00DD6407"/>
    <w:rsid w:val="00DD67AE"/>
    <w:rsid w:val="00DD67D0"/>
    <w:rsid w:val="00DD7A00"/>
    <w:rsid w:val="00DE0FF6"/>
    <w:rsid w:val="00DE1216"/>
    <w:rsid w:val="00DE1A8E"/>
    <w:rsid w:val="00DE2468"/>
    <w:rsid w:val="00DE257A"/>
    <w:rsid w:val="00DE29B9"/>
    <w:rsid w:val="00DE2B74"/>
    <w:rsid w:val="00DE4AE3"/>
    <w:rsid w:val="00DE4B51"/>
    <w:rsid w:val="00DE5782"/>
    <w:rsid w:val="00DE6A41"/>
    <w:rsid w:val="00DE702F"/>
    <w:rsid w:val="00DE7D9B"/>
    <w:rsid w:val="00DF008B"/>
    <w:rsid w:val="00DF05DA"/>
    <w:rsid w:val="00DF0B27"/>
    <w:rsid w:val="00DF13F3"/>
    <w:rsid w:val="00DF2230"/>
    <w:rsid w:val="00DF27F6"/>
    <w:rsid w:val="00DF53D5"/>
    <w:rsid w:val="00DF6521"/>
    <w:rsid w:val="00DF77F0"/>
    <w:rsid w:val="00E00C2C"/>
    <w:rsid w:val="00E03C24"/>
    <w:rsid w:val="00E04011"/>
    <w:rsid w:val="00E062EF"/>
    <w:rsid w:val="00E066B1"/>
    <w:rsid w:val="00E06FEF"/>
    <w:rsid w:val="00E075B8"/>
    <w:rsid w:val="00E07E9E"/>
    <w:rsid w:val="00E10BAB"/>
    <w:rsid w:val="00E10BE9"/>
    <w:rsid w:val="00E10F60"/>
    <w:rsid w:val="00E12933"/>
    <w:rsid w:val="00E134A3"/>
    <w:rsid w:val="00E13A6B"/>
    <w:rsid w:val="00E13DC6"/>
    <w:rsid w:val="00E16A98"/>
    <w:rsid w:val="00E1728E"/>
    <w:rsid w:val="00E17B69"/>
    <w:rsid w:val="00E228F8"/>
    <w:rsid w:val="00E2351A"/>
    <w:rsid w:val="00E23DFA"/>
    <w:rsid w:val="00E243F4"/>
    <w:rsid w:val="00E24A1C"/>
    <w:rsid w:val="00E25457"/>
    <w:rsid w:val="00E25B0A"/>
    <w:rsid w:val="00E25B7B"/>
    <w:rsid w:val="00E276AC"/>
    <w:rsid w:val="00E276BD"/>
    <w:rsid w:val="00E30009"/>
    <w:rsid w:val="00E31107"/>
    <w:rsid w:val="00E31275"/>
    <w:rsid w:val="00E322B1"/>
    <w:rsid w:val="00E3288B"/>
    <w:rsid w:val="00E32F26"/>
    <w:rsid w:val="00E33C60"/>
    <w:rsid w:val="00E33E83"/>
    <w:rsid w:val="00E34794"/>
    <w:rsid w:val="00E355CD"/>
    <w:rsid w:val="00E40151"/>
    <w:rsid w:val="00E401E1"/>
    <w:rsid w:val="00E408D6"/>
    <w:rsid w:val="00E411AF"/>
    <w:rsid w:val="00E42224"/>
    <w:rsid w:val="00E423F1"/>
    <w:rsid w:val="00E42AB2"/>
    <w:rsid w:val="00E42BB2"/>
    <w:rsid w:val="00E431D2"/>
    <w:rsid w:val="00E4324B"/>
    <w:rsid w:val="00E44A6E"/>
    <w:rsid w:val="00E4648A"/>
    <w:rsid w:val="00E4672D"/>
    <w:rsid w:val="00E46A08"/>
    <w:rsid w:val="00E507E4"/>
    <w:rsid w:val="00E508D9"/>
    <w:rsid w:val="00E50DE2"/>
    <w:rsid w:val="00E50FE7"/>
    <w:rsid w:val="00E520F5"/>
    <w:rsid w:val="00E530A6"/>
    <w:rsid w:val="00E53631"/>
    <w:rsid w:val="00E53ECA"/>
    <w:rsid w:val="00E55473"/>
    <w:rsid w:val="00E55DD5"/>
    <w:rsid w:val="00E56679"/>
    <w:rsid w:val="00E61918"/>
    <w:rsid w:val="00E619E5"/>
    <w:rsid w:val="00E61A90"/>
    <w:rsid w:val="00E61F29"/>
    <w:rsid w:val="00E64214"/>
    <w:rsid w:val="00E64B65"/>
    <w:rsid w:val="00E666ED"/>
    <w:rsid w:val="00E67930"/>
    <w:rsid w:val="00E70C10"/>
    <w:rsid w:val="00E71885"/>
    <w:rsid w:val="00E7284F"/>
    <w:rsid w:val="00E73FE1"/>
    <w:rsid w:val="00E74BA7"/>
    <w:rsid w:val="00E74DFB"/>
    <w:rsid w:val="00E77749"/>
    <w:rsid w:val="00E8068F"/>
    <w:rsid w:val="00E80AE0"/>
    <w:rsid w:val="00E8181C"/>
    <w:rsid w:val="00E81FCE"/>
    <w:rsid w:val="00E828B1"/>
    <w:rsid w:val="00E829D8"/>
    <w:rsid w:val="00E82F63"/>
    <w:rsid w:val="00E84148"/>
    <w:rsid w:val="00E8494F"/>
    <w:rsid w:val="00E85895"/>
    <w:rsid w:val="00E870AF"/>
    <w:rsid w:val="00E90446"/>
    <w:rsid w:val="00E90BF8"/>
    <w:rsid w:val="00E93ABE"/>
    <w:rsid w:val="00E94130"/>
    <w:rsid w:val="00E94B6D"/>
    <w:rsid w:val="00E9582F"/>
    <w:rsid w:val="00E96124"/>
    <w:rsid w:val="00EA17ED"/>
    <w:rsid w:val="00EA290A"/>
    <w:rsid w:val="00EA2D4C"/>
    <w:rsid w:val="00EA3954"/>
    <w:rsid w:val="00EA4A9B"/>
    <w:rsid w:val="00EA52D7"/>
    <w:rsid w:val="00EA5994"/>
    <w:rsid w:val="00EB0B0F"/>
    <w:rsid w:val="00EB0DDE"/>
    <w:rsid w:val="00EB146E"/>
    <w:rsid w:val="00EB179D"/>
    <w:rsid w:val="00EB3552"/>
    <w:rsid w:val="00EB4D29"/>
    <w:rsid w:val="00EB5167"/>
    <w:rsid w:val="00EB5C58"/>
    <w:rsid w:val="00EB6E20"/>
    <w:rsid w:val="00EC002E"/>
    <w:rsid w:val="00EC034F"/>
    <w:rsid w:val="00EC04D6"/>
    <w:rsid w:val="00EC0937"/>
    <w:rsid w:val="00EC16E7"/>
    <w:rsid w:val="00EC16FC"/>
    <w:rsid w:val="00EC201F"/>
    <w:rsid w:val="00EC2156"/>
    <w:rsid w:val="00EC2A3B"/>
    <w:rsid w:val="00EC336D"/>
    <w:rsid w:val="00EC38D0"/>
    <w:rsid w:val="00EC3D15"/>
    <w:rsid w:val="00EC3F9E"/>
    <w:rsid w:val="00EC423C"/>
    <w:rsid w:val="00EC50A8"/>
    <w:rsid w:val="00EC5575"/>
    <w:rsid w:val="00EC6572"/>
    <w:rsid w:val="00EC78F9"/>
    <w:rsid w:val="00ED3252"/>
    <w:rsid w:val="00ED41B4"/>
    <w:rsid w:val="00ED44B7"/>
    <w:rsid w:val="00ED45AE"/>
    <w:rsid w:val="00ED4C50"/>
    <w:rsid w:val="00ED66D5"/>
    <w:rsid w:val="00ED7748"/>
    <w:rsid w:val="00EE1C4E"/>
    <w:rsid w:val="00EE4455"/>
    <w:rsid w:val="00EE4531"/>
    <w:rsid w:val="00EE4FE0"/>
    <w:rsid w:val="00EE5BD9"/>
    <w:rsid w:val="00EF0A98"/>
    <w:rsid w:val="00EF29AC"/>
    <w:rsid w:val="00EF2AC2"/>
    <w:rsid w:val="00EF4948"/>
    <w:rsid w:val="00EF4FC5"/>
    <w:rsid w:val="00EF6507"/>
    <w:rsid w:val="00EF6739"/>
    <w:rsid w:val="00EF759C"/>
    <w:rsid w:val="00EF7B26"/>
    <w:rsid w:val="00EF7B4B"/>
    <w:rsid w:val="00F01659"/>
    <w:rsid w:val="00F016CD"/>
    <w:rsid w:val="00F0190E"/>
    <w:rsid w:val="00F02204"/>
    <w:rsid w:val="00F022AB"/>
    <w:rsid w:val="00F02378"/>
    <w:rsid w:val="00F02F11"/>
    <w:rsid w:val="00F03F57"/>
    <w:rsid w:val="00F042AE"/>
    <w:rsid w:val="00F04CEC"/>
    <w:rsid w:val="00F06027"/>
    <w:rsid w:val="00F07641"/>
    <w:rsid w:val="00F07A1A"/>
    <w:rsid w:val="00F07AAD"/>
    <w:rsid w:val="00F108F5"/>
    <w:rsid w:val="00F1160B"/>
    <w:rsid w:val="00F123AA"/>
    <w:rsid w:val="00F124C2"/>
    <w:rsid w:val="00F1253F"/>
    <w:rsid w:val="00F12F87"/>
    <w:rsid w:val="00F17DE2"/>
    <w:rsid w:val="00F202C3"/>
    <w:rsid w:val="00F20707"/>
    <w:rsid w:val="00F20838"/>
    <w:rsid w:val="00F20E3F"/>
    <w:rsid w:val="00F21C89"/>
    <w:rsid w:val="00F22785"/>
    <w:rsid w:val="00F228C0"/>
    <w:rsid w:val="00F237FE"/>
    <w:rsid w:val="00F2481B"/>
    <w:rsid w:val="00F2512F"/>
    <w:rsid w:val="00F26416"/>
    <w:rsid w:val="00F2717F"/>
    <w:rsid w:val="00F2765C"/>
    <w:rsid w:val="00F27ADB"/>
    <w:rsid w:val="00F27BD6"/>
    <w:rsid w:val="00F27D7D"/>
    <w:rsid w:val="00F27FE7"/>
    <w:rsid w:val="00F30A0D"/>
    <w:rsid w:val="00F32209"/>
    <w:rsid w:val="00F3355F"/>
    <w:rsid w:val="00F35EF8"/>
    <w:rsid w:val="00F377D5"/>
    <w:rsid w:val="00F405F7"/>
    <w:rsid w:val="00F42A54"/>
    <w:rsid w:val="00F42AEE"/>
    <w:rsid w:val="00F44F20"/>
    <w:rsid w:val="00F51C90"/>
    <w:rsid w:val="00F52B33"/>
    <w:rsid w:val="00F53B3D"/>
    <w:rsid w:val="00F56741"/>
    <w:rsid w:val="00F56EE2"/>
    <w:rsid w:val="00F572F4"/>
    <w:rsid w:val="00F57CA4"/>
    <w:rsid w:val="00F57D08"/>
    <w:rsid w:val="00F57E7F"/>
    <w:rsid w:val="00F608B0"/>
    <w:rsid w:val="00F614F6"/>
    <w:rsid w:val="00F61BF7"/>
    <w:rsid w:val="00F62D50"/>
    <w:rsid w:val="00F63F97"/>
    <w:rsid w:val="00F64CE4"/>
    <w:rsid w:val="00F65E06"/>
    <w:rsid w:val="00F66472"/>
    <w:rsid w:val="00F6650B"/>
    <w:rsid w:val="00F6762E"/>
    <w:rsid w:val="00F70269"/>
    <w:rsid w:val="00F709D5"/>
    <w:rsid w:val="00F71F7F"/>
    <w:rsid w:val="00F728B9"/>
    <w:rsid w:val="00F73E19"/>
    <w:rsid w:val="00F746CD"/>
    <w:rsid w:val="00F75173"/>
    <w:rsid w:val="00F75825"/>
    <w:rsid w:val="00F7603F"/>
    <w:rsid w:val="00F7656E"/>
    <w:rsid w:val="00F765BB"/>
    <w:rsid w:val="00F765EF"/>
    <w:rsid w:val="00F7688A"/>
    <w:rsid w:val="00F76CEA"/>
    <w:rsid w:val="00F76DBE"/>
    <w:rsid w:val="00F77023"/>
    <w:rsid w:val="00F77F1B"/>
    <w:rsid w:val="00F804E4"/>
    <w:rsid w:val="00F806D1"/>
    <w:rsid w:val="00F82A42"/>
    <w:rsid w:val="00F8380B"/>
    <w:rsid w:val="00F83F3C"/>
    <w:rsid w:val="00F8535A"/>
    <w:rsid w:val="00F85477"/>
    <w:rsid w:val="00F85544"/>
    <w:rsid w:val="00F856BB"/>
    <w:rsid w:val="00F85CC6"/>
    <w:rsid w:val="00F868FF"/>
    <w:rsid w:val="00F86FB5"/>
    <w:rsid w:val="00F90682"/>
    <w:rsid w:val="00F93EB1"/>
    <w:rsid w:val="00F94425"/>
    <w:rsid w:val="00F94B7C"/>
    <w:rsid w:val="00F95C8C"/>
    <w:rsid w:val="00F966BB"/>
    <w:rsid w:val="00F968D3"/>
    <w:rsid w:val="00F96EA5"/>
    <w:rsid w:val="00F979FF"/>
    <w:rsid w:val="00F97A3E"/>
    <w:rsid w:val="00F97B8D"/>
    <w:rsid w:val="00F97D34"/>
    <w:rsid w:val="00FA07A9"/>
    <w:rsid w:val="00FA19BC"/>
    <w:rsid w:val="00FA200F"/>
    <w:rsid w:val="00FA223F"/>
    <w:rsid w:val="00FA44F3"/>
    <w:rsid w:val="00FA4616"/>
    <w:rsid w:val="00FA4686"/>
    <w:rsid w:val="00FA4B72"/>
    <w:rsid w:val="00FA690C"/>
    <w:rsid w:val="00FA739F"/>
    <w:rsid w:val="00FA73EA"/>
    <w:rsid w:val="00FB0A43"/>
    <w:rsid w:val="00FB15DC"/>
    <w:rsid w:val="00FB1E98"/>
    <w:rsid w:val="00FB2097"/>
    <w:rsid w:val="00FB2B8E"/>
    <w:rsid w:val="00FB3019"/>
    <w:rsid w:val="00FB3515"/>
    <w:rsid w:val="00FB518C"/>
    <w:rsid w:val="00FB6875"/>
    <w:rsid w:val="00FB7459"/>
    <w:rsid w:val="00FB753B"/>
    <w:rsid w:val="00FC0270"/>
    <w:rsid w:val="00FC2493"/>
    <w:rsid w:val="00FC32E3"/>
    <w:rsid w:val="00FC3849"/>
    <w:rsid w:val="00FC5043"/>
    <w:rsid w:val="00FC62B8"/>
    <w:rsid w:val="00FC717F"/>
    <w:rsid w:val="00FC76BD"/>
    <w:rsid w:val="00FC78B7"/>
    <w:rsid w:val="00FD03F9"/>
    <w:rsid w:val="00FD14B8"/>
    <w:rsid w:val="00FD1799"/>
    <w:rsid w:val="00FD2137"/>
    <w:rsid w:val="00FD2172"/>
    <w:rsid w:val="00FD2398"/>
    <w:rsid w:val="00FD4085"/>
    <w:rsid w:val="00FD69E5"/>
    <w:rsid w:val="00FD6A94"/>
    <w:rsid w:val="00FD6DC8"/>
    <w:rsid w:val="00FD7CE9"/>
    <w:rsid w:val="00FE12C3"/>
    <w:rsid w:val="00FE2D6A"/>
    <w:rsid w:val="00FE30B3"/>
    <w:rsid w:val="00FE4C7A"/>
    <w:rsid w:val="00FE6BF1"/>
    <w:rsid w:val="00FE6C69"/>
    <w:rsid w:val="00FE6CAC"/>
    <w:rsid w:val="00FF4CC0"/>
    <w:rsid w:val="00FF579C"/>
    <w:rsid w:val="00FF59D1"/>
    <w:rsid w:val="00FF6F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4D60"/>
    <w:rPr>
      <w:sz w:val="24"/>
      <w:szCs w:val="24"/>
    </w:rPr>
  </w:style>
  <w:style w:type="paragraph" w:styleId="Heading1">
    <w:name w:val="heading 1"/>
    <w:basedOn w:val="Normal"/>
    <w:next w:val="Normal"/>
    <w:qFormat/>
    <w:rsid w:val="00564D60"/>
    <w:pPr>
      <w:keepNext/>
      <w:jc w:val="both"/>
      <w:outlineLvl w:val="0"/>
    </w:pPr>
    <w:rPr>
      <w:rFonts w:ascii="Arial Black" w:hAnsi="Arial Black"/>
      <w:b/>
      <w:bCs/>
      <w:i/>
      <w:iCs/>
      <w:sz w:val="26"/>
      <w:szCs w:val="26"/>
      <w:u w:val="single"/>
    </w:rPr>
  </w:style>
  <w:style w:type="paragraph" w:styleId="Heading2">
    <w:name w:val="heading 2"/>
    <w:basedOn w:val="Normal"/>
    <w:next w:val="Normal"/>
    <w:qFormat/>
    <w:rsid w:val="00564D60"/>
    <w:pPr>
      <w:keepNext/>
      <w:jc w:val="both"/>
      <w:outlineLvl w:val="1"/>
    </w:pPr>
    <w:rPr>
      <w:rFonts w:ascii="Arial Black" w:hAnsi="Arial Black"/>
      <w:b/>
      <w:b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564D60"/>
    <w:pPr>
      <w:spacing w:line="480" w:lineRule="auto"/>
      <w:ind w:firstLine="1498"/>
      <w:jc w:val="both"/>
    </w:pPr>
    <w:rPr>
      <w:rFonts w:ascii="Courier New" w:hAnsi="Courier New" w:cs="Courier New"/>
      <w:szCs w:val="20"/>
    </w:rPr>
  </w:style>
  <w:style w:type="paragraph" w:styleId="Header">
    <w:name w:val="header"/>
    <w:basedOn w:val="Normal"/>
    <w:rsid w:val="00CE55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553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5538"/>
  </w:style>
  <w:style w:type="table" w:styleId="TableGrid">
    <w:name w:val="Table Grid"/>
    <w:basedOn w:val="TableNormal"/>
    <w:rsid w:val="009136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04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4D60"/>
    <w:rPr>
      <w:sz w:val="24"/>
      <w:szCs w:val="24"/>
    </w:rPr>
  </w:style>
  <w:style w:type="paragraph" w:styleId="Heading1">
    <w:name w:val="heading 1"/>
    <w:basedOn w:val="Normal"/>
    <w:next w:val="Normal"/>
    <w:qFormat/>
    <w:rsid w:val="00564D60"/>
    <w:pPr>
      <w:keepNext/>
      <w:jc w:val="both"/>
      <w:outlineLvl w:val="0"/>
    </w:pPr>
    <w:rPr>
      <w:rFonts w:ascii="Arial Black" w:hAnsi="Arial Black"/>
      <w:b/>
      <w:bCs/>
      <w:i/>
      <w:iCs/>
      <w:sz w:val="26"/>
      <w:szCs w:val="26"/>
      <w:u w:val="single"/>
    </w:rPr>
  </w:style>
  <w:style w:type="paragraph" w:styleId="Heading2">
    <w:name w:val="heading 2"/>
    <w:basedOn w:val="Normal"/>
    <w:next w:val="Normal"/>
    <w:qFormat/>
    <w:rsid w:val="00564D60"/>
    <w:pPr>
      <w:keepNext/>
      <w:jc w:val="both"/>
      <w:outlineLvl w:val="1"/>
    </w:pPr>
    <w:rPr>
      <w:rFonts w:ascii="Arial Black" w:hAnsi="Arial Black"/>
      <w:b/>
      <w:b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564D60"/>
    <w:pPr>
      <w:spacing w:line="480" w:lineRule="auto"/>
      <w:ind w:firstLine="1498"/>
      <w:jc w:val="both"/>
    </w:pPr>
    <w:rPr>
      <w:rFonts w:ascii="Courier New" w:hAnsi="Courier New" w:cs="Courier New"/>
      <w:szCs w:val="20"/>
    </w:rPr>
  </w:style>
  <w:style w:type="paragraph" w:styleId="Header">
    <w:name w:val="header"/>
    <w:basedOn w:val="Normal"/>
    <w:rsid w:val="00CE553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553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5538"/>
  </w:style>
  <w:style w:type="table" w:styleId="TableGrid">
    <w:name w:val="Table Grid"/>
    <w:basedOn w:val="TableNormal"/>
    <w:rsid w:val="00913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04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0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Office%20files\AllDepartments\EDO%20(Rev),%20Thatta%20Template.dot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per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E4429-7507-4BB7-98CB-6C4C8857D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EDO (Rev), Thatta Template.dot</Template>
  <TotalTime>49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DISTRICT COORDINATION OFFICER, THATTA</vt:lpstr>
    </vt:vector>
  </TitlesOfParts>
  <Company>KHURRAM</Company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DISTRICT COORDINATION OFFICER, THATTA</dc:title>
  <dc:creator>SAN SHARMA</dc:creator>
  <cp:lastModifiedBy>Indus</cp:lastModifiedBy>
  <cp:revision>9</cp:revision>
  <cp:lastPrinted>2017-07-05T07:29:00Z</cp:lastPrinted>
  <dcterms:created xsi:type="dcterms:W3CDTF">2017-07-05T06:27:00Z</dcterms:created>
  <dcterms:modified xsi:type="dcterms:W3CDTF">2017-07-19T09:11:00Z</dcterms:modified>
</cp:coreProperties>
</file>