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AD72DB"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8D0FBD" w:rsidP="00DF54BB">
                  <w:pPr>
                    <w:rPr>
                      <w:b/>
                      <w:bCs/>
                    </w:rPr>
                  </w:pPr>
                  <w:r>
                    <w:rPr>
                      <w:b/>
                      <w:bCs/>
                    </w:rPr>
                    <w:t>14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AD72DB">
      <w:pPr>
        <w:widowControl w:val="0"/>
        <w:autoSpaceDE w:val="0"/>
        <w:autoSpaceDN w:val="0"/>
        <w:adjustRightInd w:val="0"/>
        <w:spacing w:after="0" w:line="200" w:lineRule="exact"/>
        <w:rPr>
          <w:rFonts w:ascii="Times New Roman" w:hAnsi="Times New Roman"/>
          <w:sz w:val="24"/>
          <w:szCs w:val="24"/>
        </w:rPr>
      </w:pPr>
      <w:r w:rsidRPr="00AD72D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0341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WIDENING/RE-CONDITIONING ROAD FROM BATHORO-SUJAWAL ROAD TO VILLAGE SHAHNAWAZ LAGHARI ROAD MILE 1/7-2/7 (1.60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AD72DB">
      <w:pPr>
        <w:widowControl w:val="0"/>
        <w:autoSpaceDE w:val="0"/>
        <w:autoSpaceDN w:val="0"/>
        <w:adjustRightInd w:val="0"/>
        <w:spacing w:after="0" w:line="200" w:lineRule="exact"/>
        <w:rPr>
          <w:rFonts w:ascii="Times New Roman" w:hAnsi="Times New Roman"/>
          <w:sz w:val="24"/>
          <w:szCs w:val="24"/>
        </w:rPr>
      </w:pPr>
      <w:r w:rsidRPr="00AD72DB">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0341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WIDENING/RE-CONDITIONING ROAD FROM BATHORO-SUJAWAL ROAD TO VILLAGE SHAHNAWAZ LAGHARI ROAD MILE 1/7-2/7 (1.60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8708C9">
        <w:rPr>
          <w:rFonts w:ascii="Times New Roman" w:hAnsi="Times New Roman"/>
          <w:b/>
          <w:i/>
          <w:sz w:val="24"/>
          <w:szCs w:val="24"/>
        </w:rPr>
        <w:t>2</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708C9">
        <w:rPr>
          <w:rFonts w:ascii="Times New Roman" w:hAnsi="Times New Roman"/>
          <w:b/>
          <w:i/>
          <w:sz w:val="24"/>
          <w:szCs w:val="24"/>
        </w:rPr>
        <w:t>3,27800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5526FE"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8708C9">
        <w:rPr>
          <w:rFonts w:ascii="Times New Roman" w:hAnsi="Times New Roman"/>
          <w:b/>
          <w:i/>
          <w:sz w:val="24"/>
          <w:szCs w:val="24"/>
        </w:rPr>
        <w:t>15.05</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8708C9">
        <w:rPr>
          <w:rFonts w:ascii="Times New Roman" w:hAnsi="Times New Roman"/>
          <w:b/>
          <w:i/>
          <w:sz w:val="24"/>
          <w:szCs w:val="24"/>
        </w:rPr>
        <w:t>16.05</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0341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WIDENING/RE-CONDITIONING ROAD FROM BATHORO-SUJAWAL ROAD TO VILLAGE SHAHNAWAZ LAGHARI ROAD MILE 1/7-2/7 (1.60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C03419">
        <w:rPr>
          <w:rFonts w:ascii="Times New Roman" w:hAnsi="Times New Roman"/>
          <w:b/>
          <w:i/>
        </w:rPr>
        <w:t>WIDENING/RE-CONDITIONING ROAD FROM BATHORO-SUJAWAL ROAD TO VILLAGE SHAHNAWAZ LAGHARI ROAD MILE 1/7-2/7 (1.60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AD72DB">
      <w:pPr>
        <w:widowControl w:val="0"/>
        <w:autoSpaceDE w:val="0"/>
        <w:autoSpaceDN w:val="0"/>
        <w:adjustRightInd w:val="0"/>
        <w:spacing w:after="0" w:line="291" w:lineRule="exact"/>
        <w:rPr>
          <w:rFonts w:ascii="Times New Roman" w:hAnsi="Times New Roman"/>
          <w:sz w:val="24"/>
          <w:szCs w:val="24"/>
        </w:rPr>
      </w:pPr>
      <w:r w:rsidRPr="00AD72DB">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AD72DB">
      <w:pPr>
        <w:widowControl w:val="0"/>
        <w:autoSpaceDE w:val="0"/>
        <w:autoSpaceDN w:val="0"/>
        <w:adjustRightInd w:val="0"/>
        <w:spacing w:after="0" w:line="200" w:lineRule="exact"/>
        <w:rPr>
          <w:rFonts w:ascii="Times New Roman" w:hAnsi="Times New Roman"/>
          <w:sz w:val="24"/>
          <w:szCs w:val="24"/>
        </w:rPr>
      </w:pPr>
      <w:r w:rsidRPr="00AD72DB">
        <w:rPr>
          <w:noProof/>
        </w:rPr>
        <w:pict>
          <v:line id="_x0000_s1129" style="position:absolute;z-index:-251634176" from="21pt,-.85pt" to="180pt,-.85pt" o:allowincell="f" strokeweight=".6pt"/>
        </w:pict>
      </w:r>
      <w:r w:rsidRPr="00AD72DB">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03419">
        <w:rPr>
          <w:rFonts w:ascii="Times New Roman" w:hAnsi="Times New Roman"/>
          <w:b/>
          <w:sz w:val="24"/>
          <w:szCs w:val="24"/>
        </w:rPr>
        <w:t>WIDENING/RE-CONDITIONING ROAD FROM BATHORO-SUJAWAL ROAD TO VILLAGE SHAHNAWAZ LAGHARI ROAD MILE 1/7-2/7 (1.60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AD72DB">
      <w:pPr>
        <w:widowControl w:val="0"/>
        <w:autoSpaceDE w:val="0"/>
        <w:autoSpaceDN w:val="0"/>
        <w:adjustRightInd w:val="0"/>
        <w:spacing w:after="0" w:line="336" w:lineRule="exact"/>
        <w:rPr>
          <w:rFonts w:ascii="Times New Roman" w:hAnsi="Times New Roman"/>
          <w:sz w:val="24"/>
          <w:szCs w:val="24"/>
        </w:rPr>
      </w:pPr>
      <w:r w:rsidRPr="00AD72DB">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F36" w:rsidRDefault="00212F36" w:rsidP="0005303B">
      <w:pPr>
        <w:spacing w:after="0" w:line="240" w:lineRule="auto"/>
      </w:pPr>
      <w:r>
        <w:separator/>
      </w:r>
    </w:p>
  </w:endnote>
  <w:endnote w:type="continuationSeparator" w:id="1">
    <w:p w:rsidR="00212F36" w:rsidRDefault="00212F3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708C9">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F36" w:rsidRDefault="00212F36" w:rsidP="0005303B">
      <w:pPr>
        <w:spacing w:after="0" w:line="240" w:lineRule="auto"/>
      </w:pPr>
      <w:r>
        <w:separator/>
      </w:r>
    </w:p>
  </w:footnote>
  <w:footnote w:type="continuationSeparator" w:id="1">
    <w:p w:rsidR="00212F36" w:rsidRDefault="00212F3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909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2F36"/>
    <w:rsid w:val="00217649"/>
    <w:rsid w:val="002220F5"/>
    <w:rsid w:val="0023177F"/>
    <w:rsid w:val="00250B01"/>
    <w:rsid w:val="0025243E"/>
    <w:rsid w:val="00257456"/>
    <w:rsid w:val="00260877"/>
    <w:rsid w:val="00260963"/>
    <w:rsid w:val="00261F8A"/>
    <w:rsid w:val="00263DB0"/>
    <w:rsid w:val="00266CB5"/>
    <w:rsid w:val="00275E8F"/>
    <w:rsid w:val="0029016B"/>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E7F9A"/>
    <w:rsid w:val="005052F2"/>
    <w:rsid w:val="00511C96"/>
    <w:rsid w:val="00512ED4"/>
    <w:rsid w:val="005132E4"/>
    <w:rsid w:val="0051555C"/>
    <w:rsid w:val="00524984"/>
    <w:rsid w:val="005260A9"/>
    <w:rsid w:val="0054270A"/>
    <w:rsid w:val="00543793"/>
    <w:rsid w:val="00550E35"/>
    <w:rsid w:val="005526FE"/>
    <w:rsid w:val="00557689"/>
    <w:rsid w:val="00570ADA"/>
    <w:rsid w:val="005814C5"/>
    <w:rsid w:val="005938AC"/>
    <w:rsid w:val="0059671D"/>
    <w:rsid w:val="005A08A7"/>
    <w:rsid w:val="005A2481"/>
    <w:rsid w:val="005B325E"/>
    <w:rsid w:val="005C0619"/>
    <w:rsid w:val="005C08BF"/>
    <w:rsid w:val="005C0BE9"/>
    <w:rsid w:val="005C0FF1"/>
    <w:rsid w:val="005C1CBD"/>
    <w:rsid w:val="005C1F95"/>
    <w:rsid w:val="005D19E3"/>
    <w:rsid w:val="005D7562"/>
    <w:rsid w:val="005E3E15"/>
    <w:rsid w:val="005E455B"/>
    <w:rsid w:val="005F2141"/>
    <w:rsid w:val="0060316C"/>
    <w:rsid w:val="00603205"/>
    <w:rsid w:val="006034B3"/>
    <w:rsid w:val="00606C34"/>
    <w:rsid w:val="00615952"/>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37E33"/>
    <w:rsid w:val="0074139B"/>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08C9"/>
    <w:rsid w:val="0087406C"/>
    <w:rsid w:val="0089132A"/>
    <w:rsid w:val="00893BFC"/>
    <w:rsid w:val="008A723B"/>
    <w:rsid w:val="008A7247"/>
    <w:rsid w:val="008B2C67"/>
    <w:rsid w:val="008D0FBD"/>
    <w:rsid w:val="008E6D7D"/>
    <w:rsid w:val="008F2A82"/>
    <w:rsid w:val="008F2F28"/>
    <w:rsid w:val="008F429A"/>
    <w:rsid w:val="00902520"/>
    <w:rsid w:val="009068B3"/>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D72D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3419"/>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6B19"/>
    <w:rsid w:val="00DB0C9B"/>
    <w:rsid w:val="00DB124B"/>
    <w:rsid w:val="00DB2A3C"/>
    <w:rsid w:val="00DB2FE6"/>
    <w:rsid w:val="00DB7A57"/>
    <w:rsid w:val="00DB7C0E"/>
    <w:rsid w:val="00DC6C3C"/>
    <w:rsid w:val="00DD7010"/>
    <w:rsid w:val="00DE10F2"/>
    <w:rsid w:val="00DE2804"/>
    <w:rsid w:val="00DE56F0"/>
    <w:rsid w:val="00DF54BB"/>
    <w:rsid w:val="00E040DA"/>
    <w:rsid w:val="00E05947"/>
    <w:rsid w:val="00E065B1"/>
    <w:rsid w:val="00E103A5"/>
    <w:rsid w:val="00E11DB5"/>
    <w:rsid w:val="00E2094A"/>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129"/>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909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0.75000000000000311</c:v>
                </c:pt>
                <c:pt idx="2">
                  <c:v>0.5</c:v>
                </c:pt>
                <c:pt idx="3">
                  <c:v>0.2</c:v>
                </c:pt>
              </c:numCache>
            </c:numRef>
          </c:val>
        </c:ser>
        <c:axId val="94571520"/>
        <c:axId val="94614272"/>
      </c:barChart>
      <c:catAx>
        <c:axId val="94571520"/>
        <c:scaling>
          <c:orientation val="minMax"/>
        </c:scaling>
        <c:axPos val="b"/>
        <c:tickLblPos val="nextTo"/>
        <c:crossAx val="94614272"/>
        <c:crosses val="autoZero"/>
        <c:auto val="1"/>
        <c:lblAlgn val="ctr"/>
        <c:lblOffset val="100"/>
      </c:catAx>
      <c:valAx>
        <c:axId val="94614272"/>
        <c:scaling>
          <c:orientation val="minMax"/>
        </c:scaling>
        <c:axPos val="l"/>
        <c:majorGridlines/>
        <c:numFmt formatCode="0%" sourceLinked="1"/>
        <c:tickLblPos val="nextTo"/>
        <c:crossAx val="945715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13</TotalTime>
  <Pages>75</Pages>
  <Words>18460</Words>
  <Characters>105224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mhujjan</cp:lastModifiedBy>
  <cp:revision>9</cp:revision>
  <cp:lastPrinted>2017-03-27T20:33:00Z</cp:lastPrinted>
  <dcterms:created xsi:type="dcterms:W3CDTF">2017-03-12T21:26:00Z</dcterms:created>
  <dcterms:modified xsi:type="dcterms:W3CDTF">2017-05-01T20:36:00Z</dcterms:modified>
</cp:coreProperties>
</file>