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Default="002220F5"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49" style="position:absolute;left:0;text-align:left;margin-left:445.5pt;margin-top:-32.25pt;width:32.25pt;height:21.75pt;z-index:251709952" fillcolor="white [3212]" strokecolor="white [3212]">
            <v:textbox>
              <w:txbxContent>
                <w:p w:rsidR="00DF54BB" w:rsidRPr="000063FC" w:rsidRDefault="008D0FBD" w:rsidP="00DF54BB">
                  <w:pPr>
                    <w:rPr>
                      <w:b/>
                      <w:bCs/>
                    </w:rPr>
                  </w:pPr>
                  <w:r>
                    <w:rPr>
                      <w:b/>
                      <w:bCs/>
                    </w:rPr>
                    <w:t>14</w:t>
                  </w:r>
                </w:p>
              </w:txbxContent>
            </v:textbox>
          </v:oval>
        </w:pict>
      </w:r>
      <w:r w:rsidR="001E463E" w:rsidRPr="001E463E">
        <w:rPr>
          <w:rFonts w:ascii="Times New Roman" w:hAnsi="Times New Roman"/>
          <w:sz w:val="24"/>
          <w:szCs w:val="24"/>
        </w:rPr>
        <w:t xml:space="preserve">No. TC/G-55/ </w:t>
      </w:r>
      <w:r w:rsidR="0068492E">
        <w:rPr>
          <w:rFonts w:ascii="Times New Roman" w:hAnsi="Times New Roman"/>
          <w:sz w:val="24"/>
          <w:szCs w:val="24"/>
        </w:rPr>
        <w:t xml:space="preserve">        </w:t>
      </w:r>
      <w:r w:rsidR="00B84F1C" w:rsidRPr="001E463E">
        <w:rPr>
          <w:rFonts w:ascii="Times New Roman" w:hAnsi="Times New Roman"/>
          <w:sz w:val="24"/>
          <w:szCs w:val="24"/>
        </w:rPr>
        <w:t>dated</w:t>
      </w:r>
      <w:r w:rsidR="001E463E" w:rsidRPr="001E463E">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2220F5">
      <w:pPr>
        <w:widowControl w:val="0"/>
        <w:autoSpaceDE w:val="0"/>
        <w:autoSpaceDN w:val="0"/>
        <w:adjustRightInd w:val="0"/>
        <w:spacing w:after="0" w:line="200" w:lineRule="exact"/>
        <w:rPr>
          <w:rFonts w:ascii="Times New Roman" w:hAnsi="Times New Roman"/>
          <w:sz w:val="24"/>
          <w:szCs w:val="24"/>
        </w:rPr>
      </w:pPr>
      <w:r w:rsidRPr="002220F5">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C03419"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WIDENING/RE-CONDITIONING ROAD FROM BATHORO-SUJAWAL ROAD TO VILLAGE SHAHNAWAZ LAGHARI ROAD MILE 1/7-2/7 (1.60 KMS)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2220F5">
      <w:pPr>
        <w:widowControl w:val="0"/>
        <w:autoSpaceDE w:val="0"/>
        <w:autoSpaceDN w:val="0"/>
        <w:adjustRightInd w:val="0"/>
        <w:spacing w:after="0" w:line="200" w:lineRule="exact"/>
        <w:rPr>
          <w:rFonts w:ascii="Times New Roman" w:hAnsi="Times New Roman"/>
          <w:sz w:val="24"/>
          <w:szCs w:val="24"/>
        </w:rPr>
      </w:pPr>
      <w:r w:rsidRPr="002220F5">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 xml:space="preserve">Works &amp; Services Department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C03419"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WIDENING/RE-CONDITIONING ROAD FROM BATHORO-SUJAWAL ROAD TO VILLAGE SHAHNAWAZ LAGHARI ROAD MILE 1/7-2/7 (1.60 KMS)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6936D4">
        <w:rPr>
          <w:rFonts w:ascii="Times New Roman" w:hAnsi="Times New Roman"/>
          <w:b/>
          <w:i/>
          <w:sz w:val="24"/>
          <w:szCs w:val="24"/>
        </w:rPr>
        <w:t>.</w:t>
      </w:r>
    </w:p>
    <w:p w:rsidR="00CB306F" w:rsidRPr="00A44E9C" w:rsidRDefault="00CB306F" w:rsidP="004258C9">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Tel: </w:t>
      </w:r>
      <w:r w:rsidR="004258C9">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258C9">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4258C9">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C03419">
        <w:rPr>
          <w:rFonts w:ascii="Times New Roman" w:hAnsi="Times New Roman"/>
          <w:b/>
          <w:i/>
          <w:sz w:val="24"/>
          <w:szCs w:val="24"/>
        </w:rPr>
        <w:t>8,14500/-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5526FE"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9</w:t>
      </w:r>
      <w:r w:rsidR="00902520">
        <w:rPr>
          <w:rFonts w:ascii="Times New Roman" w:hAnsi="Times New Roman"/>
          <w:b/>
          <w:i/>
          <w:sz w:val="24"/>
          <w:szCs w:val="24"/>
        </w:rPr>
        <w:t xml:space="preserve">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w:t>
      </w:r>
      <w:r w:rsidR="004258C9">
        <w:rPr>
          <w:rFonts w:ascii="Times New Roman" w:hAnsi="Times New Roman"/>
          <w:b/>
          <w:i/>
          <w:sz w:val="24"/>
          <w:szCs w:val="24"/>
        </w:rPr>
        <w:t>Sujawal</w:t>
      </w:r>
      <w:r w:rsidR="004021A7">
        <w:rPr>
          <w:rFonts w:ascii="Times New Roman" w:hAnsi="Times New Roman"/>
          <w:b/>
          <w:i/>
          <w:sz w:val="24"/>
          <w:szCs w:val="24"/>
        </w:rPr>
        <w:t xml:space="preserve">.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4258C9">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4258C9">
        <w:rPr>
          <w:rFonts w:ascii="Times New Roman" w:hAnsi="Times New Roman"/>
          <w:b/>
          <w:i/>
          <w:sz w:val="24"/>
          <w:szCs w:val="24"/>
        </w:rPr>
        <w:t>09.01.2017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4258C9">
        <w:rPr>
          <w:rFonts w:ascii="Times New Roman" w:hAnsi="Times New Roman"/>
          <w:b/>
          <w:i/>
          <w:sz w:val="24"/>
          <w:szCs w:val="24"/>
        </w:rPr>
        <w:t>Sujawal</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4258C9">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A37B04">
        <w:rPr>
          <w:rFonts w:ascii="Times New Roman" w:hAnsi="Times New Roman"/>
          <w:i/>
          <w:sz w:val="24"/>
          <w:szCs w:val="24"/>
        </w:rPr>
        <w:t xml:space="preserve"> </w:t>
      </w:r>
      <w:r w:rsidR="004258C9">
        <w:rPr>
          <w:rFonts w:ascii="Times New Roman" w:hAnsi="Times New Roman"/>
          <w:b/>
          <w:i/>
          <w:sz w:val="24"/>
          <w:szCs w:val="24"/>
        </w:rPr>
        <w:t>10.01.2017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258C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4258C9">
        <w:rPr>
          <w:rFonts w:ascii="Times New Roman" w:hAnsi="Times New Roman"/>
          <w:b/>
          <w:bCs/>
          <w:sz w:val="24"/>
          <w:szCs w:val="24"/>
        </w:rPr>
        <w:t>20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C03419"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WIDENING/RE-CONDITIONING ROAD FROM BATHORO-SUJAWAL ROAD TO VILLAGE SHAHNAWAZ LAGHARI ROAD MILE 1/7-2/7 (1.60 KMS)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4258C9">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Sujawal</w:t>
      </w:r>
      <w:r w:rsidR="00FE2AEC">
        <w:rPr>
          <w:rFonts w:ascii="Times New Roman" w:hAnsi="Times New Roman"/>
          <w:b/>
          <w:i/>
          <w:sz w:val="24"/>
          <w:szCs w:val="24"/>
        </w:rPr>
        <w:t xml:space="preser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4258C9">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w:t>
      </w:r>
      <w:r w:rsidR="002E557A">
        <w:rPr>
          <w:rFonts w:ascii="Times New Roman" w:hAnsi="Times New Roman"/>
          <w:sz w:val="24"/>
          <w:szCs w:val="24"/>
        </w:rPr>
        <w:t>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w:t>
      </w:r>
      <w:r w:rsidR="002E557A">
        <w:rPr>
          <w:rFonts w:ascii="Times New Roman" w:hAnsi="Times New Roman"/>
          <w:sz w:val="24"/>
          <w:szCs w:val="24"/>
        </w:rPr>
        <w:t>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w:t>
      </w:r>
      <w:r w:rsidR="002E557A">
        <w:rPr>
          <w:rFonts w:ascii="Times New Roman" w:hAnsi="Times New Roman"/>
          <w:sz w:val="24"/>
          <w:szCs w:val="24"/>
        </w:rPr>
        <w:t>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w:t>
      </w:r>
      <w:r w:rsidR="002E557A">
        <w:rPr>
          <w:rFonts w:ascii="Times New Roman" w:hAnsi="Times New Roman"/>
          <w:sz w:val="24"/>
          <w:szCs w:val="24"/>
        </w:rPr>
        <w:t>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B5274A" w:rsidP="00E3763D">
      <w:r w:rsidRPr="00B5274A">
        <w:rPr>
          <w:noProof/>
        </w:rPr>
        <w:drawing>
          <wp:inline distT="0" distB="0" distL="0" distR="0">
            <wp:extent cx="5334000" cy="401002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Pr="00322A70"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C03419">
        <w:rPr>
          <w:rFonts w:ascii="Times New Roman" w:hAnsi="Times New Roman"/>
          <w:b/>
          <w:i/>
        </w:rPr>
        <w:t>WIDENING/RE-CONDITIONING ROAD FROM BATHORO-SUJAWAL ROAD TO VILLAGE SHAHNAWAZ LAGHARI ROAD MILE 1/7-2/7 (1.60 KMS)</w:t>
      </w:r>
    </w:p>
    <w:p w:rsidR="00FD78CF" w:rsidRPr="00322A70" w:rsidRDefault="00FD78CF">
      <w:pPr>
        <w:widowControl w:val="0"/>
        <w:autoSpaceDE w:val="0"/>
        <w:autoSpaceDN w:val="0"/>
        <w:adjustRightInd w:val="0"/>
        <w:spacing w:after="0" w:line="240" w:lineRule="auto"/>
        <w:ind w:left="720"/>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4258C9" w:rsidP="00A1555A">
            <w:pPr>
              <w:widowControl w:val="0"/>
              <w:autoSpaceDE w:val="0"/>
              <w:autoSpaceDN w:val="0"/>
              <w:adjustRightInd w:val="0"/>
              <w:spacing w:after="0" w:line="240" w:lineRule="auto"/>
              <w:jc w:val="center"/>
              <w:rPr>
                <w:rFonts w:ascii="Times New Roman" w:hAnsi="Times New Roman"/>
              </w:rPr>
            </w:pPr>
            <w:r>
              <w:rPr>
                <w:rFonts w:ascii="Times New Roman" w:hAnsi="Times New Roman"/>
                <w:b/>
              </w:rPr>
              <w:t>Sujawal</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4258C9">
        <w:rPr>
          <w:rFonts w:ascii="Times New Roman" w:hAnsi="Times New Roman"/>
          <w:b/>
          <w:bCs/>
          <w:i/>
          <w:sz w:val="24"/>
          <w:szCs w:val="24"/>
        </w:rPr>
        <w:t>Sujawal</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C20BF">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C20BF">
        <w:rPr>
          <w:rFonts w:ascii="Times New Roman" w:hAnsi="Times New Roman"/>
          <w:b/>
          <w:i/>
          <w:sz w:val="24"/>
          <w:szCs w:val="24"/>
        </w:rPr>
        <w:t>180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w:t>
      </w:r>
      <w:r w:rsidR="004258C9">
        <w:rPr>
          <w:rFonts w:ascii="Times New Roman" w:hAnsi="Times New Roman"/>
          <w:b/>
          <w:i/>
          <w:sz w:val="24"/>
          <w:szCs w:val="24"/>
        </w:rPr>
        <w:t>Sujawal</w:t>
      </w:r>
      <w:r>
        <w:rPr>
          <w:rFonts w:ascii="Times New Roman" w:hAnsi="Times New Roman"/>
          <w:b/>
          <w:i/>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5260A9">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893BFC">
        <w:rPr>
          <w:rFonts w:ascii="Times New Roman" w:hAnsi="Times New Roman"/>
          <w:b/>
          <w:sz w:val="24"/>
          <w:szCs w:val="24"/>
        </w:rPr>
        <w:t>06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2220F5">
      <w:pPr>
        <w:widowControl w:val="0"/>
        <w:autoSpaceDE w:val="0"/>
        <w:autoSpaceDN w:val="0"/>
        <w:adjustRightInd w:val="0"/>
        <w:spacing w:after="0" w:line="291" w:lineRule="exact"/>
        <w:rPr>
          <w:rFonts w:ascii="Times New Roman" w:hAnsi="Times New Roman"/>
          <w:sz w:val="24"/>
          <w:szCs w:val="24"/>
        </w:rPr>
      </w:pPr>
      <w:r w:rsidRPr="002220F5">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2220F5">
      <w:pPr>
        <w:widowControl w:val="0"/>
        <w:autoSpaceDE w:val="0"/>
        <w:autoSpaceDN w:val="0"/>
        <w:adjustRightInd w:val="0"/>
        <w:spacing w:after="0" w:line="200" w:lineRule="exact"/>
        <w:rPr>
          <w:rFonts w:ascii="Times New Roman" w:hAnsi="Times New Roman"/>
          <w:sz w:val="24"/>
          <w:szCs w:val="24"/>
        </w:rPr>
      </w:pPr>
      <w:r w:rsidRPr="002220F5">
        <w:rPr>
          <w:noProof/>
        </w:rPr>
        <w:pict>
          <v:line id="_x0000_s1129" style="position:absolute;z-index:-251634176" from="21pt,-.85pt" to="180pt,-.85pt" o:allowincell="f" strokeweight=".6pt"/>
        </w:pict>
      </w:r>
      <w:r w:rsidRPr="002220F5">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4258C9">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4258C9">
        <w:rPr>
          <w:rFonts w:ascii="Times New Roman" w:hAnsi="Times New Roman"/>
          <w:b/>
          <w:sz w:val="24"/>
          <w:szCs w:val="24"/>
        </w:rPr>
        <w:t>Sujawal</w:t>
      </w:r>
      <w:r w:rsidR="00893BFC">
        <w:rPr>
          <w:rFonts w:ascii="Times New Roman" w:hAnsi="Times New Roman"/>
          <w:b/>
          <w:sz w:val="24"/>
          <w:szCs w:val="24"/>
        </w:rPr>
        <w:t xml:space="preserve">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C03419">
        <w:rPr>
          <w:rFonts w:ascii="Times New Roman" w:hAnsi="Times New Roman"/>
          <w:b/>
          <w:sz w:val="24"/>
          <w:szCs w:val="24"/>
        </w:rPr>
        <w:t>WIDENING/RE-CONDITIONING ROAD FROM BATHORO-SUJAWAL ROAD TO VILLAGE SHAHNAWAZ LAGHARI ROAD MILE 1/7-2/7 (1.60 KMS)</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Highway Division </w:t>
      </w:r>
      <w:r w:rsidR="004258C9">
        <w:rPr>
          <w:rFonts w:ascii="Times New Roman" w:hAnsi="Times New Roman"/>
          <w:sz w:val="24"/>
          <w:szCs w:val="24"/>
        </w:rPr>
        <w:t>Sujawal</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4258C9"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Sujawal</w:t>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sidR="00BA575E">
        <w:rPr>
          <w:rFonts w:ascii="Times New Roman" w:hAnsi="Times New Roman"/>
          <w:sz w:val="24"/>
          <w:szCs w:val="24"/>
        </w:rPr>
        <w:tab/>
      </w:r>
      <w:r>
        <w:rPr>
          <w:rFonts w:ascii="Times New Roman" w:hAnsi="Times New Roman"/>
          <w:sz w:val="24"/>
          <w:szCs w:val="24"/>
        </w:rPr>
        <w:t>Sujawal</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2220F5">
      <w:pPr>
        <w:widowControl w:val="0"/>
        <w:autoSpaceDE w:val="0"/>
        <w:autoSpaceDN w:val="0"/>
        <w:adjustRightInd w:val="0"/>
        <w:spacing w:after="0" w:line="336" w:lineRule="exact"/>
        <w:rPr>
          <w:rFonts w:ascii="Times New Roman" w:hAnsi="Times New Roman"/>
          <w:sz w:val="24"/>
          <w:szCs w:val="24"/>
        </w:rPr>
      </w:pPr>
      <w:r w:rsidRPr="002220F5">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F9A" w:rsidRDefault="004E7F9A" w:rsidP="0005303B">
      <w:pPr>
        <w:spacing w:after="0" w:line="240" w:lineRule="auto"/>
      </w:pPr>
      <w:r>
        <w:separator/>
      </w:r>
    </w:p>
  </w:endnote>
  <w:endnote w:type="continuationSeparator" w:id="1">
    <w:p w:rsidR="004E7F9A" w:rsidRDefault="004E7F9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A70" w:rsidRDefault="00322A70" w:rsidP="00AC7E3B">
    <w:pPr>
      <w:pStyle w:val="Footer"/>
      <w:pBdr>
        <w:bottom w:val="double" w:sz="6" w:space="1" w:color="auto"/>
      </w:pBdr>
    </w:pPr>
  </w:p>
  <w:p w:rsidR="00322A70" w:rsidRDefault="00322A7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D0FBD">
        <w:rPr>
          <w:noProof/>
        </w:rPr>
        <w:t>69</w:t>
      </w:r>
    </w:fldSimple>
  </w:p>
  <w:p w:rsidR="00322A70" w:rsidRDefault="00322A70" w:rsidP="0005303B">
    <w:pPr>
      <w:pStyle w:val="Footer"/>
    </w:pPr>
  </w:p>
  <w:p w:rsidR="00322A70" w:rsidRDefault="00322A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F9A" w:rsidRDefault="004E7F9A" w:rsidP="0005303B">
      <w:pPr>
        <w:spacing w:after="0" w:line="240" w:lineRule="auto"/>
      </w:pPr>
      <w:r>
        <w:separator/>
      </w:r>
    </w:p>
  </w:footnote>
  <w:footnote w:type="continuationSeparator" w:id="1">
    <w:p w:rsidR="004E7F9A" w:rsidRDefault="004E7F9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2946">
      <o:colormenu v:ext="edit"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40627"/>
    <w:rsid w:val="00044167"/>
    <w:rsid w:val="00044623"/>
    <w:rsid w:val="000464DB"/>
    <w:rsid w:val="0004763A"/>
    <w:rsid w:val="0005303B"/>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17649"/>
    <w:rsid w:val="002220F5"/>
    <w:rsid w:val="0023177F"/>
    <w:rsid w:val="00250B01"/>
    <w:rsid w:val="0025243E"/>
    <w:rsid w:val="00257456"/>
    <w:rsid w:val="00260877"/>
    <w:rsid w:val="00260963"/>
    <w:rsid w:val="00261F8A"/>
    <w:rsid w:val="00263DB0"/>
    <w:rsid w:val="00266CB5"/>
    <w:rsid w:val="00275E8F"/>
    <w:rsid w:val="0029016B"/>
    <w:rsid w:val="00291324"/>
    <w:rsid w:val="00295160"/>
    <w:rsid w:val="002974E9"/>
    <w:rsid w:val="002A3C1F"/>
    <w:rsid w:val="002A7D7D"/>
    <w:rsid w:val="002D068A"/>
    <w:rsid w:val="002E557A"/>
    <w:rsid w:val="002E7085"/>
    <w:rsid w:val="002F758C"/>
    <w:rsid w:val="002F794B"/>
    <w:rsid w:val="00305448"/>
    <w:rsid w:val="003076A1"/>
    <w:rsid w:val="00310AF1"/>
    <w:rsid w:val="00311115"/>
    <w:rsid w:val="0031355B"/>
    <w:rsid w:val="00314F31"/>
    <w:rsid w:val="00322A70"/>
    <w:rsid w:val="00323C65"/>
    <w:rsid w:val="003269D9"/>
    <w:rsid w:val="00332BD6"/>
    <w:rsid w:val="00350413"/>
    <w:rsid w:val="00361160"/>
    <w:rsid w:val="003631D1"/>
    <w:rsid w:val="003657D8"/>
    <w:rsid w:val="003807E7"/>
    <w:rsid w:val="0038781B"/>
    <w:rsid w:val="003922CC"/>
    <w:rsid w:val="003A22FC"/>
    <w:rsid w:val="003B4FCE"/>
    <w:rsid w:val="003C07F4"/>
    <w:rsid w:val="003D522E"/>
    <w:rsid w:val="004021A7"/>
    <w:rsid w:val="00413D25"/>
    <w:rsid w:val="00414D1C"/>
    <w:rsid w:val="00420F4E"/>
    <w:rsid w:val="004258C9"/>
    <w:rsid w:val="0043187F"/>
    <w:rsid w:val="00435D39"/>
    <w:rsid w:val="00436D03"/>
    <w:rsid w:val="00440E91"/>
    <w:rsid w:val="004423C3"/>
    <w:rsid w:val="00443A5C"/>
    <w:rsid w:val="0044547D"/>
    <w:rsid w:val="00461DD9"/>
    <w:rsid w:val="00464BEE"/>
    <w:rsid w:val="00466830"/>
    <w:rsid w:val="00466E30"/>
    <w:rsid w:val="00472684"/>
    <w:rsid w:val="004749C2"/>
    <w:rsid w:val="00475A62"/>
    <w:rsid w:val="004801AF"/>
    <w:rsid w:val="004865B7"/>
    <w:rsid w:val="0049112E"/>
    <w:rsid w:val="004A027D"/>
    <w:rsid w:val="004A11E2"/>
    <w:rsid w:val="004A5C30"/>
    <w:rsid w:val="004B68EE"/>
    <w:rsid w:val="004D7F59"/>
    <w:rsid w:val="004E775A"/>
    <w:rsid w:val="004E7F9A"/>
    <w:rsid w:val="005052F2"/>
    <w:rsid w:val="00511C96"/>
    <w:rsid w:val="00512ED4"/>
    <w:rsid w:val="005132E4"/>
    <w:rsid w:val="0051555C"/>
    <w:rsid w:val="00524984"/>
    <w:rsid w:val="005260A9"/>
    <w:rsid w:val="0054270A"/>
    <w:rsid w:val="00543793"/>
    <w:rsid w:val="00550E35"/>
    <w:rsid w:val="005526FE"/>
    <w:rsid w:val="00557689"/>
    <w:rsid w:val="00570ADA"/>
    <w:rsid w:val="005814C5"/>
    <w:rsid w:val="005938AC"/>
    <w:rsid w:val="0059671D"/>
    <w:rsid w:val="005A08A7"/>
    <w:rsid w:val="005A2481"/>
    <w:rsid w:val="005B325E"/>
    <w:rsid w:val="005C0619"/>
    <w:rsid w:val="005C08BF"/>
    <w:rsid w:val="005C0BE9"/>
    <w:rsid w:val="005C0FF1"/>
    <w:rsid w:val="005C1F95"/>
    <w:rsid w:val="005D19E3"/>
    <w:rsid w:val="005D7562"/>
    <w:rsid w:val="005E3E15"/>
    <w:rsid w:val="005E455B"/>
    <w:rsid w:val="005F2141"/>
    <w:rsid w:val="0060316C"/>
    <w:rsid w:val="00603205"/>
    <w:rsid w:val="006034B3"/>
    <w:rsid w:val="00606C34"/>
    <w:rsid w:val="00615952"/>
    <w:rsid w:val="00617EA9"/>
    <w:rsid w:val="00621141"/>
    <w:rsid w:val="006224A2"/>
    <w:rsid w:val="0063166E"/>
    <w:rsid w:val="0063406D"/>
    <w:rsid w:val="00652265"/>
    <w:rsid w:val="00656663"/>
    <w:rsid w:val="006634D9"/>
    <w:rsid w:val="006635B3"/>
    <w:rsid w:val="00663CDC"/>
    <w:rsid w:val="006653B3"/>
    <w:rsid w:val="00671254"/>
    <w:rsid w:val="00676163"/>
    <w:rsid w:val="00676420"/>
    <w:rsid w:val="0068492E"/>
    <w:rsid w:val="006936D4"/>
    <w:rsid w:val="006A0C5F"/>
    <w:rsid w:val="006B2E6E"/>
    <w:rsid w:val="006C0052"/>
    <w:rsid w:val="006D0633"/>
    <w:rsid w:val="006D2C91"/>
    <w:rsid w:val="006E3DA3"/>
    <w:rsid w:val="006E4D0C"/>
    <w:rsid w:val="006F271E"/>
    <w:rsid w:val="007156CD"/>
    <w:rsid w:val="00716375"/>
    <w:rsid w:val="007176B6"/>
    <w:rsid w:val="00720956"/>
    <w:rsid w:val="007216F9"/>
    <w:rsid w:val="00723D9B"/>
    <w:rsid w:val="007258FD"/>
    <w:rsid w:val="00731B42"/>
    <w:rsid w:val="00737E33"/>
    <w:rsid w:val="0074139B"/>
    <w:rsid w:val="007445F5"/>
    <w:rsid w:val="00744DE8"/>
    <w:rsid w:val="007467CF"/>
    <w:rsid w:val="0075332F"/>
    <w:rsid w:val="0075505F"/>
    <w:rsid w:val="00760C02"/>
    <w:rsid w:val="00763E23"/>
    <w:rsid w:val="00776EC3"/>
    <w:rsid w:val="00781279"/>
    <w:rsid w:val="00781846"/>
    <w:rsid w:val="00781E56"/>
    <w:rsid w:val="00783AD0"/>
    <w:rsid w:val="007852D9"/>
    <w:rsid w:val="0078551F"/>
    <w:rsid w:val="007A2318"/>
    <w:rsid w:val="007B10B4"/>
    <w:rsid w:val="007B210A"/>
    <w:rsid w:val="007B3D3F"/>
    <w:rsid w:val="007C45BE"/>
    <w:rsid w:val="007D533F"/>
    <w:rsid w:val="007D626B"/>
    <w:rsid w:val="007F0ADB"/>
    <w:rsid w:val="007F7E65"/>
    <w:rsid w:val="00810F0A"/>
    <w:rsid w:val="00822C99"/>
    <w:rsid w:val="00823075"/>
    <w:rsid w:val="00825D13"/>
    <w:rsid w:val="00827B14"/>
    <w:rsid w:val="0083275E"/>
    <w:rsid w:val="008352AB"/>
    <w:rsid w:val="0083603B"/>
    <w:rsid w:val="008423F5"/>
    <w:rsid w:val="00863C4E"/>
    <w:rsid w:val="0087027C"/>
    <w:rsid w:val="0087406C"/>
    <w:rsid w:val="0089132A"/>
    <w:rsid w:val="00893BFC"/>
    <w:rsid w:val="008A723B"/>
    <w:rsid w:val="008A7247"/>
    <w:rsid w:val="008B2C67"/>
    <w:rsid w:val="008D0FBD"/>
    <w:rsid w:val="008E6D7D"/>
    <w:rsid w:val="008F2A82"/>
    <w:rsid w:val="008F2F28"/>
    <w:rsid w:val="008F429A"/>
    <w:rsid w:val="00902520"/>
    <w:rsid w:val="009068B3"/>
    <w:rsid w:val="00911260"/>
    <w:rsid w:val="00913BB8"/>
    <w:rsid w:val="00921CC4"/>
    <w:rsid w:val="00926A36"/>
    <w:rsid w:val="009312F6"/>
    <w:rsid w:val="009413CE"/>
    <w:rsid w:val="00941E22"/>
    <w:rsid w:val="009437E2"/>
    <w:rsid w:val="009526F5"/>
    <w:rsid w:val="00952720"/>
    <w:rsid w:val="00954B45"/>
    <w:rsid w:val="0095563B"/>
    <w:rsid w:val="009566C7"/>
    <w:rsid w:val="00977777"/>
    <w:rsid w:val="00977B63"/>
    <w:rsid w:val="00980051"/>
    <w:rsid w:val="00983F38"/>
    <w:rsid w:val="00987877"/>
    <w:rsid w:val="00991914"/>
    <w:rsid w:val="009B2FD2"/>
    <w:rsid w:val="009C3BEF"/>
    <w:rsid w:val="009C49DB"/>
    <w:rsid w:val="009D46E0"/>
    <w:rsid w:val="009E226D"/>
    <w:rsid w:val="009E2949"/>
    <w:rsid w:val="009F68AF"/>
    <w:rsid w:val="00A02383"/>
    <w:rsid w:val="00A13741"/>
    <w:rsid w:val="00A1555A"/>
    <w:rsid w:val="00A167C4"/>
    <w:rsid w:val="00A2167D"/>
    <w:rsid w:val="00A272C5"/>
    <w:rsid w:val="00A34840"/>
    <w:rsid w:val="00A359D5"/>
    <w:rsid w:val="00A37B04"/>
    <w:rsid w:val="00A440D7"/>
    <w:rsid w:val="00A44E9C"/>
    <w:rsid w:val="00A45079"/>
    <w:rsid w:val="00A6420E"/>
    <w:rsid w:val="00A6584B"/>
    <w:rsid w:val="00A713EB"/>
    <w:rsid w:val="00A75D39"/>
    <w:rsid w:val="00A76309"/>
    <w:rsid w:val="00A90B47"/>
    <w:rsid w:val="00A91B3A"/>
    <w:rsid w:val="00A941D6"/>
    <w:rsid w:val="00A96040"/>
    <w:rsid w:val="00A9735D"/>
    <w:rsid w:val="00A97C43"/>
    <w:rsid w:val="00AB0D78"/>
    <w:rsid w:val="00AB7E7D"/>
    <w:rsid w:val="00AC7387"/>
    <w:rsid w:val="00AC7E3B"/>
    <w:rsid w:val="00AE3422"/>
    <w:rsid w:val="00AE3960"/>
    <w:rsid w:val="00B02CFF"/>
    <w:rsid w:val="00B0315D"/>
    <w:rsid w:val="00B12FC1"/>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3419"/>
    <w:rsid w:val="00C06D65"/>
    <w:rsid w:val="00C07B2E"/>
    <w:rsid w:val="00C15909"/>
    <w:rsid w:val="00C20C05"/>
    <w:rsid w:val="00C324E4"/>
    <w:rsid w:val="00C75F0A"/>
    <w:rsid w:val="00C838BA"/>
    <w:rsid w:val="00C96C3A"/>
    <w:rsid w:val="00CA1B0E"/>
    <w:rsid w:val="00CA352E"/>
    <w:rsid w:val="00CB306F"/>
    <w:rsid w:val="00CB6924"/>
    <w:rsid w:val="00CC66A0"/>
    <w:rsid w:val="00CC7CD4"/>
    <w:rsid w:val="00CD72E5"/>
    <w:rsid w:val="00CE5EA7"/>
    <w:rsid w:val="00D034D9"/>
    <w:rsid w:val="00D0460E"/>
    <w:rsid w:val="00D16B36"/>
    <w:rsid w:val="00D17DB4"/>
    <w:rsid w:val="00D22CC3"/>
    <w:rsid w:val="00D279F9"/>
    <w:rsid w:val="00D40849"/>
    <w:rsid w:val="00D45CBB"/>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C6C3C"/>
    <w:rsid w:val="00DD7010"/>
    <w:rsid w:val="00DE10F2"/>
    <w:rsid w:val="00DE2804"/>
    <w:rsid w:val="00DE56F0"/>
    <w:rsid w:val="00DF54BB"/>
    <w:rsid w:val="00E040DA"/>
    <w:rsid w:val="00E05947"/>
    <w:rsid w:val="00E065B1"/>
    <w:rsid w:val="00E103A5"/>
    <w:rsid w:val="00E11DB5"/>
    <w:rsid w:val="00E2094A"/>
    <w:rsid w:val="00E33691"/>
    <w:rsid w:val="00E3588C"/>
    <w:rsid w:val="00E35F14"/>
    <w:rsid w:val="00E3763D"/>
    <w:rsid w:val="00E406AB"/>
    <w:rsid w:val="00E42F28"/>
    <w:rsid w:val="00E47CB3"/>
    <w:rsid w:val="00E5036C"/>
    <w:rsid w:val="00E5260E"/>
    <w:rsid w:val="00E73A5B"/>
    <w:rsid w:val="00E830FC"/>
    <w:rsid w:val="00E83B38"/>
    <w:rsid w:val="00E85E78"/>
    <w:rsid w:val="00EB0C74"/>
    <w:rsid w:val="00ED3697"/>
    <w:rsid w:val="00ED6072"/>
    <w:rsid w:val="00ED70A8"/>
    <w:rsid w:val="00ED7299"/>
    <w:rsid w:val="00ED7525"/>
    <w:rsid w:val="00EE27DF"/>
    <w:rsid w:val="00EE2EF0"/>
    <w:rsid w:val="00EE4A06"/>
    <w:rsid w:val="00EF0BF4"/>
    <w:rsid w:val="00F0180A"/>
    <w:rsid w:val="00F01D16"/>
    <w:rsid w:val="00F17041"/>
    <w:rsid w:val="00F24182"/>
    <w:rsid w:val="00F242F8"/>
    <w:rsid w:val="00F25671"/>
    <w:rsid w:val="00F2571F"/>
    <w:rsid w:val="00F2673C"/>
    <w:rsid w:val="00F26E3C"/>
    <w:rsid w:val="00F439E7"/>
    <w:rsid w:val="00F6626F"/>
    <w:rsid w:val="00F7390F"/>
    <w:rsid w:val="00F75E12"/>
    <w:rsid w:val="00F834F4"/>
    <w:rsid w:val="00F95BA9"/>
    <w:rsid w:val="00FA5302"/>
    <w:rsid w:val="00FC20BF"/>
    <w:rsid w:val="00FC3F34"/>
    <w:rsid w:val="00FD2296"/>
    <w:rsid w:val="00FD41C8"/>
    <w:rsid w:val="00FD7877"/>
    <w:rsid w:val="00FD78CF"/>
    <w:rsid w:val="00FE2AEC"/>
    <w:rsid w:val="00FF13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6 Months</c:v>
                </c:pt>
                <c:pt idx="1">
                  <c:v>5 Months</c:v>
                </c:pt>
                <c:pt idx="2">
                  <c:v>3 Months</c:v>
                </c:pt>
                <c:pt idx="3">
                  <c:v>1 Month</c:v>
                </c:pt>
              </c:strCache>
            </c:strRef>
          </c:cat>
          <c:val>
            <c:numRef>
              <c:f>Sheet3!$B$1:$B$4</c:f>
              <c:numCache>
                <c:formatCode>0%</c:formatCode>
                <c:ptCount val="4"/>
                <c:pt idx="0">
                  <c:v>1</c:v>
                </c:pt>
                <c:pt idx="1">
                  <c:v>0.75000000000000266</c:v>
                </c:pt>
                <c:pt idx="2">
                  <c:v>0.5</c:v>
                </c:pt>
                <c:pt idx="3">
                  <c:v>0.2</c:v>
                </c:pt>
              </c:numCache>
            </c:numRef>
          </c:val>
        </c:ser>
        <c:axId val="69413504"/>
        <c:axId val="91237760"/>
      </c:barChart>
      <c:catAx>
        <c:axId val="69413504"/>
        <c:scaling>
          <c:orientation val="minMax"/>
        </c:scaling>
        <c:axPos val="b"/>
        <c:tickLblPos val="nextTo"/>
        <c:crossAx val="91237760"/>
        <c:crosses val="autoZero"/>
        <c:auto val="1"/>
        <c:lblAlgn val="ctr"/>
        <c:lblOffset val="100"/>
      </c:catAx>
      <c:valAx>
        <c:axId val="91237760"/>
        <c:scaling>
          <c:orientation val="minMax"/>
        </c:scaling>
        <c:axPos val="l"/>
        <c:majorGridlines/>
        <c:numFmt formatCode="0%" sourceLinked="1"/>
        <c:tickLblPos val="nextTo"/>
        <c:crossAx val="6941350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D6F40-DDB6-4349-9766-713C1090B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8</TotalTime>
  <Pages>75</Pages>
  <Words>18460</Words>
  <Characters>105228</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Mohan</dc:creator>
  <cp:lastModifiedBy>ADMIN</cp:lastModifiedBy>
  <cp:revision>6</cp:revision>
  <cp:lastPrinted>2017-03-27T20:33:00Z</cp:lastPrinted>
  <dcterms:created xsi:type="dcterms:W3CDTF">2017-03-12T21:26:00Z</dcterms:created>
  <dcterms:modified xsi:type="dcterms:W3CDTF">2017-03-27T20:34:00Z</dcterms:modified>
</cp:coreProperties>
</file>