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980051"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F54BB" w:rsidRPr="000063FC" w:rsidRDefault="00DF54BB" w:rsidP="00DF54BB">
                  <w:pPr>
                    <w:rPr>
                      <w:b/>
                      <w:bCs/>
                    </w:rPr>
                  </w:pPr>
                  <w:r>
                    <w:rPr>
                      <w:b/>
                      <w:bCs/>
                    </w:rPr>
                    <w:t>20</w:t>
                  </w: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980051">
      <w:pPr>
        <w:widowControl w:val="0"/>
        <w:autoSpaceDE w:val="0"/>
        <w:autoSpaceDN w:val="0"/>
        <w:adjustRightInd w:val="0"/>
        <w:spacing w:after="0" w:line="200" w:lineRule="exact"/>
        <w:rPr>
          <w:rFonts w:ascii="Times New Roman" w:hAnsi="Times New Roman"/>
          <w:sz w:val="24"/>
          <w:szCs w:val="24"/>
        </w:rPr>
      </w:pPr>
      <w:r w:rsidRPr="00980051">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C838BA"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VILLAGE SAJJAN JAT ROAD TO VILLAGE GHULAM HUSSAIN KAHER ROAD MILE 0/0-0/7</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980051">
      <w:pPr>
        <w:widowControl w:val="0"/>
        <w:autoSpaceDE w:val="0"/>
        <w:autoSpaceDN w:val="0"/>
        <w:adjustRightInd w:val="0"/>
        <w:spacing w:after="0" w:line="200" w:lineRule="exact"/>
        <w:rPr>
          <w:rFonts w:ascii="Times New Roman" w:hAnsi="Times New Roman"/>
          <w:sz w:val="24"/>
          <w:szCs w:val="24"/>
        </w:rPr>
      </w:pPr>
      <w:r w:rsidRPr="00980051">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C838BA"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VILLAGE SAJJAN JAT ROAD TO VILLAGE GHULAM HUSSAIN KAHER ROAD MILE 0/0-0/7</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4258C9">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4258C9">
        <w:rPr>
          <w:rFonts w:ascii="Times New Roman" w:hAnsi="Times New Roman"/>
          <w:b/>
          <w:i/>
          <w:sz w:val="24"/>
          <w:szCs w:val="24"/>
        </w:rPr>
        <w:t>424,000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4258C9">
        <w:rPr>
          <w:rFonts w:ascii="Times New Roman" w:hAnsi="Times New Roman"/>
          <w:b/>
          <w:i/>
          <w:sz w:val="24"/>
          <w:szCs w:val="24"/>
        </w:rPr>
        <w:t>09.01.2017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4258C9">
        <w:rPr>
          <w:rFonts w:ascii="Times New Roman" w:hAnsi="Times New Roman"/>
          <w:b/>
          <w:i/>
          <w:sz w:val="24"/>
          <w:szCs w:val="24"/>
        </w:rPr>
        <w:t>10.01.2017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4258C9">
        <w:rPr>
          <w:rFonts w:ascii="Times New Roman" w:hAnsi="Times New Roman"/>
          <w:b/>
          <w:bCs/>
          <w:sz w:val="24"/>
          <w:szCs w:val="24"/>
        </w:rPr>
        <w:t>20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C838BA"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VILLAGE SAJJAN JAT ROAD TO VILLAGE GHULAM HUSSAIN KAHER ROAD MILE 0/0-0/7</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C838BA">
        <w:rPr>
          <w:rFonts w:ascii="Times New Roman" w:hAnsi="Times New Roman"/>
          <w:b/>
          <w:i/>
        </w:rPr>
        <w:t>CONSTRUCTION OF ROAD FROM VILLAGE SAJJAN JAT ROAD TO VILLAGE GHULAM HUSSAIN KAHER ROAD MILE 0/0-0/7</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FC20BF">
        <w:rPr>
          <w:rFonts w:ascii="Times New Roman" w:hAnsi="Times New Roman"/>
          <w:b/>
          <w:i/>
          <w:sz w:val="24"/>
          <w:szCs w:val="24"/>
        </w:rPr>
        <w:t>180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893BFC">
        <w:rPr>
          <w:rFonts w:ascii="Times New Roman" w:hAnsi="Times New Roman"/>
          <w:b/>
          <w:sz w:val="24"/>
          <w:szCs w:val="24"/>
        </w:rPr>
        <w:t>06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980051">
      <w:pPr>
        <w:widowControl w:val="0"/>
        <w:autoSpaceDE w:val="0"/>
        <w:autoSpaceDN w:val="0"/>
        <w:adjustRightInd w:val="0"/>
        <w:spacing w:after="0" w:line="291" w:lineRule="exact"/>
        <w:rPr>
          <w:rFonts w:ascii="Times New Roman" w:hAnsi="Times New Roman"/>
          <w:sz w:val="24"/>
          <w:szCs w:val="24"/>
        </w:rPr>
      </w:pPr>
      <w:r w:rsidRPr="00980051">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980051">
      <w:pPr>
        <w:widowControl w:val="0"/>
        <w:autoSpaceDE w:val="0"/>
        <w:autoSpaceDN w:val="0"/>
        <w:adjustRightInd w:val="0"/>
        <w:spacing w:after="0" w:line="200" w:lineRule="exact"/>
        <w:rPr>
          <w:rFonts w:ascii="Times New Roman" w:hAnsi="Times New Roman"/>
          <w:sz w:val="24"/>
          <w:szCs w:val="24"/>
        </w:rPr>
      </w:pPr>
      <w:r w:rsidRPr="00980051">
        <w:rPr>
          <w:noProof/>
        </w:rPr>
        <w:pict>
          <v:line id="_x0000_s1129" style="position:absolute;z-index:-251634176" from="21pt,-.85pt" to="180pt,-.85pt" o:allowincell="f" strokeweight=".6pt"/>
        </w:pict>
      </w:r>
      <w:r w:rsidRPr="00980051">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C838BA">
        <w:rPr>
          <w:rFonts w:ascii="Times New Roman" w:hAnsi="Times New Roman"/>
          <w:b/>
          <w:sz w:val="24"/>
          <w:szCs w:val="24"/>
        </w:rPr>
        <w:t>CONSTRUCTION OF ROAD FROM VILLAGE SAJJAN JAT ROAD TO VILLAGE GHULAM HUSSAIN KAHER ROAD MILE 0/0-0/7</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980051">
      <w:pPr>
        <w:widowControl w:val="0"/>
        <w:autoSpaceDE w:val="0"/>
        <w:autoSpaceDN w:val="0"/>
        <w:adjustRightInd w:val="0"/>
        <w:spacing w:after="0" w:line="336" w:lineRule="exact"/>
        <w:rPr>
          <w:rFonts w:ascii="Times New Roman" w:hAnsi="Times New Roman"/>
          <w:sz w:val="24"/>
          <w:szCs w:val="24"/>
        </w:rPr>
      </w:pPr>
      <w:r w:rsidRPr="00980051">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420E" w:rsidRDefault="00A6420E" w:rsidP="0005303B">
      <w:pPr>
        <w:spacing w:after="0" w:line="240" w:lineRule="auto"/>
      </w:pPr>
      <w:r>
        <w:separator/>
      </w:r>
    </w:p>
  </w:endnote>
  <w:endnote w:type="continuationSeparator" w:id="1">
    <w:p w:rsidR="00A6420E" w:rsidRDefault="00A6420E"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4258C9">
        <w:rPr>
          <w:noProof/>
        </w:rPr>
        <w:t>24</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420E" w:rsidRDefault="00A6420E" w:rsidP="0005303B">
      <w:pPr>
        <w:spacing w:after="0" w:line="240" w:lineRule="auto"/>
      </w:pPr>
      <w:r>
        <w:separator/>
      </w:r>
    </w:p>
  </w:footnote>
  <w:footnote w:type="continuationSeparator" w:id="1">
    <w:p w:rsidR="00A6420E" w:rsidRDefault="00A6420E"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67586">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4623"/>
    <w:rsid w:val="000464DB"/>
    <w:rsid w:val="0004763A"/>
    <w:rsid w:val="0005303B"/>
    <w:rsid w:val="00063C5C"/>
    <w:rsid w:val="00070ACB"/>
    <w:rsid w:val="00071064"/>
    <w:rsid w:val="0007132F"/>
    <w:rsid w:val="00073E3D"/>
    <w:rsid w:val="00077F37"/>
    <w:rsid w:val="00082381"/>
    <w:rsid w:val="000A4553"/>
    <w:rsid w:val="000A47A3"/>
    <w:rsid w:val="000C34FF"/>
    <w:rsid w:val="000C4F72"/>
    <w:rsid w:val="000F5611"/>
    <w:rsid w:val="000F6A4A"/>
    <w:rsid w:val="00100CA0"/>
    <w:rsid w:val="00103AF6"/>
    <w:rsid w:val="00106285"/>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5D51"/>
    <w:rsid w:val="00206A31"/>
    <w:rsid w:val="00211732"/>
    <w:rsid w:val="0023177F"/>
    <w:rsid w:val="00250B01"/>
    <w:rsid w:val="0025243E"/>
    <w:rsid w:val="00257456"/>
    <w:rsid w:val="00260877"/>
    <w:rsid w:val="00260963"/>
    <w:rsid w:val="00261F8A"/>
    <w:rsid w:val="00263DB0"/>
    <w:rsid w:val="00266CB5"/>
    <w:rsid w:val="00275E8F"/>
    <w:rsid w:val="00291324"/>
    <w:rsid w:val="00295160"/>
    <w:rsid w:val="002974E9"/>
    <w:rsid w:val="002A3C1F"/>
    <w:rsid w:val="002A7D7D"/>
    <w:rsid w:val="002D068A"/>
    <w:rsid w:val="002E557A"/>
    <w:rsid w:val="002E7085"/>
    <w:rsid w:val="002F758C"/>
    <w:rsid w:val="002F794B"/>
    <w:rsid w:val="00305448"/>
    <w:rsid w:val="003076A1"/>
    <w:rsid w:val="00310AF1"/>
    <w:rsid w:val="00311115"/>
    <w:rsid w:val="0031355B"/>
    <w:rsid w:val="00314F31"/>
    <w:rsid w:val="00322A70"/>
    <w:rsid w:val="00323C65"/>
    <w:rsid w:val="003269D9"/>
    <w:rsid w:val="00332BD6"/>
    <w:rsid w:val="00350413"/>
    <w:rsid w:val="00361160"/>
    <w:rsid w:val="003631D1"/>
    <w:rsid w:val="003657D8"/>
    <w:rsid w:val="003807E7"/>
    <w:rsid w:val="0038781B"/>
    <w:rsid w:val="003922CC"/>
    <w:rsid w:val="003A22FC"/>
    <w:rsid w:val="003B4FCE"/>
    <w:rsid w:val="003C07F4"/>
    <w:rsid w:val="003D522E"/>
    <w:rsid w:val="004021A7"/>
    <w:rsid w:val="00413D25"/>
    <w:rsid w:val="00414D1C"/>
    <w:rsid w:val="00420F4E"/>
    <w:rsid w:val="004258C9"/>
    <w:rsid w:val="0043187F"/>
    <w:rsid w:val="00435D39"/>
    <w:rsid w:val="00436D03"/>
    <w:rsid w:val="00440E91"/>
    <w:rsid w:val="004423C3"/>
    <w:rsid w:val="00443A5C"/>
    <w:rsid w:val="0044547D"/>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7F59"/>
    <w:rsid w:val="004E775A"/>
    <w:rsid w:val="005052F2"/>
    <w:rsid w:val="00511C96"/>
    <w:rsid w:val="00512ED4"/>
    <w:rsid w:val="005132E4"/>
    <w:rsid w:val="00524984"/>
    <w:rsid w:val="005260A9"/>
    <w:rsid w:val="0054270A"/>
    <w:rsid w:val="00543793"/>
    <w:rsid w:val="00550E35"/>
    <w:rsid w:val="00570ADA"/>
    <w:rsid w:val="005814C5"/>
    <w:rsid w:val="005938AC"/>
    <w:rsid w:val="0059671D"/>
    <w:rsid w:val="005A08A7"/>
    <w:rsid w:val="005A2481"/>
    <w:rsid w:val="005B325E"/>
    <w:rsid w:val="005C0619"/>
    <w:rsid w:val="005C08BF"/>
    <w:rsid w:val="005C0BE9"/>
    <w:rsid w:val="005C0FF1"/>
    <w:rsid w:val="005C1F95"/>
    <w:rsid w:val="005D19E3"/>
    <w:rsid w:val="005D7562"/>
    <w:rsid w:val="005E3E15"/>
    <w:rsid w:val="005E455B"/>
    <w:rsid w:val="005F2141"/>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71254"/>
    <w:rsid w:val="00676163"/>
    <w:rsid w:val="00676420"/>
    <w:rsid w:val="0068492E"/>
    <w:rsid w:val="006936D4"/>
    <w:rsid w:val="006A0C5F"/>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0C02"/>
    <w:rsid w:val="00763E23"/>
    <w:rsid w:val="00776EC3"/>
    <w:rsid w:val="00781279"/>
    <w:rsid w:val="00781846"/>
    <w:rsid w:val="00781E56"/>
    <w:rsid w:val="00783AD0"/>
    <w:rsid w:val="007852D9"/>
    <w:rsid w:val="0078551F"/>
    <w:rsid w:val="007A2318"/>
    <w:rsid w:val="007B10B4"/>
    <w:rsid w:val="007B210A"/>
    <w:rsid w:val="007B3D3F"/>
    <w:rsid w:val="007C45BE"/>
    <w:rsid w:val="007D533F"/>
    <w:rsid w:val="007D626B"/>
    <w:rsid w:val="007F0ADB"/>
    <w:rsid w:val="007F7E65"/>
    <w:rsid w:val="00810F0A"/>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E6D7D"/>
    <w:rsid w:val="008F2A82"/>
    <w:rsid w:val="008F2F28"/>
    <w:rsid w:val="008F429A"/>
    <w:rsid w:val="00902520"/>
    <w:rsid w:val="00911260"/>
    <w:rsid w:val="00913BB8"/>
    <w:rsid w:val="00921CC4"/>
    <w:rsid w:val="00926A36"/>
    <w:rsid w:val="009312F6"/>
    <w:rsid w:val="009413CE"/>
    <w:rsid w:val="00941E22"/>
    <w:rsid w:val="009437E2"/>
    <w:rsid w:val="009526F5"/>
    <w:rsid w:val="00952720"/>
    <w:rsid w:val="00954B45"/>
    <w:rsid w:val="0095563B"/>
    <w:rsid w:val="009566C7"/>
    <w:rsid w:val="00977777"/>
    <w:rsid w:val="00977B63"/>
    <w:rsid w:val="00980051"/>
    <w:rsid w:val="00983F38"/>
    <w:rsid w:val="00987877"/>
    <w:rsid w:val="00991914"/>
    <w:rsid w:val="009B2FD2"/>
    <w:rsid w:val="009C3BEF"/>
    <w:rsid w:val="009C49DB"/>
    <w:rsid w:val="009D46E0"/>
    <w:rsid w:val="009E226D"/>
    <w:rsid w:val="009E2949"/>
    <w:rsid w:val="009F68AF"/>
    <w:rsid w:val="00A02383"/>
    <w:rsid w:val="00A13741"/>
    <w:rsid w:val="00A1555A"/>
    <w:rsid w:val="00A167C4"/>
    <w:rsid w:val="00A2167D"/>
    <w:rsid w:val="00A272C5"/>
    <w:rsid w:val="00A34840"/>
    <w:rsid w:val="00A359D5"/>
    <w:rsid w:val="00A37B04"/>
    <w:rsid w:val="00A440D7"/>
    <w:rsid w:val="00A44E9C"/>
    <w:rsid w:val="00A45079"/>
    <w:rsid w:val="00A6420E"/>
    <w:rsid w:val="00A6584B"/>
    <w:rsid w:val="00A713EB"/>
    <w:rsid w:val="00A75D39"/>
    <w:rsid w:val="00A76309"/>
    <w:rsid w:val="00A90B47"/>
    <w:rsid w:val="00A91B3A"/>
    <w:rsid w:val="00A941D6"/>
    <w:rsid w:val="00A96040"/>
    <w:rsid w:val="00A9735D"/>
    <w:rsid w:val="00A97C43"/>
    <w:rsid w:val="00AB0D78"/>
    <w:rsid w:val="00AB7E7D"/>
    <w:rsid w:val="00AC7387"/>
    <w:rsid w:val="00AC7E3B"/>
    <w:rsid w:val="00AE3422"/>
    <w:rsid w:val="00AE3960"/>
    <w:rsid w:val="00B02CFF"/>
    <w:rsid w:val="00B0315D"/>
    <w:rsid w:val="00B12FC1"/>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6D65"/>
    <w:rsid w:val="00C07B2E"/>
    <w:rsid w:val="00C15909"/>
    <w:rsid w:val="00C20C05"/>
    <w:rsid w:val="00C324E4"/>
    <w:rsid w:val="00C75F0A"/>
    <w:rsid w:val="00C838BA"/>
    <w:rsid w:val="00C96C3A"/>
    <w:rsid w:val="00CA1B0E"/>
    <w:rsid w:val="00CA352E"/>
    <w:rsid w:val="00CB306F"/>
    <w:rsid w:val="00CB6924"/>
    <w:rsid w:val="00CC66A0"/>
    <w:rsid w:val="00CC7CD4"/>
    <w:rsid w:val="00CD72E5"/>
    <w:rsid w:val="00CE5EA7"/>
    <w:rsid w:val="00D034D9"/>
    <w:rsid w:val="00D0460E"/>
    <w:rsid w:val="00D16B36"/>
    <w:rsid w:val="00D17DB4"/>
    <w:rsid w:val="00D22CC3"/>
    <w:rsid w:val="00D279F9"/>
    <w:rsid w:val="00D40849"/>
    <w:rsid w:val="00D4748B"/>
    <w:rsid w:val="00D47CD6"/>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DF54BB"/>
    <w:rsid w:val="00E040DA"/>
    <w:rsid w:val="00E05947"/>
    <w:rsid w:val="00E065B1"/>
    <w:rsid w:val="00E103A5"/>
    <w:rsid w:val="00E11DB5"/>
    <w:rsid w:val="00E33691"/>
    <w:rsid w:val="00E3588C"/>
    <w:rsid w:val="00E35F14"/>
    <w:rsid w:val="00E3763D"/>
    <w:rsid w:val="00E406AB"/>
    <w:rsid w:val="00E42F28"/>
    <w:rsid w:val="00E47CB3"/>
    <w:rsid w:val="00E5036C"/>
    <w:rsid w:val="00E5260E"/>
    <w:rsid w:val="00E73A5B"/>
    <w:rsid w:val="00E830FC"/>
    <w:rsid w:val="00E83B38"/>
    <w:rsid w:val="00E85E78"/>
    <w:rsid w:val="00EB0C74"/>
    <w:rsid w:val="00ED3697"/>
    <w:rsid w:val="00ED6072"/>
    <w:rsid w:val="00ED70A8"/>
    <w:rsid w:val="00ED7299"/>
    <w:rsid w:val="00ED7525"/>
    <w:rsid w:val="00EE27DF"/>
    <w:rsid w:val="00EE2EF0"/>
    <w:rsid w:val="00EE4A06"/>
    <w:rsid w:val="00EF0BF4"/>
    <w:rsid w:val="00F0180A"/>
    <w:rsid w:val="00F01D16"/>
    <w:rsid w:val="00F17041"/>
    <w:rsid w:val="00F24182"/>
    <w:rsid w:val="00F242F8"/>
    <w:rsid w:val="00F25671"/>
    <w:rsid w:val="00F2571F"/>
    <w:rsid w:val="00F2673C"/>
    <w:rsid w:val="00F26E3C"/>
    <w:rsid w:val="00F439E7"/>
    <w:rsid w:val="00F6626F"/>
    <w:rsid w:val="00F7390F"/>
    <w:rsid w:val="00F75E12"/>
    <w:rsid w:val="00F834F4"/>
    <w:rsid w:val="00F95BA9"/>
    <w:rsid w:val="00FA5302"/>
    <w:rsid w:val="00FC20BF"/>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6">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0.75000000000000155</c:v>
                </c:pt>
                <c:pt idx="2">
                  <c:v>0.5</c:v>
                </c:pt>
                <c:pt idx="3">
                  <c:v>0.2</c:v>
                </c:pt>
              </c:numCache>
            </c:numRef>
          </c:val>
        </c:ser>
        <c:axId val="72403584"/>
        <c:axId val="72413568"/>
      </c:barChart>
      <c:catAx>
        <c:axId val="72403584"/>
        <c:scaling>
          <c:orientation val="minMax"/>
        </c:scaling>
        <c:axPos val="b"/>
        <c:tickLblPos val="nextTo"/>
        <c:crossAx val="72413568"/>
        <c:crosses val="autoZero"/>
        <c:auto val="1"/>
        <c:lblAlgn val="ctr"/>
        <c:lblOffset val="100"/>
      </c:catAx>
      <c:valAx>
        <c:axId val="72413568"/>
        <c:scaling>
          <c:orientation val="minMax"/>
        </c:scaling>
        <c:axPos val="l"/>
        <c:majorGridlines/>
        <c:numFmt formatCode="0%" sourceLinked="1"/>
        <c:tickLblPos val="nextTo"/>
        <c:crossAx val="72403584"/>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8</TotalTime>
  <Pages>75</Pages>
  <Words>18450</Words>
  <Characters>105166</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ALI COMPUTER</cp:lastModifiedBy>
  <cp:revision>5</cp:revision>
  <cp:lastPrinted>2016-12-21T02:06:00Z</cp:lastPrinted>
  <dcterms:created xsi:type="dcterms:W3CDTF">2016-12-21T01:26:00Z</dcterms:created>
  <dcterms:modified xsi:type="dcterms:W3CDTF">2016-12-21T18:54:00Z</dcterms:modified>
</cp:coreProperties>
</file>