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1E463E">
        <w:rPr>
          <w:rFonts w:ascii="Times New Roman" w:hAnsi="Times New Roman"/>
          <w:sz w:val="24"/>
          <w:szCs w:val="24"/>
        </w:rPr>
        <w:t xml:space="preserve">No. TC/G-55/ </w:t>
      </w:r>
      <w:r w:rsidR="00D11314">
        <w:rPr>
          <w:rFonts w:ascii="Times New Roman" w:hAnsi="Times New Roman"/>
          <w:sz w:val="24"/>
          <w:szCs w:val="24"/>
        </w:rPr>
        <w:t xml:space="preserve">       </w:t>
      </w:r>
      <w:r w:rsidR="00B84F1C" w:rsidRPr="001E463E">
        <w:rPr>
          <w:rFonts w:ascii="Times New Roman" w:hAnsi="Times New Roman"/>
          <w:sz w:val="24"/>
          <w:szCs w:val="24"/>
        </w:rPr>
        <w:t>dated</w:t>
      </w:r>
      <w:r w:rsidRPr="001E463E">
        <w:rPr>
          <w:rFonts w:ascii="Times New Roman" w:hAnsi="Times New Roman"/>
          <w:sz w:val="24"/>
          <w:szCs w:val="24"/>
        </w:rPr>
        <w:t xml:space="preserve"> </w:t>
      </w:r>
      <w:r w:rsidR="00D11314">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A43A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SULTAN ABAD- USMAN SANJRANI ROAD MILE 1/3 TO VILLAGE JUMO SAMOON I/C LINK TO VILLAGE SHABIR SAMOON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A43A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SULTAN ABAD- USMAN SANJRANI ROAD MILE 1/3 TO VILLAGE JUMO SAMOON I/C LINK TO VILLAGE SHABIR SAMOON MILE 0/0-0/5 (1.00 KM)</w:t>
      </w:r>
      <w:r w:rsidR="005704A0">
        <w:rPr>
          <w:rFonts w:ascii="Times New Roman" w:hAnsi="Times New Roman"/>
          <w:b/>
          <w:i/>
          <w:sz w:val="24"/>
          <w:szCs w:val="24"/>
        </w:rPr>
        <w:t xml:space="preserve"> </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2%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BA43AD">
        <w:rPr>
          <w:rFonts w:ascii="Times New Roman" w:hAnsi="Times New Roman"/>
          <w:b/>
          <w:i/>
          <w:sz w:val="24"/>
          <w:szCs w:val="24"/>
        </w:rPr>
        <w:t>128,3</w:t>
      </w:r>
      <w:r w:rsidR="00F16E80">
        <w:rPr>
          <w:rFonts w:ascii="Times New Roman" w:hAnsi="Times New Roman"/>
          <w:b/>
          <w:i/>
          <w:sz w:val="24"/>
          <w:szCs w:val="24"/>
        </w:rPr>
        <w:t>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w:t>
      </w:r>
      <w:r w:rsidR="00026842" w:rsidRPr="00A37B04">
        <w:rPr>
          <w:rFonts w:ascii="Times New Roman" w:hAnsi="Times New Roman"/>
          <w:b/>
          <w:i/>
          <w:sz w:val="24"/>
          <w:szCs w:val="24"/>
        </w:rPr>
        <w:t>201</w:t>
      </w:r>
      <w:r w:rsidR="00A37B04" w:rsidRPr="00A37B04">
        <w:rPr>
          <w:rFonts w:ascii="Times New Roman" w:hAnsi="Times New Roman"/>
          <w:b/>
          <w:i/>
          <w:sz w:val="24"/>
          <w:szCs w:val="24"/>
        </w:rPr>
        <w:t>6</w:t>
      </w:r>
      <w:r w:rsidRPr="00A37B04">
        <w:rPr>
          <w:rFonts w:ascii="Times New Roman" w:hAnsi="Times New Roman"/>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        </w:t>
      </w:r>
      <w:r w:rsidR="00A37B04" w:rsidRPr="00A37B04">
        <w:rPr>
          <w:rFonts w:ascii="Times New Roman" w:hAnsi="Times New Roman"/>
          <w:b/>
          <w:i/>
          <w:sz w:val="24"/>
          <w:szCs w:val="24"/>
        </w:rPr>
        <w:t>/2016</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BA43A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SULTAN ABAD- USMAN SANJRANI ROAD MILE 1/3 TO VILLAGE JUMO SAMOON I/C LINK TO VILLAGE SHABIR SAMOON MILE 0/0-0/5 (1.00 KM)</w:t>
      </w:r>
      <w:r w:rsidR="005704A0">
        <w:rPr>
          <w:rFonts w:ascii="Times New Roman" w:hAnsi="Times New Roman"/>
          <w:b/>
          <w:i/>
          <w:sz w:val="24"/>
          <w:szCs w:val="24"/>
        </w:rPr>
        <w:t xml:space="preserve"> </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C07A4B" w:rsidRDefault="00FD78CF" w:rsidP="00663CDC">
      <w:pPr>
        <w:widowControl w:val="0"/>
        <w:autoSpaceDE w:val="0"/>
        <w:autoSpaceDN w:val="0"/>
        <w:adjustRightInd w:val="0"/>
        <w:spacing w:after="0" w:line="240" w:lineRule="auto"/>
        <w:ind w:left="720"/>
        <w:jc w:val="both"/>
        <w:rPr>
          <w:rFonts w:ascii="Times New Roman" w:hAnsi="Times New Roman"/>
          <w:b/>
          <w:i/>
          <w:sz w:val="20"/>
        </w:rPr>
      </w:pPr>
      <w:r w:rsidRPr="00322A70">
        <w:rPr>
          <w:rFonts w:ascii="Times New Roman" w:hAnsi="Times New Roman"/>
        </w:rPr>
        <w:t xml:space="preserve">Contract Title: </w:t>
      </w:r>
      <w:r w:rsidR="00BA43AD">
        <w:rPr>
          <w:rFonts w:ascii="Times New Roman" w:hAnsi="Times New Roman"/>
          <w:b/>
          <w:i/>
        </w:rPr>
        <w:t>CONSTRUCTION OF ROAD FROM SULTAN ABAD- USMAN SANJRANI ROAD MILE 1/3 TO VILLAGE JUMO SAMOON I/C LINK TO VILLAGE SHABIR SAMOON MILE 0/0-0/5 (1.00 KM)</w:t>
      </w:r>
      <w:r w:rsidR="005704A0">
        <w:rPr>
          <w:rFonts w:ascii="Times New Roman" w:hAnsi="Times New Roman"/>
          <w:b/>
          <w:i/>
        </w:rPr>
        <w:t xml:space="preserve"> </w:t>
      </w:r>
      <w:r w:rsidR="00A90B47" w:rsidRPr="00B77F7E">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0557C">
        <w:rPr>
          <w:rFonts w:ascii="Times New Roman" w:hAnsi="Times New Roman"/>
          <w:b/>
          <w:i/>
          <w:sz w:val="24"/>
          <w:szCs w:val="24"/>
          <w:u w:val="single"/>
        </w:rPr>
        <w:t>54</w:t>
      </w:r>
      <w:r w:rsidR="00A206DA">
        <w:rPr>
          <w:rFonts w:ascii="Times New Roman" w:hAnsi="Times New Roman"/>
          <w:b/>
          <w:i/>
          <w:sz w:val="24"/>
          <w:szCs w:val="24"/>
          <w:u w:val="single"/>
        </w:rPr>
        <w:t>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A36BC">
        <w:rPr>
          <w:rFonts w:ascii="Times New Roman" w:hAnsi="Times New Roman"/>
          <w:b/>
          <w:sz w:val="24"/>
          <w:szCs w:val="24"/>
          <w:u w:val="single"/>
        </w:rPr>
        <w:t>1</w:t>
      </w:r>
      <w:r w:rsidR="0000557C">
        <w:rPr>
          <w:rFonts w:ascii="Times New Roman" w:hAnsi="Times New Roman"/>
          <w:b/>
          <w:sz w:val="24"/>
          <w:szCs w:val="24"/>
          <w:u w:val="single"/>
        </w:rPr>
        <w:t>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5D7FE6">
      <w:pPr>
        <w:widowControl w:val="0"/>
        <w:autoSpaceDE w:val="0"/>
        <w:autoSpaceDN w:val="0"/>
        <w:adjustRightInd w:val="0"/>
        <w:spacing w:after="0" w:line="291" w:lineRule="exact"/>
        <w:rPr>
          <w:rFonts w:ascii="Times New Roman" w:hAnsi="Times New Roman"/>
          <w:sz w:val="24"/>
          <w:szCs w:val="24"/>
        </w:rPr>
      </w:pPr>
      <w:r w:rsidRPr="005D7FE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5D7FE6">
      <w:pPr>
        <w:widowControl w:val="0"/>
        <w:autoSpaceDE w:val="0"/>
        <w:autoSpaceDN w:val="0"/>
        <w:adjustRightInd w:val="0"/>
        <w:spacing w:after="0" w:line="200" w:lineRule="exact"/>
        <w:rPr>
          <w:rFonts w:ascii="Times New Roman" w:hAnsi="Times New Roman"/>
          <w:sz w:val="24"/>
          <w:szCs w:val="24"/>
        </w:rPr>
      </w:pPr>
      <w:r w:rsidRPr="005D7FE6">
        <w:rPr>
          <w:noProof/>
        </w:rPr>
        <w:pict>
          <v:line id="_x0000_s1129" style="position:absolute;z-index:-251634176" from="21pt,-.85pt" to="180pt,-.85pt" o:allowincell="f" strokeweight=".6pt"/>
        </w:pict>
      </w:r>
      <w:r w:rsidRPr="005D7FE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A43AD">
        <w:rPr>
          <w:rFonts w:ascii="Times New Roman" w:hAnsi="Times New Roman"/>
          <w:b/>
          <w:sz w:val="24"/>
          <w:szCs w:val="24"/>
        </w:rPr>
        <w:t>CONSTRUCTION OF ROAD FROM SULTAN ABAD- USMAN SANJRANI ROAD MILE 1/3 TO VILLAGE JUMO SAMOON I/C LINK TO VILLAGE SHABIR SAMOON MILE 0/0-0/5 (1.00 KM)</w:t>
      </w:r>
      <w:r w:rsidR="005704A0">
        <w:rPr>
          <w:rFonts w:ascii="Times New Roman" w:hAnsi="Times New Roman"/>
          <w:b/>
          <w:sz w:val="24"/>
          <w:szCs w:val="24"/>
        </w:rPr>
        <w:t xml:space="preserve"> </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5D7FE6">
      <w:pPr>
        <w:widowControl w:val="0"/>
        <w:autoSpaceDE w:val="0"/>
        <w:autoSpaceDN w:val="0"/>
        <w:adjustRightInd w:val="0"/>
        <w:spacing w:after="0" w:line="336" w:lineRule="exact"/>
        <w:rPr>
          <w:rFonts w:ascii="Times New Roman" w:hAnsi="Times New Roman"/>
          <w:sz w:val="24"/>
          <w:szCs w:val="24"/>
        </w:rPr>
      </w:pPr>
      <w:r w:rsidRPr="005D7FE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080" w:rsidRDefault="00FE4080" w:rsidP="0005303B">
      <w:pPr>
        <w:spacing w:after="0" w:line="240" w:lineRule="auto"/>
      </w:pPr>
      <w:r>
        <w:separator/>
      </w:r>
    </w:p>
  </w:endnote>
  <w:endnote w:type="continuationSeparator" w:id="1">
    <w:p w:rsidR="00FE4080" w:rsidRDefault="00FE408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143" w:rsidRDefault="001D2143" w:rsidP="00AC7E3B">
    <w:pPr>
      <w:pStyle w:val="Footer"/>
      <w:pBdr>
        <w:bottom w:val="double" w:sz="6" w:space="1" w:color="auto"/>
      </w:pBdr>
    </w:pPr>
  </w:p>
  <w:p w:rsidR="001D2143" w:rsidRDefault="001D2143"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A43AD">
        <w:rPr>
          <w:noProof/>
        </w:rPr>
        <w:t>18</w:t>
      </w:r>
    </w:fldSimple>
  </w:p>
  <w:p w:rsidR="001D2143" w:rsidRDefault="001D2143" w:rsidP="0005303B">
    <w:pPr>
      <w:pStyle w:val="Footer"/>
    </w:pPr>
  </w:p>
  <w:p w:rsidR="001D2143" w:rsidRDefault="001D2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080" w:rsidRDefault="00FE4080" w:rsidP="0005303B">
      <w:pPr>
        <w:spacing w:after="0" w:line="240" w:lineRule="auto"/>
      </w:pPr>
      <w:r>
        <w:separator/>
      </w:r>
    </w:p>
  </w:footnote>
  <w:footnote w:type="continuationSeparator" w:id="1">
    <w:p w:rsidR="00FE4080" w:rsidRDefault="00FE408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451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0557C"/>
    <w:rsid w:val="00014FCB"/>
    <w:rsid w:val="000177F1"/>
    <w:rsid w:val="00020F04"/>
    <w:rsid w:val="00022A31"/>
    <w:rsid w:val="00023907"/>
    <w:rsid w:val="00026842"/>
    <w:rsid w:val="00027228"/>
    <w:rsid w:val="0003329C"/>
    <w:rsid w:val="0003365F"/>
    <w:rsid w:val="00040627"/>
    <w:rsid w:val="00044167"/>
    <w:rsid w:val="000464DB"/>
    <w:rsid w:val="0004763A"/>
    <w:rsid w:val="0005303B"/>
    <w:rsid w:val="00055964"/>
    <w:rsid w:val="00062725"/>
    <w:rsid w:val="00063C5C"/>
    <w:rsid w:val="00070ACB"/>
    <w:rsid w:val="00071064"/>
    <w:rsid w:val="0007132F"/>
    <w:rsid w:val="0007368B"/>
    <w:rsid w:val="00073E3D"/>
    <w:rsid w:val="00077F37"/>
    <w:rsid w:val="00082381"/>
    <w:rsid w:val="000A4553"/>
    <w:rsid w:val="000A47A3"/>
    <w:rsid w:val="000A4DEE"/>
    <w:rsid w:val="000C34FF"/>
    <w:rsid w:val="000C4F72"/>
    <w:rsid w:val="000E1EA8"/>
    <w:rsid w:val="000E3787"/>
    <w:rsid w:val="000F5611"/>
    <w:rsid w:val="000F6A4A"/>
    <w:rsid w:val="000F7DAD"/>
    <w:rsid w:val="00100CA0"/>
    <w:rsid w:val="00103AF6"/>
    <w:rsid w:val="00106285"/>
    <w:rsid w:val="00113E8F"/>
    <w:rsid w:val="00120663"/>
    <w:rsid w:val="00121170"/>
    <w:rsid w:val="001302DC"/>
    <w:rsid w:val="001351D1"/>
    <w:rsid w:val="00140186"/>
    <w:rsid w:val="0014462E"/>
    <w:rsid w:val="0015037B"/>
    <w:rsid w:val="001576F8"/>
    <w:rsid w:val="001623A7"/>
    <w:rsid w:val="00163A06"/>
    <w:rsid w:val="001713A1"/>
    <w:rsid w:val="00174EF6"/>
    <w:rsid w:val="00180944"/>
    <w:rsid w:val="0018198C"/>
    <w:rsid w:val="001836EE"/>
    <w:rsid w:val="001842C1"/>
    <w:rsid w:val="001844F8"/>
    <w:rsid w:val="001957AD"/>
    <w:rsid w:val="00197469"/>
    <w:rsid w:val="001A1745"/>
    <w:rsid w:val="001A55D0"/>
    <w:rsid w:val="001C1007"/>
    <w:rsid w:val="001C433E"/>
    <w:rsid w:val="001C79D9"/>
    <w:rsid w:val="001D0138"/>
    <w:rsid w:val="001D2143"/>
    <w:rsid w:val="001D36AD"/>
    <w:rsid w:val="001E00DC"/>
    <w:rsid w:val="001E0295"/>
    <w:rsid w:val="001E463E"/>
    <w:rsid w:val="001E7EDD"/>
    <w:rsid w:val="001F5D51"/>
    <w:rsid w:val="00201220"/>
    <w:rsid w:val="00202D19"/>
    <w:rsid w:val="00205193"/>
    <w:rsid w:val="00206A31"/>
    <w:rsid w:val="00211732"/>
    <w:rsid w:val="0023177F"/>
    <w:rsid w:val="00250B01"/>
    <w:rsid w:val="0025243E"/>
    <w:rsid w:val="00252A15"/>
    <w:rsid w:val="00257456"/>
    <w:rsid w:val="00260877"/>
    <w:rsid w:val="00260963"/>
    <w:rsid w:val="00261363"/>
    <w:rsid w:val="00261F8A"/>
    <w:rsid w:val="00263DB0"/>
    <w:rsid w:val="00266CB5"/>
    <w:rsid w:val="0027521F"/>
    <w:rsid w:val="00275E8F"/>
    <w:rsid w:val="00291324"/>
    <w:rsid w:val="00295160"/>
    <w:rsid w:val="002974E9"/>
    <w:rsid w:val="002A36BC"/>
    <w:rsid w:val="002A3C1F"/>
    <w:rsid w:val="002A5E03"/>
    <w:rsid w:val="002A7D7D"/>
    <w:rsid w:val="002B1AF4"/>
    <w:rsid w:val="002C5D23"/>
    <w:rsid w:val="002D068A"/>
    <w:rsid w:val="002D3D3E"/>
    <w:rsid w:val="002E7085"/>
    <w:rsid w:val="002F758C"/>
    <w:rsid w:val="002F794B"/>
    <w:rsid w:val="00305448"/>
    <w:rsid w:val="00311091"/>
    <w:rsid w:val="00311115"/>
    <w:rsid w:val="0031355B"/>
    <w:rsid w:val="00314F31"/>
    <w:rsid w:val="00322A70"/>
    <w:rsid w:val="003269D9"/>
    <w:rsid w:val="00330B98"/>
    <w:rsid w:val="00332BD6"/>
    <w:rsid w:val="003422A0"/>
    <w:rsid w:val="00350413"/>
    <w:rsid w:val="00361160"/>
    <w:rsid w:val="00361B0D"/>
    <w:rsid w:val="003630A3"/>
    <w:rsid w:val="003631D1"/>
    <w:rsid w:val="003657D8"/>
    <w:rsid w:val="003807E7"/>
    <w:rsid w:val="0038781B"/>
    <w:rsid w:val="003922CC"/>
    <w:rsid w:val="003A22FC"/>
    <w:rsid w:val="003B4FCE"/>
    <w:rsid w:val="003B64F1"/>
    <w:rsid w:val="003C07F4"/>
    <w:rsid w:val="003C2FE1"/>
    <w:rsid w:val="003D522E"/>
    <w:rsid w:val="004021A7"/>
    <w:rsid w:val="00404B1A"/>
    <w:rsid w:val="004134FA"/>
    <w:rsid w:val="00413D25"/>
    <w:rsid w:val="00414D1C"/>
    <w:rsid w:val="00420F4E"/>
    <w:rsid w:val="0043187F"/>
    <w:rsid w:val="00435CEE"/>
    <w:rsid w:val="00435D39"/>
    <w:rsid w:val="00436D03"/>
    <w:rsid w:val="00440E91"/>
    <w:rsid w:val="004423C3"/>
    <w:rsid w:val="00443A5C"/>
    <w:rsid w:val="004452DF"/>
    <w:rsid w:val="0044547D"/>
    <w:rsid w:val="00445CD8"/>
    <w:rsid w:val="004533CA"/>
    <w:rsid w:val="00454F78"/>
    <w:rsid w:val="00461DD9"/>
    <w:rsid w:val="00464BEE"/>
    <w:rsid w:val="00466830"/>
    <w:rsid w:val="00466E30"/>
    <w:rsid w:val="00470AA1"/>
    <w:rsid w:val="00472684"/>
    <w:rsid w:val="004749C2"/>
    <w:rsid w:val="00475A62"/>
    <w:rsid w:val="00475E99"/>
    <w:rsid w:val="004801AF"/>
    <w:rsid w:val="004865B7"/>
    <w:rsid w:val="0049112E"/>
    <w:rsid w:val="00494AC7"/>
    <w:rsid w:val="004A027D"/>
    <w:rsid w:val="004A11E2"/>
    <w:rsid w:val="004A5C30"/>
    <w:rsid w:val="004B68EE"/>
    <w:rsid w:val="004D7F59"/>
    <w:rsid w:val="004E51C2"/>
    <w:rsid w:val="004E775A"/>
    <w:rsid w:val="005051F8"/>
    <w:rsid w:val="005052F2"/>
    <w:rsid w:val="005113EA"/>
    <w:rsid w:val="00511C96"/>
    <w:rsid w:val="00512ED4"/>
    <w:rsid w:val="005132E4"/>
    <w:rsid w:val="00524984"/>
    <w:rsid w:val="005260A9"/>
    <w:rsid w:val="0054270A"/>
    <w:rsid w:val="00543793"/>
    <w:rsid w:val="00547A84"/>
    <w:rsid w:val="00550E35"/>
    <w:rsid w:val="005704A0"/>
    <w:rsid w:val="00570ADA"/>
    <w:rsid w:val="005814C5"/>
    <w:rsid w:val="005938AC"/>
    <w:rsid w:val="0059671D"/>
    <w:rsid w:val="005A08A7"/>
    <w:rsid w:val="005A2481"/>
    <w:rsid w:val="005C0619"/>
    <w:rsid w:val="005C08BF"/>
    <w:rsid w:val="005C0BE9"/>
    <w:rsid w:val="005C0FF1"/>
    <w:rsid w:val="005C1F95"/>
    <w:rsid w:val="005D19E3"/>
    <w:rsid w:val="005D7562"/>
    <w:rsid w:val="005D7FE6"/>
    <w:rsid w:val="005E3E15"/>
    <w:rsid w:val="005E455B"/>
    <w:rsid w:val="0060316C"/>
    <w:rsid w:val="00603205"/>
    <w:rsid w:val="006034B3"/>
    <w:rsid w:val="00606C34"/>
    <w:rsid w:val="00617EA9"/>
    <w:rsid w:val="00621141"/>
    <w:rsid w:val="00621641"/>
    <w:rsid w:val="006224A2"/>
    <w:rsid w:val="0063166E"/>
    <w:rsid w:val="0063406D"/>
    <w:rsid w:val="00643720"/>
    <w:rsid w:val="00652265"/>
    <w:rsid w:val="00654DCF"/>
    <w:rsid w:val="00656663"/>
    <w:rsid w:val="006634D9"/>
    <w:rsid w:val="006635B3"/>
    <w:rsid w:val="00663CDC"/>
    <w:rsid w:val="006653B3"/>
    <w:rsid w:val="00670178"/>
    <w:rsid w:val="00671254"/>
    <w:rsid w:val="00676163"/>
    <w:rsid w:val="00676420"/>
    <w:rsid w:val="00685AFC"/>
    <w:rsid w:val="006936D4"/>
    <w:rsid w:val="006958D1"/>
    <w:rsid w:val="006A0C5F"/>
    <w:rsid w:val="006A19F9"/>
    <w:rsid w:val="006B2E6E"/>
    <w:rsid w:val="006B434E"/>
    <w:rsid w:val="006C0052"/>
    <w:rsid w:val="006D0633"/>
    <w:rsid w:val="006D2C91"/>
    <w:rsid w:val="006D5B8B"/>
    <w:rsid w:val="006E3DA3"/>
    <w:rsid w:val="006E4D0C"/>
    <w:rsid w:val="006E5F47"/>
    <w:rsid w:val="006F271E"/>
    <w:rsid w:val="007156CD"/>
    <w:rsid w:val="00716375"/>
    <w:rsid w:val="007176B6"/>
    <w:rsid w:val="00720956"/>
    <w:rsid w:val="00721091"/>
    <w:rsid w:val="007216F9"/>
    <w:rsid w:val="00723D9B"/>
    <w:rsid w:val="007258FD"/>
    <w:rsid w:val="007279DA"/>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85D04"/>
    <w:rsid w:val="007A2318"/>
    <w:rsid w:val="007B10B4"/>
    <w:rsid w:val="007B3D3F"/>
    <w:rsid w:val="007C45BE"/>
    <w:rsid w:val="007D5DF1"/>
    <w:rsid w:val="007D626B"/>
    <w:rsid w:val="007E31C5"/>
    <w:rsid w:val="007F0ADB"/>
    <w:rsid w:val="007F2D89"/>
    <w:rsid w:val="007F34F9"/>
    <w:rsid w:val="007F7E65"/>
    <w:rsid w:val="00810F0A"/>
    <w:rsid w:val="008131BD"/>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B7EF8"/>
    <w:rsid w:val="008C57EC"/>
    <w:rsid w:val="008E6D7D"/>
    <w:rsid w:val="008F2A82"/>
    <w:rsid w:val="008F2F1A"/>
    <w:rsid w:val="008F2F28"/>
    <w:rsid w:val="00902520"/>
    <w:rsid w:val="00911260"/>
    <w:rsid w:val="00913BB8"/>
    <w:rsid w:val="00921CC4"/>
    <w:rsid w:val="00926A36"/>
    <w:rsid w:val="009312F6"/>
    <w:rsid w:val="009413CE"/>
    <w:rsid w:val="00941E22"/>
    <w:rsid w:val="009437E2"/>
    <w:rsid w:val="00945177"/>
    <w:rsid w:val="00946CA1"/>
    <w:rsid w:val="009526F5"/>
    <w:rsid w:val="00952720"/>
    <w:rsid w:val="00954B45"/>
    <w:rsid w:val="0095563B"/>
    <w:rsid w:val="009566C7"/>
    <w:rsid w:val="00956BB4"/>
    <w:rsid w:val="00977777"/>
    <w:rsid w:val="00977B63"/>
    <w:rsid w:val="00983F38"/>
    <w:rsid w:val="00987877"/>
    <w:rsid w:val="00991914"/>
    <w:rsid w:val="00994733"/>
    <w:rsid w:val="009A0A0F"/>
    <w:rsid w:val="009A0A11"/>
    <w:rsid w:val="009B2FD2"/>
    <w:rsid w:val="009B324E"/>
    <w:rsid w:val="009C3BEF"/>
    <w:rsid w:val="009C49DB"/>
    <w:rsid w:val="009D43D0"/>
    <w:rsid w:val="009D46E0"/>
    <w:rsid w:val="009E226D"/>
    <w:rsid w:val="009E2949"/>
    <w:rsid w:val="009F68AF"/>
    <w:rsid w:val="00A02383"/>
    <w:rsid w:val="00A13741"/>
    <w:rsid w:val="00A1555A"/>
    <w:rsid w:val="00A167C4"/>
    <w:rsid w:val="00A206DA"/>
    <w:rsid w:val="00A2167D"/>
    <w:rsid w:val="00A23A47"/>
    <w:rsid w:val="00A26F73"/>
    <w:rsid w:val="00A272C5"/>
    <w:rsid w:val="00A33FB9"/>
    <w:rsid w:val="00A34840"/>
    <w:rsid w:val="00A359D5"/>
    <w:rsid w:val="00A37B04"/>
    <w:rsid w:val="00A43EC5"/>
    <w:rsid w:val="00A440D7"/>
    <w:rsid w:val="00A44E9C"/>
    <w:rsid w:val="00A45079"/>
    <w:rsid w:val="00A52957"/>
    <w:rsid w:val="00A6584B"/>
    <w:rsid w:val="00A70EDF"/>
    <w:rsid w:val="00A713EB"/>
    <w:rsid w:val="00A75D39"/>
    <w:rsid w:val="00A76309"/>
    <w:rsid w:val="00A86762"/>
    <w:rsid w:val="00A90B47"/>
    <w:rsid w:val="00A91B3A"/>
    <w:rsid w:val="00A941D6"/>
    <w:rsid w:val="00A96040"/>
    <w:rsid w:val="00A9735D"/>
    <w:rsid w:val="00A97C43"/>
    <w:rsid w:val="00A97F2D"/>
    <w:rsid w:val="00AB2CCB"/>
    <w:rsid w:val="00AB5780"/>
    <w:rsid w:val="00AB7E7D"/>
    <w:rsid w:val="00AC7387"/>
    <w:rsid w:val="00AC7E3B"/>
    <w:rsid w:val="00AD18CD"/>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A89"/>
    <w:rsid w:val="00B73D8D"/>
    <w:rsid w:val="00B77F7E"/>
    <w:rsid w:val="00B81230"/>
    <w:rsid w:val="00B82C3A"/>
    <w:rsid w:val="00B83547"/>
    <w:rsid w:val="00B84F1C"/>
    <w:rsid w:val="00B8669E"/>
    <w:rsid w:val="00B91124"/>
    <w:rsid w:val="00B94FE8"/>
    <w:rsid w:val="00B963ED"/>
    <w:rsid w:val="00B96F3E"/>
    <w:rsid w:val="00B97C19"/>
    <w:rsid w:val="00BA43AD"/>
    <w:rsid w:val="00BA575E"/>
    <w:rsid w:val="00BB1CAC"/>
    <w:rsid w:val="00BC642B"/>
    <w:rsid w:val="00BC65D4"/>
    <w:rsid w:val="00BD09A2"/>
    <w:rsid w:val="00BD3AF7"/>
    <w:rsid w:val="00BD5030"/>
    <w:rsid w:val="00BD5259"/>
    <w:rsid w:val="00BD7149"/>
    <w:rsid w:val="00BE48EE"/>
    <w:rsid w:val="00BF1140"/>
    <w:rsid w:val="00BF2CAC"/>
    <w:rsid w:val="00BF3DC5"/>
    <w:rsid w:val="00C04A7D"/>
    <w:rsid w:val="00C06D65"/>
    <w:rsid w:val="00C07A4B"/>
    <w:rsid w:val="00C07B2E"/>
    <w:rsid w:val="00C15909"/>
    <w:rsid w:val="00C25975"/>
    <w:rsid w:val="00C324E4"/>
    <w:rsid w:val="00C70CE1"/>
    <w:rsid w:val="00C75F0A"/>
    <w:rsid w:val="00C90A3B"/>
    <w:rsid w:val="00C96C3A"/>
    <w:rsid w:val="00CA048C"/>
    <w:rsid w:val="00CA1B0E"/>
    <w:rsid w:val="00CA352E"/>
    <w:rsid w:val="00CA45F5"/>
    <w:rsid w:val="00CA5526"/>
    <w:rsid w:val="00CB306F"/>
    <w:rsid w:val="00CB6924"/>
    <w:rsid w:val="00CC0024"/>
    <w:rsid w:val="00CC66A0"/>
    <w:rsid w:val="00CD0F6C"/>
    <w:rsid w:val="00CD72E5"/>
    <w:rsid w:val="00CE172C"/>
    <w:rsid w:val="00CE5430"/>
    <w:rsid w:val="00CE5EA7"/>
    <w:rsid w:val="00D034D9"/>
    <w:rsid w:val="00D0460E"/>
    <w:rsid w:val="00D04E2E"/>
    <w:rsid w:val="00D10FA5"/>
    <w:rsid w:val="00D11314"/>
    <w:rsid w:val="00D16B36"/>
    <w:rsid w:val="00D17DB4"/>
    <w:rsid w:val="00D20C24"/>
    <w:rsid w:val="00D22CC3"/>
    <w:rsid w:val="00D279F9"/>
    <w:rsid w:val="00D326D2"/>
    <w:rsid w:val="00D333EB"/>
    <w:rsid w:val="00D40849"/>
    <w:rsid w:val="00D45853"/>
    <w:rsid w:val="00D4748B"/>
    <w:rsid w:val="00D47CD6"/>
    <w:rsid w:val="00D53E3D"/>
    <w:rsid w:val="00D70379"/>
    <w:rsid w:val="00D749B2"/>
    <w:rsid w:val="00D74B39"/>
    <w:rsid w:val="00D817D9"/>
    <w:rsid w:val="00D8365A"/>
    <w:rsid w:val="00D9051E"/>
    <w:rsid w:val="00D96AAD"/>
    <w:rsid w:val="00DB0C9B"/>
    <w:rsid w:val="00DB124B"/>
    <w:rsid w:val="00DB2A3C"/>
    <w:rsid w:val="00DB2FE6"/>
    <w:rsid w:val="00DB7A57"/>
    <w:rsid w:val="00DB7C0E"/>
    <w:rsid w:val="00DB7DEA"/>
    <w:rsid w:val="00DD7010"/>
    <w:rsid w:val="00DE10F2"/>
    <w:rsid w:val="00DE2804"/>
    <w:rsid w:val="00DE56F0"/>
    <w:rsid w:val="00DF2FBF"/>
    <w:rsid w:val="00E040DA"/>
    <w:rsid w:val="00E05947"/>
    <w:rsid w:val="00E065B1"/>
    <w:rsid w:val="00E07DB9"/>
    <w:rsid w:val="00E103A5"/>
    <w:rsid w:val="00E11DB5"/>
    <w:rsid w:val="00E15AC4"/>
    <w:rsid w:val="00E33691"/>
    <w:rsid w:val="00E3588C"/>
    <w:rsid w:val="00E35F14"/>
    <w:rsid w:val="00E3763D"/>
    <w:rsid w:val="00E406AB"/>
    <w:rsid w:val="00E42F28"/>
    <w:rsid w:val="00E45D5B"/>
    <w:rsid w:val="00E47CB3"/>
    <w:rsid w:val="00E5036C"/>
    <w:rsid w:val="00E5260E"/>
    <w:rsid w:val="00E62DF5"/>
    <w:rsid w:val="00E6338A"/>
    <w:rsid w:val="00E7382F"/>
    <w:rsid w:val="00E73A5B"/>
    <w:rsid w:val="00E81CDB"/>
    <w:rsid w:val="00E830FC"/>
    <w:rsid w:val="00E83B38"/>
    <w:rsid w:val="00E85E78"/>
    <w:rsid w:val="00EA60A3"/>
    <w:rsid w:val="00EA7C6D"/>
    <w:rsid w:val="00EB0C74"/>
    <w:rsid w:val="00EB691B"/>
    <w:rsid w:val="00EC48CC"/>
    <w:rsid w:val="00EC4E6D"/>
    <w:rsid w:val="00ED6072"/>
    <w:rsid w:val="00ED70A8"/>
    <w:rsid w:val="00ED7525"/>
    <w:rsid w:val="00EE27DF"/>
    <w:rsid w:val="00EE2EF0"/>
    <w:rsid w:val="00EE4A06"/>
    <w:rsid w:val="00EF0BF4"/>
    <w:rsid w:val="00F0180A"/>
    <w:rsid w:val="00F01D16"/>
    <w:rsid w:val="00F1272D"/>
    <w:rsid w:val="00F16E80"/>
    <w:rsid w:val="00F17041"/>
    <w:rsid w:val="00F24182"/>
    <w:rsid w:val="00F24264"/>
    <w:rsid w:val="00F242F8"/>
    <w:rsid w:val="00F25671"/>
    <w:rsid w:val="00F2571F"/>
    <w:rsid w:val="00F2673C"/>
    <w:rsid w:val="00F26E3C"/>
    <w:rsid w:val="00F319DD"/>
    <w:rsid w:val="00F439E7"/>
    <w:rsid w:val="00F5677B"/>
    <w:rsid w:val="00F5763D"/>
    <w:rsid w:val="00F6626F"/>
    <w:rsid w:val="00F7390F"/>
    <w:rsid w:val="00F75E12"/>
    <w:rsid w:val="00F834F4"/>
    <w:rsid w:val="00F95BA9"/>
    <w:rsid w:val="00FA1977"/>
    <w:rsid w:val="00FA5302"/>
    <w:rsid w:val="00FA6C40"/>
    <w:rsid w:val="00FB0D9C"/>
    <w:rsid w:val="00FC3F34"/>
    <w:rsid w:val="00FC4C9B"/>
    <w:rsid w:val="00FC5E7D"/>
    <w:rsid w:val="00FC797B"/>
    <w:rsid w:val="00FD2296"/>
    <w:rsid w:val="00FD41C8"/>
    <w:rsid w:val="00FD7877"/>
    <w:rsid w:val="00FD78CF"/>
    <w:rsid w:val="00FE2AEC"/>
    <w:rsid w:val="00FE4080"/>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0.75000000000000133</c:v>
                </c:pt>
                <c:pt idx="2">
                  <c:v>0.5</c:v>
                </c:pt>
                <c:pt idx="3">
                  <c:v>0.2</c:v>
                </c:pt>
              </c:numCache>
            </c:numRef>
          </c:val>
        </c:ser>
        <c:axId val="85578880"/>
        <c:axId val="85580416"/>
      </c:barChart>
      <c:catAx>
        <c:axId val="85578880"/>
        <c:scaling>
          <c:orientation val="minMax"/>
        </c:scaling>
        <c:axPos val="b"/>
        <c:tickLblPos val="nextTo"/>
        <c:crossAx val="85580416"/>
        <c:crosses val="autoZero"/>
        <c:auto val="1"/>
        <c:lblAlgn val="ctr"/>
        <c:lblOffset val="100"/>
      </c:catAx>
      <c:valAx>
        <c:axId val="85580416"/>
        <c:scaling>
          <c:orientation val="minMax"/>
        </c:scaling>
        <c:axPos val="l"/>
        <c:majorGridlines/>
        <c:numFmt formatCode="0%" sourceLinked="1"/>
        <c:tickLblPos val="nextTo"/>
        <c:crossAx val="855788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76</Pages>
  <Words>18495</Words>
  <Characters>105425</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2016-04-20T15:45:00Z</cp:lastPrinted>
  <dcterms:created xsi:type="dcterms:W3CDTF">2016-04-26T11:47:00Z</dcterms:created>
  <dcterms:modified xsi:type="dcterms:W3CDTF">2016-04-26T11:49:00Z</dcterms:modified>
</cp:coreProperties>
</file>