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DC4" w:rsidRPr="00352235" w:rsidRDefault="00843DC4" w:rsidP="00352235">
      <w:pPr>
        <w:ind w:left="2880" w:hanging="2880"/>
        <w:jc w:val="center"/>
        <w:rPr>
          <w:b/>
          <w:bCs/>
          <w:sz w:val="30"/>
          <w:szCs w:val="30"/>
        </w:rPr>
      </w:pPr>
      <w:r w:rsidRPr="00352235">
        <w:rPr>
          <w:b/>
          <w:bCs/>
          <w:sz w:val="30"/>
          <w:szCs w:val="30"/>
        </w:rPr>
        <w:t>SCHEDULE “B”</w:t>
      </w:r>
    </w:p>
    <w:p w:rsidR="00843DC4" w:rsidRDefault="00843DC4" w:rsidP="003868E5">
      <w:pPr>
        <w:ind w:left="2880" w:hanging="2880"/>
        <w:jc w:val="both"/>
        <w:rPr>
          <w:b/>
          <w:bCs/>
        </w:rPr>
      </w:pPr>
    </w:p>
    <w:p w:rsidR="00843DC4" w:rsidRPr="006939E3" w:rsidRDefault="00843DC4" w:rsidP="003868E5">
      <w:pPr>
        <w:ind w:left="2880" w:hanging="2880"/>
        <w:jc w:val="both"/>
      </w:pPr>
      <w:r w:rsidRPr="003868E5">
        <w:rPr>
          <w:b/>
          <w:bCs/>
        </w:rPr>
        <w:t>NAME OF WORK:-</w:t>
      </w:r>
      <w:r w:rsidRPr="003868E5">
        <w:rPr>
          <w:b/>
          <w:bCs/>
        </w:rPr>
        <w:tab/>
      </w:r>
      <w:r w:rsidRPr="006939E3">
        <w:t>REHABILITATION AND IMPROVEMENT OF FOR WATER SUPPLY SCHEME DUR MUHAMMAD DARSANO CHHANNO GOTH DISTRICT KARACHI</w:t>
      </w:r>
    </w:p>
    <w:p w:rsidR="00843DC4" w:rsidRDefault="00843DC4" w:rsidP="001C1EA4"/>
    <w:p w:rsidR="00843DC4" w:rsidRDefault="00843DC4" w:rsidP="00B21689">
      <w:pPr>
        <w:ind w:left="2880" w:hanging="2880"/>
      </w:pPr>
      <w:r w:rsidRPr="00B21689">
        <w:rPr>
          <w:b/>
          <w:bCs/>
        </w:rPr>
        <w:t>HEAD OF ACCOUNT:-</w:t>
      </w:r>
      <w:r>
        <w:tab/>
        <w:t xml:space="preserve">COMMUNITY SERVICE NEW SP-10 (CAPITAL) 1 108 OTHERS </w:t>
      </w:r>
    </w:p>
    <w:p w:rsidR="00843DC4" w:rsidRDefault="00843DC4" w:rsidP="001C1EA4"/>
    <w:tbl>
      <w:tblPr>
        <w:tblStyle w:val="TableGrid"/>
        <w:tblW w:w="0" w:type="auto"/>
        <w:tblInd w:w="-106" w:type="dxa"/>
        <w:tblLook w:val="01E0"/>
      </w:tblPr>
      <w:tblGrid>
        <w:gridCol w:w="888"/>
        <w:gridCol w:w="2210"/>
        <w:gridCol w:w="1690"/>
        <w:gridCol w:w="1560"/>
        <w:gridCol w:w="1430"/>
        <w:gridCol w:w="1820"/>
      </w:tblGrid>
      <w:tr w:rsidR="00843DC4" w:rsidTr="006939E3">
        <w:tc>
          <w:tcPr>
            <w:tcW w:w="888" w:type="dxa"/>
          </w:tcPr>
          <w:p w:rsidR="00843DC4" w:rsidRPr="003B6B25" w:rsidRDefault="00843DC4" w:rsidP="003B6B25">
            <w:pPr>
              <w:jc w:val="center"/>
              <w:rPr>
                <w:b/>
                <w:bCs/>
              </w:rPr>
            </w:pPr>
            <w:r w:rsidRPr="003B6B25">
              <w:rPr>
                <w:b/>
                <w:bCs/>
              </w:rPr>
              <w:t>S. No.</w:t>
            </w:r>
          </w:p>
        </w:tc>
        <w:tc>
          <w:tcPr>
            <w:tcW w:w="2210" w:type="dxa"/>
          </w:tcPr>
          <w:p w:rsidR="00843DC4" w:rsidRPr="003B6B25" w:rsidRDefault="00843DC4" w:rsidP="003B6B25">
            <w:pPr>
              <w:jc w:val="center"/>
              <w:rPr>
                <w:b/>
                <w:bCs/>
              </w:rPr>
            </w:pPr>
            <w:r w:rsidRPr="003B6B25">
              <w:rPr>
                <w:b/>
                <w:bCs/>
              </w:rPr>
              <w:t>Description</w:t>
            </w:r>
          </w:p>
        </w:tc>
        <w:tc>
          <w:tcPr>
            <w:tcW w:w="1690" w:type="dxa"/>
          </w:tcPr>
          <w:p w:rsidR="00843DC4" w:rsidRPr="003B6B25" w:rsidRDefault="00843DC4" w:rsidP="003B6B25">
            <w:pPr>
              <w:jc w:val="center"/>
              <w:rPr>
                <w:b/>
                <w:bCs/>
              </w:rPr>
            </w:pPr>
            <w:r w:rsidRPr="003B6B25">
              <w:rPr>
                <w:b/>
                <w:bCs/>
              </w:rPr>
              <w:t>Qty.</w:t>
            </w:r>
          </w:p>
        </w:tc>
        <w:tc>
          <w:tcPr>
            <w:tcW w:w="1560" w:type="dxa"/>
          </w:tcPr>
          <w:p w:rsidR="00843DC4" w:rsidRPr="003B6B25" w:rsidRDefault="00843DC4" w:rsidP="003B6B25">
            <w:pPr>
              <w:jc w:val="center"/>
              <w:rPr>
                <w:b/>
                <w:bCs/>
              </w:rPr>
            </w:pPr>
            <w:r w:rsidRPr="003B6B25">
              <w:rPr>
                <w:b/>
                <w:bCs/>
              </w:rPr>
              <w:t>Rate</w:t>
            </w:r>
          </w:p>
        </w:tc>
        <w:tc>
          <w:tcPr>
            <w:tcW w:w="1430" w:type="dxa"/>
          </w:tcPr>
          <w:p w:rsidR="00843DC4" w:rsidRPr="003B6B25" w:rsidRDefault="00843DC4" w:rsidP="003B6B25">
            <w:pPr>
              <w:jc w:val="center"/>
              <w:rPr>
                <w:b/>
                <w:bCs/>
              </w:rPr>
            </w:pPr>
            <w:r w:rsidRPr="003B6B25">
              <w:rPr>
                <w:b/>
                <w:bCs/>
              </w:rPr>
              <w:t>Unit</w:t>
            </w:r>
          </w:p>
        </w:tc>
        <w:tc>
          <w:tcPr>
            <w:tcW w:w="1820" w:type="dxa"/>
          </w:tcPr>
          <w:p w:rsidR="00843DC4" w:rsidRPr="003B6B25" w:rsidRDefault="00843DC4" w:rsidP="003B6B25">
            <w:pPr>
              <w:jc w:val="center"/>
              <w:rPr>
                <w:b/>
                <w:bCs/>
              </w:rPr>
            </w:pPr>
            <w:r w:rsidRPr="003B6B25">
              <w:rPr>
                <w:b/>
                <w:bCs/>
              </w:rPr>
              <w:t>Amount</w:t>
            </w:r>
          </w:p>
        </w:tc>
      </w:tr>
    </w:tbl>
    <w:p w:rsidR="00843DC4" w:rsidRDefault="00843DC4" w:rsidP="001C1EA4"/>
    <w:p w:rsidR="00843DC4" w:rsidRPr="009111F4" w:rsidRDefault="00843DC4" w:rsidP="00522DBE">
      <w:pPr>
        <w:rPr>
          <w:b/>
          <w:bCs/>
        </w:rPr>
      </w:pPr>
      <w:r w:rsidRPr="009111F4">
        <w:rPr>
          <w:b/>
          <w:bCs/>
          <w:u w:val="single"/>
        </w:rPr>
        <w:t>PART-A</w:t>
      </w:r>
      <w:r w:rsidRPr="009111F4">
        <w:rPr>
          <w:b/>
          <w:bCs/>
        </w:rPr>
        <w:t xml:space="preserve"> </w:t>
      </w:r>
      <w:r w:rsidRPr="009111F4">
        <w:rPr>
          <w:b/>
          <w:bCs/>
        </w:rPr>
        <w:tab/>
      </w:r>
      <w:r w:rsidRPr="009111F4">
        <w:rPr>
          <w:b/>
          <w:bCs/>
        </w:rPr>
        <w:tab/>
      </w:r>
      <w:r w:rsidRPr="00522DBE">
        <w:rPr>
          <w:b/>
          <w:bCs/>
          <w:u w:val="single"/>
        </w:rPr>
        <w:t>REPAIR OF</w:t>
      </w:r>
      <w:r>
        <w:rPr>
          <w:b/>
          <w:bCs/>
          <w:u w:val="single"/>
        </w:rPr>
        <w:t xml:space="preserve"> </w:t>
      </w:r>
      <w:r w:rsidRPr="009111F4">
        <w:rPr>
          <w:b/>
          <w:bCs/>
          <w:u w:val="single"/>
        </w:rPr>
        <w:t>PUMP HOUSE</w:t>
      </w:r>
      <w:r>
        <w:rPr>
          <w:b/>
          <w:bCs/>
          <w:u w:val="single"/>
        </w:rPr>
        <w:t xml:space="preserve"> FOR SHALLOW WELL</w:t>
      </w:r>
    </w:p>
    <w:p w:rsidR="00843DC4" w:rsidRDefault="00843DC4" w:rsidP="001C1EA4"/>
    <w:p w:rsidR="00843DC4" w:rsidRDefault="00843DC4" w:rsidP="001C1EA4"/>
    <w:p w:rsidR="00843DC4" w:rsidRDefault="00843DC4" w:rsidP="009111F4">
      <w:pPr>
        <w:ind w:left="720" w:hanging="720"/>
        <w:jc w:val="both"/>
      </w:pPr>
      <w:r>
        <w:t>1.</w:t>
      </w:r>
      <w:r>
        <w:tab/>
        <w:t>Fabrication of heavy steel work with angles tees, flat iron round iron and sheet iron for making trasses girder tends etc. including cutting joints etc. including cutting drilling leveling, handling assembling and fixing but exlucding erection in position. (GSI No. 2 Page No. 90).</w:t>
      </w:r>
    </w:p>
    <w:p w:rsidR="00843DC4" w:rsidRDefault="00843DC4" w:rsidP="009111F4">
      <w:pPr>
        <w:jc w:val="both"/>
      </w:pPr>
    </w:p>
    <w:p w:rsidR="00843DC4" w:rsidRDefault="00843DC4" w:rsidP="00AA0FF3">
      <w:pPr>
        <w:jc w:val="both"/>
      </w:pPr>
      <w:r>
        <w:tab/>
      </w:r>
      <w:r>
        <w:tab/>
      </w:r>
      <w:r>
        <w:tab/>
      </w:r>
      <w:r>
        <w:tab/>
        <w:t xml:space="preserve">42.44 cwt. </w:t>
      </w:r>
      <w:r>
        <w:tab/>
        <w:t xml:space="preserve">@ Rs. 4928/49 </w:t>
      </w:r>
      <w:r>
        <w:tab/>
        <w:t>P/cwt.</w:t>
      </w:r>
      <w:r>
        <w:tab/>
      </w:r>
      <w:r>
        <w:tab/>
        <w:t>Rs.209165/-</w:t>
      </w:r>
    </w:p>
    <w:p w:rsidR="00843DC4" w:rsidRDefault="00843DC4" w:rsidP="009111F4">
      <w:pPr>
        <w:jc w:val="both"/>
      </w:pPr>
    </w:p>
    <w:p w:rsidR="00843DC4" w:rsidRDefault="00843DC4" w:rsidP="009111F4">
      <w:pPr>
        <w:ind w:left="720" w:hanging="720"/>
        <w:jc w:val="both"/>
      </w:pPr>
      <w:r>
        <w:t>2.</w:t>
      </w:r>
      <w:r>
        <w:tab/>
        <w:t xml:space="preserve">Erecting of rolled steel beams or old rails in or roofs etc. erection and fixing in position (GSI No. 6 Page No. 90). </w:t>
      </w:r>
    </w:p>
    <w:p w:rsidR="00843DC4" w:rsidRDefault="00843DC4" w:rsidP="009111F4">
      <w:pPr>
        <w:jc w:val="both"/>
      </w:pPr>
    </w:p>
    <w:p w:rsidR="00843DC4" w:rsidRDefault="00843DC4" w:rsidP="009111F4">
      <w:pPr>
        <w:jc w:val="both"/>
      </w:pPr>
      <w:r>
        <w:tab/>
      </w:r>
      <w:r>
        <w:tab/>
      </w:r>
      <w:r>
        <w:tab/>
      </w:r>
      <w:r>
        <w:tab/>
        <w:t>42.44 cwt.</w:t>
      </w:r>
      <w:r>
        <w:tab/>
        <w:t>@ Rs. 186/34</w:t>
      </w:r>
      <w:r>
        <w:tab/>
      </w:r>
      <w:r>
        <w:tab/>
        <w:t>P/cwt.</w:t>
      </w:r>
      <w:r>
        <w:tab/>
      </w:r>
      <w:r>
        <w:tab/>
        <w:t>Rs. 7908/-</w:t>
      </w:r>
    </w:p>
    <w:p w:rsidR="00843DC4" w:rsidRDefault="00843DC4" w:rsidP="009111F4">
      <w:pPr>
        <w:jc w:val="both"/>
      </w:pPr>
    </w:p>
    <w:p w:rsidR="00843DC4" w:rsidRDefault="00843DC4" w:rsidP="00887D28">
      <w:pPr>
        <w:ind w:left="720" w:hanging="720"/>
        <w:jc w:val="both"/>
      </w:pPr>
      <w:r>
        <w:t>3.</w:t>
      </w:r>
      <w:r>
        <w:tab/>
        <w:t>Supplying plain wood work swan wrought planned and fixing with nut bolts in position including cost of noils and screw etc. complete (for open well roof). (GSI No. 16 Page No. 56)</w:t>
      </w:r>
    </w:p>
    <w:p w:rsidR="00843DC4" w:rsidRDefault="00843DC4" w:rsidP="009111F4">
      <w:pPr>
        <w:jc w:val="both"/>
      </w:pPr>
      <w:r>
        <w:tab/>
      </w:r>
    </w:p>
    <w:p w:rsidR="00843DC4" w:rsidRDefault="00843DC4" w:rsidP="009111F4">
      <w:pPr>
        <w:jc w:val="both"/>
      </w:pPr>
      <w:r>
        <w:tab/>
      </w:r>
      <w:r>
        <w:tab/>
      </w:r>
      <w:r>
        <w:tab/>
      </w:r>
      <w:r>
        <w:tab/>
        <w:t>56.87 cft.</w:t>
      </w:r>
      <w:r>
        <w:tab/>
        <w:t>@ Rs. 3742/42</w:t>
      </w:r>
      <w:r>
        <w:tab/>
        <w:t>P/Cft.</w:t>
      </w:r>
      <w:r>
        <w:tab/>
      </w:r>
      <w:r>
        <w:tab/>
        <w:t>Rs. 212831/-</w:t>
      </w:r>
    </w:p>
    <w:p w:rsidR="00843DC4" w:rsidRDefault="00843DC4" w:rsidP="009111F4">
      <w:pPr>
        <w:jc w:val="both"/>
      </w:pPr>
    </w:p>
    <w:p w:rsidR="00843DC4" w:rsidRPr="004E1AEC" w:rsidRDefault="00843DC4" w:rsidP="00887D28">
      <w:pPr>
        <w:ind w:left="720" w:hanging="720"/>
        <w:jc w:val="both"/>
      </w:pPr>
      <w:r>
        <w:t>4</w:t>
      </w:r>
      <w:r w:rsidRPr="006F0F77">
        <w:t>.</w:t>
      </w:r>
      <w:r>
        <w:tab/>
      </w:r>
      <w:r w:rsidRPr="004E1AEC">
        <w:t xml:space="preserve">Providing fixing </w:t>
      </w:r>
      <w:r>
        <w:t>G.I. frame / chowkhats of  7” x 2” or 4 ½ x 3” for window uses 120 gauge G.I. sheet i/c welded higers (GSI No. 28 P.No.93)</w:t>
      </w:r>
    </w:p>
    <w:p w:rsidR="00843DC4" w:rsidRDefault="00843DC4" w:rsidP="00554C22">
      <w:pPr>
        <w:ind w:left="720" w:hanging="720"/>
        <w:jc w:val="both"/>
      </w:pPr>
    </w:p>
    <w:p w:rsidR="00843DC4" w:rsidRDefault="00843DC4" w:rsidP="00887D28">
      <w:pPr>
        <w:spacing w:line="360" w:lineRule="auto"/>
      </w:pPr>
      <w:r>
        <w:tab/>
      </w:r>
      <w:r>
        <w:tab/>
      </w:r>
      <w:r>
        <w:tab/>
      </w:r>
      <w:r>
        <w:tab/>
        <w:t xml:space="preserve"> 102.00 Rft.</w:t>
      </w:r>
      <w:r>
        <w:tab/>
        <w:t>@ Rs. 240/=</w:t>
      </w:r>
      <w:r>
        <w:tab/>
        <w:t xml:space="preserve"> </w:t>
      </w:r>
      <w:r>
        <w:tab/>
        <w:t xml:space="preserve">P.Rft. </w:t>
      </w:r>
      <w:r>
        <w:tab/>
      </w:r>
      <w:r>
        <w:tab/>
        <w:t>Rs. 24531/-</w:t>
      </w:r>
    </w:p>
    <w:p w:rsidR="00843DC4" w:rsidRPr="00411509" w:rsidRDefault="00843DC4" w:rsidP="008268DE">
      <w:pPr>
        <w:ind w:left="720" w:hanging="720"/>
        <w:jc w:val="both"/>
      </w:pPr>
      <w:r>
        <w:t>5.</w:t>
      </w:r>
      <w:r>
        <w:tab/>
      </w:r>
      <w:r w:rsidRPr="00411509">
        <w:t>First class deodar wood wrough joinery in doors and windows etc. fixed in position including chowkats hold fastes gingas iron tower bolts chooks cleats headless and cord with hools etc. complete (GSI No. 7 P/57). ½” thick.</w:t>
      </w:r>
    </w:p>
    <w:p w:rsidR="00843DC4" w:rsidRDefault="00843DC4" w:rsidP="008268DE">
      <w:pPr>
        <w:spacing w:line="360" w:lineRule="auto"/>
        <w:ind w:left="720" w:hanging="720"/>
        <w:jc w:val="both"/>
      </w:pPr>
    </w:p>
    <w:p w:rsidR="00843DC4" w:rsidRDefault="00843DC4" w:rsidP="008268DE">
      <w:pPr>
        <w:spacing w:line="360" w:lineRule="auto"/>
        <w:ind w:left="720" w:hanging="720"/>
        <w:jc w:val="both"/>
      </w:pPr>
      <w:r>
        <w:tab/>
      </w:r>
      <w:r>
        <w:tab/>
      </w:r>
      <w:r>
        <w:tab/>
      </w:r>
      <w:r>
        <w:tab/>
        <w:t>69.50 Sft</w:t>
      </w:r>
      <w:r>
        <w:tab/>
        <w:t xml:space="preserve">@ Rs. 1336/59 </w:t>
      </w:r>
      <w:r>
        <w:tab/>
        <w:t>P.Sft.</w:t>
      </w:r>
      <w:r>
        <w:tab/>
      </w:r>
      <w:r>
        <w:tab/>
        <w:t>Rs. 92893/-</w:t>
      </w:r>
    </w:p>
    <w:p w:rsidR="00843DC4" w:rsidRDefault="00843DC4" w:rsidP="008268DE">
      <w:pPr>
        <w:spacing w:line="360" w:lineRule="auto"/>
        <w:ind w:left="720" w:hanging="720"/>
        <w:jc w:val="both"/>
      </w:pPr>
    </w:p>
    <w:p w:rsidR="00843DC4" w:rsidRDefault="00843DC4" w:rsidP="00CD38B9">
      <w:pPr>
        <w:ind w:left="720" w:hanging="720"/>
        <w:jc w:val="both"/>
      </w:pPr>
      <w:r>
        <w:t>6.</w:t>
      </w:r>
      <w:r>
        <w:tab/>
        <w:t xml:space="preserve">Supplying and fixing in position iron / steel grill of ¾” x 1/4”  size flat iron of approved design i/c painting 3 coats etc. complete (weight not to be less than 3.7 lbs / sq. foot of finished grill) (G.S. Item No. 26 Page No. 92). </w:t>
      </w:r>
    </w:p>
    <w:p w:rsidR="00843DC4" w:rsidRDefault="00843DC4" w:rsidP="00CD38B9">
      <w:pPr>
        <w:ind w:left="720" w:hanging="720"/>
        <w:jc w:val="both"/>
      </w:pPr>
    </w:p>
    <w:p w:rsidR="00843DC4" w:rsidRDefault="00843DC4" w:rsidP="00CD38B9">
      <w:pPr>
        <w:ind w:left="720" w:hanging="720"/>
        <w:jc w:val="both"/>
      </w:pPr>
      <w:r>
        <w:tab/>
      </w:r>
      <w:r>
        <w:tab/>
      </w:r>
      <w:r>
        <w:tab/>
      </w:r>
      <w:r>
        <w:tab/>
        <w:t>192.00 Sft.</w:t>
      </w:r>
      <w:r>
        <w:tab/>
        <w:t>@ Rs. 180/50</w:t>
      </w:r>
      <w:r>
        <w:tab/>
      </w:r>
      <w:r>
        <w:tab/>
        <w:t>P.Sft.</w:t>
      </w:r>
      <w:r>
        <w:tab/>
      </w:r>
      <w:r>
        <w:tab/>
        <w:t>Rs. 3456/-</w:t>
      </w:r>
    </w:p>
    <w:p w:rsidR="00843DC4" w:rsidRDefault="00843DC4" w:rsidP="00CD38B9">
      <w:pPr>
        <w:ind w:left="720" w:hanging="720"/>
        <w:jc w:val="both"/>
      </w:pPr>
    </w:p>
    <w:p w:rsidR="00843DC4" w:rsidRDefault="00843DC4" w:rsidP="00CD38B9">
      <w:pPr>
        <w:ind w:left="720" w:hanging="720"/>
        <w:jc w:val="both"/>
      </w:pPr>
      <w:r>
        <w:t>7.</w:t>
      </w:r>
      <w:r>
        <w:tab/>
        <w:t>Distempering for three coat (1 covery every printing cost) (GSI No. 24 (c) Page NO. 53)</w:t>
      </w:r>
    </w:p>
    <w:p w:rsidR="00843DC4" w:rsidRDefault="00843DC4" w:rsidP="00E538D7">
      <w:pPr>
        <w:ind w:left="720" w:hanging="720"/>
        <w:jc w:val="both"/>
      </w:pPr>
    </w:p>
    <w:p w:rsidR="00843DC4" w:rsidRDefault="00843DC4" w:rsidP="00590B8E">
      <w:pPr>
        <w:spacing w:line="360" w:lineRule="auto"/>
        <w:ind w:left="720" w:hanging="720"/>
        <w:jc w:val="both"/>
      </w:pPr>
      <w:r>
        <w:tab/>
      </w:r>
      <w:r>
        <w:tab/>
      </w:r>
      <w:r>
        <w:tab/>
      </w:r>
      <w:r>
        <w:tab/>
        <w:t>565.56 Sft.</w:t>
      </w:r>
      <w:r>
        <w:tab/>
        <w:t>@ Rs. 1079/65</w:t>
      </w:r>
      <w:r>
        <w:tab/>
        <w:t>P%Sft.</w:t>
      </w:r>
      <w:r>
        <w:tab/>
        <w:t>Rs. 6107/-</w:t>
      </w:r>
    </w:p>
    <w:p w:rsidR="00843DC4" w:rsidRDefault="00843DC4" w:rsidP="00E538D7">
      <w:pPr>
        <w:jc w:val="both"/>
      </w:pPr>
    </w:p>
    <w:p w:rsidR="00843DC4" w:rsidRDefault="00843DC4" w:rsidP="00CD38B9">
      <w:r>
        <w:t>8</w:t>
      </w:r>
      <w:r w:rsidRPr="00407C53">
        <w:t>.</w:t>
      </w:r>
      <w:r w:rsidRPr="00407C53">
        <w:tab/>
      </w:r>
      <w:r>
        <w:t>Painting door and windows any type of 3 coats (GSI No. 5(c) Page No.69).</w:t>
      </w:r>
    </w:p>
    <w:p w:rsidR="00843DC4" w:rsidRDefault="00843DC4" w:rsidP="00CD38B9"/>
    <w:p w:rsidR="00843DC4" w:rsidRDefault="00843DC4" w:rsidP="00590B8E">
      <w:pPr>
        <w:spacing w:line="360" w:lineRule="auto"/>
        <w:ind w:left="720" w:hanging="720"/>
        <w:jc w:val="both"/>
      </w:pPr>
      <w:r>
        <w:tab/>
      </w:r>
      <w:r>
        <w:tab/>
      </w:r>
      <w:r>
        <w:tab/>
      </w:r>
      <w:r>
        <w:tab/>
        <w:t>Qty 171.50 Sft.  @ Rs. 2116/41</w:t>
      </w:r>
      <w:r>
        <w:tab/>
        <w:t>P%Sft.</w:t>
      </w:r>
      <w:r>
        <w:tab/>
      </w:r>
      <w:r w:rsidRPr="00A76FC5">
        <w:t xml:space="preserve">Rs. </w:t>
      </w:r>
      <w:r>
        <w:t>3630</w:t>
      </w:r>
      <w:r w:rsidRPr="00A76FC5">
        <w:t>/-</w:t>
      </w:r>
    </w:p>
    <w:p w:rsidR="00843DC4" w:rsidRPr="00A76FC5" w:rsidRDefault="00843DC4" w:rsidP="00E538D7">
      <w:pPr>
        <w:ind w:left="720" w:hanging="720"/>
        <w:jc w:val="both"/>
      </w:pPr>
    </w:p>
    <w:p w:rsidR="00843DC4" w:rsidRPr="004E1AEC" w:rsidRDefault="00843DC4" w:rsidP="00A76FC5">
      <w:pPr>
        <w:ind w:left="720" w:hanging="720"/>
      </w:pPr>
      <w:r>
        <w:rPr>
          <w:sz w:val="24"/>
          <w:szCs w:val="24"/>
        </w:rPr>
        <w:t>9.</w:t>
      </w:r>
      <w:r>
        <w:rPr>
          <w:sz w:val="24"/>
          <w:szCs w:val="24"/>
        </w:rPr>
        <w:tab/>
      </w:r>
      <w:r w:rsidRPr="004E1AEC">
        <w:t xml:space="preserve">Small Iron work such as gueset plate knees bends, stirrups, rings etc. Including cutting, drilling, reverting, handling, assembling and </w:t>
      </w:r>
      <w:r w:rsidRPr="004E1AEC">
        <w:tab/>
        <w:t>Fixing but excluding erection in position. (GSI No. 1 Page No.90)</w:t>
      </w:r>
    </w:p>
    <w:p w:rsidR="00843DC4" w:rsidRDefault="00843DC4" w:rsidP="00CB783C">
      <w:pPr>
        <w:spacing w:line="360" w:lineRule="auto"/>
        <w:ind w:left="720" w:hanging="720"/>
        <w:jc w:val="both"/>
      </w:pPr>
    </w:p>
    <w:p w:rsidR="00843DC4" w:rsidRDefault="00843DC4" w:rsidP="00CB783C">
      <w:pPr>
        <w:spacing w:line="360" w:lineRule="auto"/>
        <w:ind w:left="720" w:hanging="720"/>
        <w:jc w:val="both"/>
      </w:pPr>
      <w:r>
        <w:tab/>
      </w:r>
      <w:r>
        <w:tab/>
      </w:r>
      <w:r>
        <w:tab/>
      </w:r>
      <w:r>
        <w:tab/>
        <w:t>17.39 Cwt.</w:t>
      </w:r>
      <w:r>
        <w:tab/>
        <w:t>@ Rs. 6420/61</w:t>
      </w:r>
      <w:r>
        <w:tab/>
        <w:t>P.cwt</w:t>
      </w:r>
      <w:r>
        <w:tab/>
      </w:r>
      <w:r>
        <w:tab/>
        <w:t>Rs. 111654/-</w:t>
      </w:r>
    </w:p>
    <w:p w:rsidR="00843DC4" w:rsidRDefault="00843DC4" w:rsidP="00A76FC5">
      <w:pPr>
        <w:ind w:left="720" w:hanging="720"/>
        <w:jc w:val="both"/>
      </w:pPr>
    </w:p>
    <w:p w:rsidR="00843DC4" w:rsidRPr="004E1AEC" w:rsidRDefault="00843DC4" w:rsidP="00CB783C">
      <w:pPr>
        <w:ind w:left="720" w:hanging="720"/>
        <w:jc w:val="both"/>
      </w:pPr>
      <w:r>
        <w:t>10.</w:t>
      </w:r>
      <w:r>
        <w:tab/>
      </w:r>
      <w:r w:rsidRPr="004E1AEC">
        <w:t>Asbestos cement corrugated sheet roofing including necessary own caps and G.I. hook both nuts screws washes and bitumen washers etc. (excluding villages and ridges etc. complete (GSI No. 28 Page No.36)</w:t>
      </w:r>
    </w:p>
    <w:p w:rsidR="00843DC4" w:rsidRDefault="00843DC4" w:rsidP="000E0280">
      <w:pPr>
        <w:spacing w:line="360" w:lineRule="auto"/>
        <w:ind w:left="720" w:hanging="720"/>
        <w:jc w:val="both"/>
      </w:pPr>
    </w:p>
    <w:p w:rsidR="00843DC4" w:rsidRDefault="00843DC4" w:rsidP="000E0280">
      <w:pPr>
        <w:spacing w:line="360" w:lineRule="auto"/>
        <w:ind w:left="720" w:hanging="720"/>
        <w:jc w:val="both"/>
      </w:pPr>
      <w:r>
        <w:tab/>
      </w:r>
      <w:r>
        <w:tab/>
      </w:r>
      <w:r>
        <w:tab/>
      </w:r>
      <w:r>
        <w:tab/>
        <w:t>Qty 900.0 Sft.  @ Rs. 12141/25</w:t>
      </w:r>
      <w:r>
        <w:tab/>
        <w:t>P%Sft.</w:t>
      </w:r>
      <w:r>
        <w:tab/>
        <w:t>Rs. 109271/-</w:t>
      </w:r>
    </w:p>
    <w:p w:rsidR="00843DC4" w:rsidRDefault="00843DC4" w:rsidP="00E538D7">
      <w:pPr>
        <w:ind w:left="720" w:hanging="720"/>
        <w:jc w:val="both"/>
      </w:pPr>
    </w:p>
    <w:p w:rsidR="00843DC4" w:rsidRDefault="00843DC4" w:rsidP="008E5123">
      <w:pPr>
        <w:ind w:left="720" w:hanging="720"/>
        <w:jc w:val="both"/>
      </w:pPr>
      <w:r>
        <w:t>11.</w:t>
      </w:r>
      <w:r>
        <w:tab/>
        <w:t xml:space="preserve">Fixing asbestos cement sheet ridger and valleys ¼” thick </w:t>
      </w:r>
    </w:p>
    <w:p w:rsidR="00843DC4" w:rsidRDefault="00843DC4" w:rsidP="00A76FC5">
      <w:pPr>
        <w:spacing w:line="360" w:lineRule="auto"/>
        <w:ind w:left="720"/>
        <w:jc w:val="both"/>
      </w:pPr>
      <w:r>
        <w:t>(GSI No. 30 Page No. 36)</w:t>
      </w:r>
    </w:p>
    <w:p w:rsidR="00843DC4" w:rsidRPr="00204B63" w:rsidRDefault="00843DC4" w:rsidP="007414DC">
      <w:pPr>
        <w:spacing w:line="360" w:lineRule="auto"/>
        <w:ind w:left="720" w:hanging="720"/>
        <w:jc w:val="both"/>
        <w:rPr>
          <w:u w:val="single"/>
        </w:rPr>
      </w:pPr>
      <w:r>
        <w:tab/>
      </w:r>
      <w:r>
        <w:tab/>
      </w:r>
      <w:r>
        <w:tab/>
      </w:r>
      <w:r>
        <w:tab/>
        <w:t>Qty 110.0 Rft. @ Rs. 223/29</w:t>
      </w:r>
      <w:r>
        <w:tab/>
        <w:t>P.Rft.</w:t>
      </w:r>
      <w:r>
        <w:tab/>
      </w:r>
      <w:r>
        <w:tab/>
      </w:r>
      <w:r w:rsidRPr="00204B63">
        <w:rPr>
          <w:u w:val="single"/>
        </w:rPr>
        <w:t xml:space="preserve">Rs. </w:t>
      </w:r>
      <w:r>
        <w:rPr>
          <w:u w:val="single"/>
        </w:rPr>
        <w:t>24562</w:t>
      </w:r>
      <w:r w:rsidRPr="00204B63">
        <w:rPr>
          <w:u w:val="single"/>
        </w:rPr>
        <w:t>/-</w:t>
      </w:r>
    </w:p>
    <w:p w:rsidR="00843DC4" w:rsidRDefault="00843DC4" w:rsidP="000E0280">
      <w:pPr>
        <w:spacing w:line="360" w:lineRule="auto"/>
        <w:rPr>
          <w:b/>
          <w:bCs/>
        </w:rPr>
      </w:pPr>
      <w:r>
        <w:rPr>
          <w:b/>
          <w:bCs/>
        </w:rPr>
        <w:tab/>
      </w:r>
      <w:r>
        <w:rPr>
          <w:b/>
          <w:bCs/>
        </w:rPr>
        <w:tab/>
      </w:r>
      <w:r>
        <w:rPr>
          <w:b/>
          <w:bCs/>
        </w:rPr>
        <w:tab/>
      </w:r>
      <w:r>
        <w:rPr>
          <w:b/>
          <w:bCs/>
        </w:rPr>
        <w:tab/>
      </w:r>
      <w:r>
        <w:rPr>
          <w:b/>
          <w:bCs/>
        </w:rPr>
        <w:tab/>
      </w:r>
      <w:r>
        <w:rPr>
          <w:b/>
          <w:bCs/>
        </w:rPr>
        <w:tab/>
      </w:r>
      <w:r>
        <w:rPr>
          <w:b/>
          <w:bCs/>
        </w:rPr>
        <w:tab/>
        <w:t>TOTAL</w:t>
      </w:r>
      <w:r>
        <w:rPr>
          <w:b/>
          <w:bCs/>
        </w:rPr>
        <w:tab/>
      </w:r>
      <w:r>
        <w:rPr>
          <w:b/>
          <w:bCs/>
        </w:rPr>
        <w:tab/>
      </w:r>
      <w:r>
        <w:rPr>
          <w:b/>
          <w:bCs/>
        </w:rPr>
        <w:tab/>
        <w:t>Rs. 806008/-</w:t>
      </w:r>
    </w:p>
    <w:p w:rsidR="00843DC4" w:rsidRPr="00CD38B9" w:rsidRDefault="00843DC4" w:rsidP="00CD38B9">
      <w:pPr>
        <w:ind w:left="720" w:hanging="720"/>
        <w:jc w:val="both"/>
      </w:pPr>
    </w:p>
    <w:p w:rsidR="00843DC4" w:rsidRDefault="00843DC4" w:rsidP="00554C22">
      <w:pPr>
        <w:spacing w:line="360" w:lineRule="auto"/>
      </w:pPr>
    </w:p>
    <w:tbl>
      <w:tblPr>
        <w:tblW w:w="0" w:type="auto"/>
        <w:tblInd w:w="-106" w:type="dxa"/>
        <w:tblLook w:val="00A0"/>
      </w:tblPr>
      <w:tblGrid>
        <w:gridCol w:w="3192"/>
        <w:gridCol w:w="2973"/>
        <w:gridCol w:w="3411"/>
      </w:tblGrid>
      <w:tr w:rsidR="00843DC4" w:rsidRPr="00C33316">
        <w:tc>
          <w:tcPr>
            <w:tcW w:w="3192" w:type="dxa"/>
          </w:tcPr>
          <w:p w:rsidR="00843DC4" w:rsidRPr="00C33316" w:rsidRDefault="00843DC4" w:rsidP="00C33316">
            <w:pPr>
              <w:jc w:val="center"/>
            </w:pPr>
            <w:r>
              <w:rPr>
                <w:rFonts w:ascii="Arial Narrow" w:hAnsi="Arial Narrow" w:cs="Arial Narrow"/>
                <w:b/>
                <w:bCs/>
                <w:sz w:val="24"/>
                <w:szCs w:val="24"/>
              </w:rPr>
              <w:t xml:space="preserve">(Contractor) </w:t>
            </w:r>
          </w:p>
        </w:tc>
        <w:tc>
          <w:tcPr>
            <w:tcW w:w="2973" w:type="dxa"/>
          </w:tcPr>
          <w:p w:rsidR="00843DC4" w:rsidRPr="00C33316" w:rsidRDefault="00843DC4" w:rsidP="0016740E"/>
        </w:tc>
        <w:tc>
          <w:tcPr>
            <w:tcW w:w="3411" w:type="dxa"/>
          </w:tcPr>
          <w:p w:rsidR="00843DC4" w:rsidRPr="00C33316" w:rsidRDefault="00843DC4" w:rsidP="00C33316">
            <w:pPr>
              <w:jc w:val="center"/>
              <w:rPr>
                <w:rFonts w:ascii="Arial Narrow" w:hAnsi="Arial Narrow" w:cs="Arial Narrow"/>
                <w:b/>
                <w:bCs/>
                <w:sz w:val="24"/>
                <w:szCs w:val="24"/>
              </w:rPr>
            </w:pPr>
            <w:r w:rsidRPr="00C33316">
              <w:rPr>
                <w:rFonts w:ascii="Arial Narrow" w:hAnsi="Arial Narrow" w:cs="Arial Narrow"/>
                <w:b/>
                <w:bCs/>
                <w:sz w:val="24"/>
                <w:szCs w:val="24"/>
              </w:rPr>
              <w:t>Executive Engineer</w:t>
            </w:r>
          </w:p>
          <w:p w:rsidR="00843DC4" w:rsidRPr="00C33316" w:rsidRDefault="00843DC4" w:rsidP="00C33316">
            <w:pPr>
              <w:jc w:val="center"/>
            </w:pPr>
            <w:r w:rsidRPr="00C33316">
              <w:rPr>
                <w:rFonts w:ascii="Arial Narrow" w:hAnsi="Arial Narrow" w:cs="Arial Narrow"/>
                <w:b/>
                <w:bCs/>
                <w:sz w:val="24"/>
                <w:szCs w:val="24"/>
              </w:rPr>
              <w:t>Public Health Engg: Department District Karachi</w:t>
            </w:r>
          </w:p>
        </w:tc>
      </w:tr>
    </w:tbl>
    <w:p w:rsidR="00843DC4" w:rsidRDefault="00843DC4" w:rsidP="009111F4">
      <w:pPr>
        <w:jc w:val="both"/>
      </w:pPr>
    </w:p>
    <w:p w:rsidR="00843DC4" w:rsidRDefault="00843DC4" w:rsidP="009111F4">
      <w:pPr>
        <w:jc w:val="both"/>
      </w:pPr>
    </w:p>
    <w:p w:rsidR="00843DC4" w:rsidRPr="008B3B9E" w:rsidRDefault="00843DC4" w:rsidP="00214B83">
      <w:pPr>
        <w:jc w:val="both"/>
        <w:rPr>
          <w:b/>
          <w:bCs/>
          <w:sz w:val="30"/>
          <w:szCs w:val="30"/>
        </w:rPr>
      </w:pPr>
      <w:r w:rsidRPr="008B3B9E">
        <w:rPr>
          <w:b/>
          <w:bCs/>
          <w:sz w:val="30"/>
          <w:szCs w:val="30"/>
          <w:u w:val="single"/>
        </w:rPr>
        <w:t>PART-</w:t>
      </w:r>
      <w:r>
        <w:rPr>
          <w:b/>
          <w:bCs/>
          <w:sz w:val="30"/>
          <w:szCs w:val="30"/>
          <w:u w:val="single"/>
        </w:rPr>
        <w:t>B</w:t>
      </w:r>
      <w:r w:rsidRPr="008B3B9E">
        <w:rPr>
          <w:b/>
          <w:bCs/>
          <w:sz w:val="30"/>
          <w:szCs w:val="30"/>
        </w:rPr>
        <w:tab/>
      </w:r>
      <w:r w:rsidRPr="008B3B9E">
        <w:rPr>
          <w:b/>
          <w:bCs/>
          <w:sz w:val="30"/>
          <w:szCs w:val="30"/>
        </w:rPr>
        <w:tab/>
      </w:r>
      <w:r w:rsidRPr="008B3B9E">
        <w:rPr>
          <w:b/>
          <w:bCs/>
          <w:sz w:val="30"/>
          <w:szCs w:val="30"/>
          <w:u w:val="single"/>
        </w:rPr>
        <w:t>PUMPING MACHINERY AT WATER WORKS</w:t>
      </w:r>
    </w:p>
    <w:p w:rsidR="00843DC4" w:rsidRDefault="00843DC4" w:rsidP="0007539C"/>
    <w:p w:rsidR="00843DC4" w:rsidRPr="00053DCD" w:rsidRDefault="00843DC4" w:rsidP="0079740E">
      <w:pPr>
        <w:numPr>
          <w:ilvl w:val="0"/>
          <w:numId w:val="1"/>
        </w:numPr>
        <w:jc w:val="both"/>
      </w:pPr>
      <w:r w:rsidRPr="00053DCD">
        <w:t xml:space="preserve">Providing and installing in position @ site of water works </w:t>
      </w:r>
      <w:r>
        <w:t xml:space="preserve">Dur Muhammad Darsano Channo Goth turbine </w:t>
      </w:r>
      <w:r w:rsidRPr="00053DCD">
        <w:t xml:space="preserve">electric pumping set consisting of A.C. Electric Motor </w:t>
      </w:r>
      <w:r>
        <w:t>20</w:t>
      </w:r>
      <w:r w:rsidRPr="00053DCD">
        <w:t xml:space="preserve"> BHP (Siemens) 3 Phase 50 Cycles 100-310 BGBPF </w:t>
      </w:r>
      <w:r>
        <w:t xml:space="preserve">volts 2900 RPM. Coupled with (KSB) Omega pump size 3” x 4” (Type) </w:t>
      </w:r>
      <w:r w:rsidRPr="00053DCD">
        <w:t xml:space="preserve">mounted on common steel frame or base plate capable of discharge </w:t>
      </w:r>
      <w:r>
        <w:t xml:space="preserve">300 </w:t>
      </w:r>
      <w:r w:rsidRPr="00053DCD">
        <w:t xml:space="preserve">gls, minute </w:t>
      </w:r>
      <w:r>
        <w:t xml:space="preserve">against a head of 150 ft. i/c installing of Pumping set on C.C. foundation i/c providing automatic (MCU) (KSB made) Star delta starter providing / fixing prepared board iron (clade) triple pole and natural switch fuse link carrier 500 volts and grade 60 amps and ampere meter 120 amps. Installed on metalled board i/c providing fixing metalled board accommodate main or sub / main control switches recessed in the wall size 4’ x 3’ i/c providing phase indication bulbs with holders and providing internal electric wiring for mains with 3-19/2.14 (19/083) PVC insulated wire 660 volts grade in 60mm (1”) PVC conduit on surface as required i/c providing fixing earthing set wire 0.6m x 6.3m x 6.3 mm (2’x2x1/4”) G.I. Plate buried in the ground at depth of 3.7m (12 ft.) or less as per Pak PWD specification and testing of the pumping set against the required head for 72 hours etc. complete. (R.A. Attached). </w:t>
      </w:r>
    </w:p>
    <w:p w:rsidR="00843DC4" w:rsidRPr="007B6DD1" w:rsidRDefault="00843DC4" w:rsidP="0007539C">
      <w:pPr>
        <w:jc w:val="both"/>
        <w:rPr>
          <w:rFonts w:ascii="Arial" w:hAnsi="Arial" w:cs="Arial"/>
          <w:sz w:val="20"/>
          <w:szCs w:val="20"/>
        </w:rPr>
      </w:pPr>
    </w:p>
    <w:p w:rsidR="00843DC4" w:rsidRDefault="00843DC4" w:rsidP="00214B83">
      <w:pPr>
        <w:ind w:left="2160" w:firstLine="720"/>
        <w:jc w:val="both"/>
        <w:rPr>
          <w:rFonts w:ascii="Arial" w:hAnsi="Arial" w:cs="Arial"/>
        </w:rPr>
      </w:pPr>
      <w:r>
        <w:rPr>
          <w:rFonts w:ascii="Arial" w:hAnsi="Arial" w:cs="Arial"/>
        </w:rPr>
        <w:t xml:space="preserve">2 Sets. </w:t>
      </w:r>
      <w:r>
        <w:rPr>
          <w:rFonts w:ascii="Arial" w:hAnsi="Arial" w:cs="Arial"/>
        </w:rPr>
        <w:tab/>
        <w:t>@ Rs. 983440/-</w:t>
      </w:r>
      <w:r>
        <w:rPr>
          <w:rFonts w:ascii="Arial" w:hAnsi="Arial" w:cs="Arial"/>
        </w:rPr>
        <w:tab/>
        <w:t xml:space="preserve">Each </w:t>
      </w:r>
      <w:r>
        <w:rPr>
          <w:rFonts w:ascii="Arial" w:hAnsi="Arial" w:cs="Arial"/>
        </w:rPr>
        <w:tab/>
        <w:t xml:space="preserve">          Rs.1966880/-</w:t>
      </w:r>
    </w:p>
    <w:p w:rsidR="00843DC4" w:rsidRDefault="00843DC4" w:rsidP="0007539C">
      <w:pPr>
        <w:jc w:val="center"/>
        <w:rPr>
          <w:rFonts w:ascii="Arial" w:hAnsi="Arial" w:cs="Arial"/>
        </w:rPr>
      </w:pPr>
    </w:p>
    <w:p w:rsidR="00843DC4" w:rsidRDefault="00843DC4" w:rsidP="0082217C">
      <w:pPr>
        <w:ind w:left="720" w:hanging="720"/>
        <w:rPr>
          <w:rFonts w:ascii="Arial" w:hAnsi="Arial" w:cs="Arial"/>
        </w:rPr>
      </w:pPr>
      <w:r>
        <w:rPr>
          <w:rFonts w:ascii="Arial" w:hAnsi="Arial" w:cs="Arial"/>
        </w:rPr>
        <w:t>2.</w:t>
      </w:r>
      <w:r>
        <w:rPr>
          <w:rFonts w:ascii="Arial" w:hAnsi="Arial" w:cs="Arial"/>
        </w:rPr>
        <w:tab/>
        <w:t xml:space="preserve">Providing laying (main or sub-main) PUL insulated &amp; PUL sheeted with 25mm 4 core copper conductor cable 660 / 1000 volts size 25mm2 (GSI No. 103 P.No. 12).  </w:t>
      </w:r>
    </w:p>
    <w:p w:rsidR="00843DC4" w:rsidRDefault="00843DC4" w:rsidP="0007539C">
      <w:pPr>
        <w:ind w:left="720" w:hanging="720"/>
        <w:rPr>
          <w:rFonts w:ascii="Arial" w:hAnsi="Arial" w:cs="Arial"/>
        </w:rPr>
      </w:pPr>
    </w:p>
    <w:p w:rsidR="00843DC4" w:rsidRDefault="00843DC4" w:rsidP="0082217C">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934.0 Rft.</w:t>
      </w:r>
      <w:r>
        <w:rPr>
          <w:rFonts w:ascii="Arial" w:hAnsi="Arial" w:cs="Arial"/>
        </w:rPr>
        <w:tab/>
        <w:t>@ Rs. 581/83</w:t>
      </w:r>
      <w:r>
        <w:rPr>
          <w:rFonts w:ascii="Arial" w:hAnsi="Arial" w:cs="Arial"/>
        </w:rPr>
        <w:tab/>
        <w:t>P.Rft.</w:t>
      </w:r>
      <w:r>
        <w:rPr>
          <w:rFonts w:ascii="Arial" w:hAnsi="Arial" w:cs="Arial"/>
        </w:rPr>
        <w:tab/>
      </w:r>
      <w:r>
        <w:rPr>
          <w:rFonts w:ascii="Arial" w:hAnsi="Arial" w:cs="Arial"/>
        </w:rPr>
        <w:tab/>
        <w:t>Rs. 543429/-</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r>
        <w:rPr>
          <w:rFonts w:ascii="Arial" w:hAnsi="Arial" w:cs="Arial"/>
        </w:rPr>
        <w:t>3.</w:t>
      </w:r>
      <w:r>
        <w:rPr>
          <w:rFonts w:ascii="Arial" w:hAnsi="Arial" w:cs="Arial"/>
        </w:rPr>
        <w:tab/>
        <w:t xml:space="preserve">C.I. Sluice valve heavy pattern (Test Pressure 21.0 Kg/Sq. cm or 300 lbs / sq. inch (imported) (MSI No. 2: P-9). </w:t>
      </w:r>
    </w:p>
    <w:p w:rsidR="00843DC4" w:rsidRDefault="00843DC4" w:rsidP="0082217C">
      <w:pPr>
        <w:ind w:left="720" w:hanging="720"/>
        <w:rPr>
          <w:rFonts w:ascii="Arial" w:hAnsi="Arial" w:cs="Arial"/>
        </w:rPr>
      </w:pPr>
    </w:p>
    <w:p w:rsidR="00843DC4" w:rsidRDefault="00843DC4" w:rsidP="0082217C">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2 Nos. </w:t>
      </w:r>
      <w:r>
        <w:rPr>
          <w:rFonts w:ascii="Arial" w:hAnsi="Arial" w:cs="Arial"/>
        </w:rPr>
        <w:tab/>
        <w:t>@ Rs. 5460/-</w:t>
      </w:r>
      <w:r>
        <w:rPr>
          <w:rFonts w:ascii="Arial" w:hAnsi="Arial" w:cs="Arial"/>
        </w:rPr>
        <w:tab/>
        <w:t xml:space="preserve">Each </w:t>
      </w:r>
      <w:r>
        <w:rPr>
          <w:rFonts w:ascii="Arial" w:hAnsi="Arial" w:cs="Arial"/>
        </w:rPr>
        <w:tab/>
      </w:r>
      <w:r>
        <w:rPr>
          <w:rFonts w:ascii="Arial" w:hAnsi="Arial" w:cs="Arial"/>
        </w:rPr>
        <w:tab/>
        <w:t>Rs. 10920/-</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r>
        <w:rPr>
          <w:rFonts w:ascii="Arial" w:hAnsi="Arial" w:cs="Arial"/>
        </w:rPr>
        <w:t>4.</w:t>
      </w:r>
      <w:r>
        <w:rPr>
          <w:rFonts w:ascii="Arial" w:hAnsi="Arial" w:cs="Arial"/>
        </w:rPr>
        <w:tab/>
        <w:t xml:space="preserve">C.I. Reflex valve heavy pattern (Test pressure 21.0 Kg/Sq. or 300 lbs / sq. inch). (SMI No. 6/b P-10). </w:t>
      </w:r>
    </w:p>
    <w:p w:rsidR="00843DC4" w:rsidRDefault="00843DC4" w:rsidP="0007539C">
      <w:pPr>
        <w:ind w:left="720" w:hanging="720"/>
        <w:rPr>
          <w:rFonts w:ascii="Arial" w:hAnsi="Arial" w:cs="Arial"/>
        </w:rPr>
      </w:pPr>
    </w:p>
    <w:p w:rsidR="00843DC4" w:rsidRDefault="00843DC4" w:rsidP="0082217C">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2 Nos. </w:t>
      </w:r>
      <w:r>
        <w:rPr>
          <w:rFonts w:ascii="Arial" w:hAnsi="Arial" w:cs="Arial"/>
        </w:rPr>
        <w:tab/>
        <w:t>@ Rs. 1706/25</w:t>
      </w:r>
      <w:r>
        <w:rPr>
          <w:rFonts w:ascii="Arial" w:hAnsi="Arial" w:cs="Arial"/>
        </w:rPr>
        <w:tab/>
        <w:t xml:space="preserve">Each </w:t>
      </w:r>
      <w:r>
        <w:rPr>
          <w:rFonts w:ascii="Arial" w:hAnsi="Arial" w:cs="Arial"/>
        </w:rPr>
        <w:tab/>
      </w:r>
      <w:r>
        <w:rPr>
          <w:rFonts w:ascii="Arial" w:hAnsi="Arial" w:cs="Arial"/>
        </w:rPr>
        <w:tab/>
        <w:t>Rs. 3413/-</w:t>
      </w:r>
    </w:p>
    <w:p w:rsidR="00843DC4" w:rsidRDefault="00843DC4" w:rsidP="0007539C">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5.</w:t>
      </w:r>
      <w:r>
        <w:rPr>
          <w:rFonts w:ascii="Arial" w:hAnsi="Arial" w:cs="Arial"/>
        </w:rPr>
        <w:tab/>
        <w:t>C.I. Tapper flat bottom or central flanged ends with holes including turning and facing of flanged for all size (SMI No. 7 P-11)</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0.58 Cwt. </w:t>
      </w:r>
      <w:r>
        <w:rPr>
          <w:rFonts w:ascii="Arial" w:hAnsi="Arial" w:cs="Arial"/>
        </w:rPr>
        <w:tab/>
        <w:t>@ Rs. 6,096/-</w:t>
      </w:r>
      <w:r>
        <w:rPr>
          <w:rFonts w:ascii="Arial" w:hAnsi="Arial" w:cs="Arial"/>
        </w:rPr>
        <w:tab/>
        <w:t xml:space="preserve">P.Cwt. </w:t>
      </w:r>
      <w:r>
        <w:rPr>
          <w:rFonts w:ascii="Arial" w:hAnsi="Arial" w:cs="Arial"/>
        </w:rPr>
        <w:tab/>
        <w:t>Rs. 3536/-</w:t>
      </w:r>
    </w:p>
    <w:p w:rsidR="00843DC4" w:rsidRDefault="00843DC4" w:rsidP="00167CE0">
      <w:pPr>
        <w:ind w:left="720" w:hanging="720"/>
        <w:rPr>
          <w:rFonts w:ascii="Arial" w:hAnsi="Arial" w:cs="Arial"/>
        </w:rPr>
      </w:pPr>
      <w:r>
        <w:rPr>
          <w:rFonts w:ascii="Arial" w:hAnsi="Arial" w:cs="Arial"/>
        </w:rPr>
        <w:t>6.</w:t>
      </w:r>
      <w:r>
        <w:rPr>
          <w:rFonts w:ascii="Arial" w:hAnsi="Arial" w:cs="Arial"/>
        </w:rPr>
        <w:tab/>
        <w:t>Supply C.I. Bend with flanged ends with holes i/c turning and fully faling of flange for all size (SMI No. 11 P-9).</w:t>
      </w:r>
    </w:p>
    <w:p w:rsidR="00843DC4" w:rsidRDefault="00843DC4" w:rsidP="00167CE0">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0.90 cwt.</w:t>
      </w:r>
      <w:r>
        <w:rPr>
          <w:rFonts w:ascii="Arial" w:hAnsi="Arial" w:cs="Arial"/>
        </w:rPr>
        <w:tab/>
        <w:t>@ Rs. 6096/-</w:t>
      </w:r>
      <w:r>
        <w:rPr>
          <w:rFonts w:ascii="Arial" w:hAnsi="Arial" w:cs="Arial"/>
        </w:rPr>
        <w:tab/>
        <w:t>P.Cwt.</w:t>
      </w:r>
      <w:r>
        <w:rPr>
          <w:rFonts w:ascii="Arial" w:hAnsi="Arial" w:cs="Arial"/>
        </w:rPr>
        <w:tab/>
        <w:t>Rs. 5486/-</w:t>
      </w:r>
    </w:p>
    <w:p w:rsidR="00843DC4" w:rsidRDefault="00843DC4" w:rsidP="0007539C">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7.</w:t>
      </w:r>
      <w:r>
        <w:rPr>
          <w:rFonts w:ascii="Arial" w:hAnsi="Arial" w:cs="Arial"/>
        </w:rPr>
        <w:tab/>
        <w:t xml:space="preserve">Manufacturing &amp; Supplying (M.S) Pipe 6” dia 3/8” thick i/c cutting shape (R.A.) Base on Schedule </w:t>
      </w:r>
    </w:p>
    <w:p w:rsidR="00843DC4" w:rsidRDefault="00843DC4" w:rsidP="00167CE0">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38 Nos.</w:t>
      </w:r>
      <w:r>
        <w:rPr>
          <w:rFonts w:ascii="Arial" w:hAnsi="Arial" w:cs="Arial"/>
        </w:rPr>
        <w:tab/>
        <w:t>@ Rs. 797/34</w:t>
      </w:r>
      <w:r>
        <w:rPr>
          <w:rFonts w:ascii="Arial" w:hAnsi="Arial" w:cs="Arial"/>
        </w:rPr>
        <w:tab/>
        <w:t>Each</w:t>
      </w:r>
      <w:r>
        <w:rPr>
          <w:rFonts w:ascii="Arial" w:hAnsi="Arial" w:cs="Arial"/>
        </w:rPr>
        <w:tab/>
      </w:r>
      <w:r>
        <w:rPr>
          <w:rFonts w:ascii="Arial" w:hAnsi="Arial" w:cs="Arial"/>
        </w:rPr>
        <w:tab/>
        <w:t>Rs. 28475/-</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8.</w:t>
      </w:r>
      <w:r>
        <w:rPr>
          <w:rFonts w:ascii="Arial" w:hAnsi="Arial" w:cs="Arial"/>
        </w:rPr>
        <w:tab/>
        <w:t xml:space="preserve">Manufacturing and fixing M.S flange i/c holes with (R.A. approved) base on schedule. </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8.00 Nos.</w:t>
      </w:r>
      <w:r>
        <w:rPr>
          <w:rFonts w:ascii="Arial" w:hAnsi="Arial" w:cs="Arial"/>
        </w:rPr>
        <w:tab/>
        <w:t>@ 804/77</w:t>
      </w:r>
      <w:r>
        <w:rPr>
          <w:rFonts w:ascii="Arial" w:hAnsi="Arial" w:cs="Arial"/>
        </w:rPr>
        <w:tab/>
      </w:r>
      <w:r>
        <w:rPr>
          <w:rFonts w:ascii="Arial" w:hAnsi="Arial" w:cs="Arial"/>
        </w:rPr>
        <w:tab/>
        <w:t>Each</w:t>
      </w:r>
      <w:r>
        <w:rPr>
          <w:rFonts w:ascii="Arial" w:hAnsi="Arial" w:cs="Arial"/>
        </w:rPr>
        <w:tab/>
      </w:r>
      <w:r>
        <w:rPr>
          <w:rFonts w:ascii="Arial" w:hAnsi="Arial" w:cs="Arial"/>
        </w:rPr>
        <w:tab/>
        <w:t>Rs. 6438/-</w:t>
      </w:r>
    </w:p>
    <w:p w:rsidR="00843DC4" w:rsidRDefault="00843DC4" w:rsidP="0007539C">
      <w:pPr>
        <w:ind w:left="720" w:hanging="720"/>
        <w:rPr>
          <w:rFonts w:ascii="Arial" w:hAnsi="Arial" w:cs="Arial"/>
        </w:rPr>
      </w:pPr>
    </w:p>
    <w:p w:rsidR="00843DC4" w:rsidRDefault="00843DC4" w:rsidP="00167CE0">
      <w:pPr>
        <w:ind w:left="720" w:hanging="720"/>
        <w:rPr>
          <w:rFonts w:ascii="Arial" w:hAnsi="Arial" w:cs="Arial"/>
        </w:rPr>
      </w:pPr>
      <w:r>
        <w:rPr>
          <w:rFonts w:ascii="Arial" w:hAnsi="Arial" w:cs="Arial"/>
        </w:rPr>
        <w:t>9.</w:t>
      </w:r>
      <w:r>
        <w:rPr>
          <w:rFonts w:ascii="Arial" w:hAnsi="Arial" w:cs="Arial"/>
        </w:rPr>
        <w:tab/>
        <w:t>Supplying C.I. tee with flange ends with holes i/c turning and facing of flanged for all size (SMi No.     P.No.    ).</w:t>
      </w:r>
    </w:p>
    <w:p w:rsidR="00843DC4" w:rsidRDefault="00843DC4" w:rsidP="00793348">
      <w:pPr>
        <w:ind w:left="720" w:hanging="720"/>
        <w:rPr>
          <w:rFonts w:ascii="Arial" w:hAnsi="Arial" w:cs="Arial"/>
        </w:rPr>
      </w:pPr>
    </w:p>
    <w:p w:rsidR="00843DC4" w:rsidRDefault="00843DC4" w:rsidP="00793348">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0.24 cwt. </w:t>
      </w:r>
      <w:r>
        <w:rPr>
          <w:rFonts w:ascii="Arial" w:hAnsi="Arial" w:cs="Arial"/>
        </w:rPr>
        <w:tab/>
        <w:t>@ Rs. 6096/-</w:t>
      </w:r>
      <w:r>
        <w:rPr>
          <w:rFonts w:ascii="Arial" w:hAnsi="Arial" w:cs="Arial"/>
        </w:rPr>
        <w:tab/>
        <w:t>P.Cwt.</w:t>
      </w:r>
      <w:r>
        <w:rPr>
          <w:rFonts w:ascii="Arial" w:hAnsi="Arial" w:cs="Arial"/>
        </w:rPr>
        <w:tab/>
        <w:t>Rs. 1463/-</w:t>
      </w:r>
    </w:p>
    <w:p w:rsidR="00843DC4" w:rsidRDefault="00843DC4" w:rsidP="0007539C">
      <w:pPr>
        <w:ind w:left="720" w:hanging="720"/>
        <w:rPr>
          <w:rFonts w:ascii="Arial" w:hAnsi="Arial" w:cs="Arial"/>
        </w:rPr>
      </w:pPr>
    </w:p>
    <w:p w:rsidR="00843DC4" w:rsidRDefault="00843DC4" w:rsidP="0007539C">
      <w:pPr>
        <w:ind w:left="720" w:hanging="720"/>
        <w:rPr>
          <w:rFonts w:ascii="Arial" w:hAnsi="Arial" w:cs="Arial"/>
        </w:rPr>
      </w:pPr>
    </w:p>
    <w:p w:rsidR="00843DC4" w:rsidRDefault="00843DC4" w:rsidP="00793348">
      <w:pPr>
        <w:ind w:left="720" w:hanging="720"/>
        <w:rPr>
          <w:rFonts w:ascii="Arial" w:hAnsi="Arial" w:cs="Arial"/>
        </w:rPr>
      </w:pPr>
      <w:r>
        <w:rPr>
          <w:rFonts w:ascii="Arial" w:hAnsi="Arial" w:cs="Arial"/>
        </w:rPr>
        <w:t>10.</w:t>
      </w:r>
      <w:r>
        <w:rPr>
          <w:rFonts w:ascii="Arial" w:hAnsi="Arial" w:cs="Arial"/>
        </w:rPr>
        <w:tab/>
        <w:t>Jointing C.I. / M.S flanged pipes and specials flanged and inside a trench including supplying rubber packing of the required thickness nuts, bolts, wit washers etc. and other tolls required for jointing and testing the joints to the specified pressure etc. complete (P.H.S.I No. P-35).</w:t>
      </w:r>
    </w:p>
    <w:p w:rsidR="00843DC4" w:rsidRDefault="00843DC4" w:rsidP="0007539C">
      <w:pPr>
        <w:ind w:left="720" w:hanging="720"/>
        <w:rPr>
          <w:rFonts w:ascii="Arial" w:hAnsi="Arial" w:cs="Arial"/>
        </w:rPr>
      </w:pPr>
    </w:p>
    <w:p w:rsidR="00843DC4" w:rsidRDefault="00843DC4" w:rsidP="00D86EEF">
      <w:pPr>
        <w:ind w:left="720"/>
        <w:rPr>
          <w:rFonts w:ascii="Arial" w:hAnsi="Arial" w:cs="Arial"/>
          <w:u w:val="single"/>
        </w:rPr>
      </w:pPr>
      <w:r>
        <w:rPr>
          <w:rFonts w:ascii="Arial" w:hAnsi="Arial" w:cs="Arial"/>
        </w:rPr>
        <w:t xml:space="preserve">Add 10% Contractor Profit on Sch of material (Rs.24818) </w:t>
      </w:r>
      <w:r>
        <w:rPr>
          <w:rFonts w:ascii="Arial" w:hAnsi="Arial" w:cs="Arial"/>
        </w:rPr>
        <w:tab/>
      </w:r>
      <w:r w:rsidRPr="0024126F">
        <w:rPr>
          <w:rFonts w:ascii="Arial" w:hAnsi="Arial" w:cs="Arial"/>
          <w:u w:val="single"/>
        </w:rPr>
        <w:t>Rs.   2482/-</w:t>
      </w:r>
    </w:p>
    <w:p w:rsidR="00843DC4" w:rsidRPr="0024126F" w:rsidRDefault="00843DC4" w:rsidP="00D86EEF">
      <w:pPr>
        <w:ind w:left="5760" w:firstLine="720"/>
        <w:rPr>
          <w:rFonts w:ascii="Arial" w:hAnsi="Arial" w:cs="Arial"/>
          <w:b/>
          <w:bCs/>
        </w:rPr>
      </w:pPr>
      <w:r w:rsidRPr="0024126F">
        <w:rPr>
          <w:rFonts w:ascii="Arial" w:hAnsi="Arial" w:cs="Arial"/>
          <w:b/>
          <w:bCs/>
        </w:rPr>
        <w:t xml:space="preserve">Total  </w:t>
      </w:r>
      <w:r w:rsidRPr="0024126F">
        <w:rPr>
          <w:rFonts w:ascii="Arial" w:hAnsi="Arial" w:cs="Arial"/>
          <w:b/>
          <w:bCs/>
        </w:rPr>
        <w:tab/>
        <w:t xml:space="preserve">Rs. </w:t>
      </w:r>
      <w:r>
        <w:rPr>
          <w:rFonts w:ascii="Arial" w:hAnsi="Arial" w:cs="Arial"/>
          <w:b/>
          <w:bCs/>
        </w:rPr>
        <w:t>2585347</w:t>
      </w:r>
      <w:r w:rsidRPr="0024126F">
        <w:rPr>
          <w:rFonts w:ascii="Arial" w:hAnsi="Arial" w:cs="Arial"/>
          <w:b/>
          <w:bCs/>
        </w:rPr>
        <w:t>/-</w:t>
      </w: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p w:rsidR="00843DC4" w:rsidRDefault="00843DC4" w:rsidP="0007539C">
      <w:pPr>
        <w:ind w:left="2880"/>
        <w:jc w:val="center"/>
        <w:rPr>
          <w:sz w:val="14"/>
          <w:szCs w:val="14"/>
        </w:rPr>
      </w:pPr>
    </w:p>
    <w:tbl>
      <w:tblPr>
        <w:tblW w:w="0" w:type="auto"/>
        <w:tblInd w:w="-106" w:type="dxa"/>
        <w:tblLook w:val="00A0"/>
      </w:tblPr>
      <w:tblGrid>
        <w:gridCol w:w="3192"/>
        <w:gridCol w:w="2973"/>
        <w:gridCol w:w="3411"/>
      </w:tblGrid>
      <w:tr w:rsidR="00843DC4" w:rsidRPr="00C33316">
        <w:tc>
          <w:tcPr>
            <w:tcW w:w="3192" w:type="dxa"/>
          </w:tcPr>
          <w:p w:rsidR="00843DC4" w:rsidRPr="00C33316" w:rsidRDefault="00843DC4" w:rsidP="00C33316">
            <w:pPr>
              <w:jc w:val="center"/>
            </w:pPr>
            <w:r>
              <w:rPr>
                <w:rFonts w:ascii="Arial Narrow" w:hAnsi="Arial Narrow" w:cs="Arial Narrow"/>
                <w:b/>
                <w:bCs/>
                <w:sz w:val="24"/>
                <w:szCs w:val="24"/>
              </w:rPr>
              <w:t xml:space="preserve">(Contractor) </w:t>
            </w:r>
          </w:p>
        </w:tc>
        <w:tc>
          <w:tcPr>
            <w:tcW w:w="2973" w:type="dxa"/>
          </w:tcPr>
          <w:p w:rsidR="00843DC4" w:rsidRPr="00C33316" w:rsidRDefault="00843DC4" w:rsidP="000F6C56"/>
        </w:tc>
        <w:tc>
          <w:tcPr>
            <w:tcW w:w="3411" w:type="dxa"/>
          </w:tcPr>
          <w:p w:rsidR="00843DC4" w:rsidRPr="00C33316" w:rsidRDefault="00843DC4" w:rsidP="00C33316">
            <w:pPr>
              <w:jc w:val="center"/>
              <w:rPr>
                <w:rFonts w:ascii="Arial Narrow" w:hAnsi="Arial Narrow" w:cs="Arial Narrow"/>
                <w:b/>
                <w:bCs/>
                <w:sz w:val="24"/>
                <w:szCs w:val="24"/>
              </w:rPr>
            </w:pPr>
            <w:r w:rsidRPr="00C33316">
              <w:rPr>
                <w:rFonts w:ascii="Arial Narrow" w:hAnsi="Arial Narrow" w:cs="Arial Narrow"/>
                <w:b/>
                <w:bCs/>
                <w:sz w:val="24"/>
                <w:szCs w:val="24"/>
              </w:rPr>
              <w:t>Executive Engineer</w:t>
            </w:r>
          </w:p>
          <w:p w:rsidR="00843DC4" w:rsidRPr="00C33316" w:rsidRDefault="00843DC4" w:rsidP="00C33316">
            <w:pPr>
              <w:jc w:val="center"/>
            </w:pPr>
            <w:r w:rsidRPr="00C33316">
              <w:rPr>
                <w:rFonts w:ascii="Arial Narrow" w:hAnsi="Arial Narrow" w:cs="Arial Narrow"/>
                <w:b/>
                <w:bCs/>
                <w:sz w:val="24"/>
                <w:szCs w:val="24"/>
              </w:rPr>
              <w:t>Public Health Engg: Department District Karachi</w:t>
            </w:r>
          </w:p>
        </w:tc>
      </w:tr>
    </w:tbl>
    <w:p w:rsidR="00843DC4" w:rsidRDefault="00843DC4" w:rsidP="0007539C">
      <w:pPr>
        <w:ind w:firstLine="720"/>
        <w:rPr>
          <w:b/>
          <w:bCs/>
          <w:sz w:val="22"/>
          <w:szCs w:val="22"/>
        </w:rPr>
      </w:pPr>
    </w:p>
    <w:p w:rsidR="00843DC4" w:rsidRPr="00C70D46" w:rsidRDefault="00843DC4" w:rsidP="00D2172A">
      <w:pPr>
        <w:rPr>
          <w:b/>
          <w:bCs/>
          <w:sz w:val="32"/>
          <w:szCs w:val="32"/>
        </w:rPr>
      </w:pPr>
      <w:r>
        <w:rPr>
          <w:rFonts w:ascii="Arial" w:hAnsi="Arial" w:cs="Arial"/>
          <w:b/>
          <w:bCs/>
          <w:u w:val="single"/>
        </w:rPr>
        <w:br w:type="page"/>
      </w:r>
      <w:r w:rsidRPr="00C70D46">
        <w:rPr>
          <w:b/>
          <w:bCs/>
          <w:sz w:val="32"/>
          <w:szCs w:val="32"/>
          <w:u w:val="single"/>
        </w:rPr>
        <w:t>PART-</w:t>
      </w:r>
      <w:r>
        <w:rPr>
          <w:b/>
          <w:bCs/>
          <w:sz w:val="32"/>
          <w:szCs w:val="32"/>
          <w:u w:val="single"/>
        </w:rPr>
        <w:t>C</w:t>
      </w:r>
      <w:r w:rsidRPr="00C70D46">
        <w:rPr>
          <w:b/>
          <w:bCs/>
          <w:sz w:val="32"/>
          <w:szCs w:val="32"/>
        </w:rPr>
        <w:tab/>
      </w:r>
      <w:r w:rsidRPr="00C70D46">
        <w:rPr>
          <w:b/>
          <w:bCs/>
          <w:sz w:val="32"/>
          <w:szCs w:val="32"/>
        </w:rPr>
        <w:tab/>
      </w:r>
      <w:r w:rsidRPr="00C70D46">
        <w:rPr>
          <w:b/>
          <w:bCs/>
          <w:sz w:val="32"/>
          <w:szCs w:val="32"/>
        </w:rPr>
        <w:tab/>
      </w:r>
      <w:r w:rsidRPr="00C70D46">
        <w:rPr>
          <w:b/>
          <w:bCs/>
          <w:sz w:val="32"/>
          <w:szCs w:val="32"/>
          <w:u w:val="single"/>
        </w:rPr>
        <w:t>COMPOUND WALL</w:t>
      </w:r>
    </w:p>
    <w:p w:rsidR="00843DC4" w:rsidRDefault="00843DC4" w:rsidP="00D2172A">
      <w:pPr>
        <w:ind w:left="720" w:hanging="720"/>
        <w:jc w:val="both"/>
        <w:rPr>
          <w:rFonts w:ascii="Arial" w:hAnsi="Arial" w:cs="Arial"/>
        </w:rPr>
      </w:pPr>
    </w:p>
    <w:p w:rsidR="00843DC4" w:rsidRDefault="00843DC4" w:rsidP="00D2172A">
      <w:pPr>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Excavation in foundation building bridges and other structure including leveling dressing refilling around the structure with excavated earth ramming lead upto 5’ in ordinary soil (G.S. Item No. 18 Page No. 4).</w:t>
      </w:r>
    </w:p>
    <w:p w:rsidR="00843DC4" w:rsidRDefault="00843DC4" w:rsidP="00D2172A">
      <w:pPr>
        <w:ind w:firstLine="360"/>
        <w:rPr>
          <w:rFonts w:ascii="Arial" w:hAnsi="Arial" w:cs="Arial"/>
        </w:rPr>
      </w:pPr>
    </w:p>
    <w:p w:rsidR="00843DC4" w:rsidRDefault="00843DC4" w:rsidP="00D86EEF">
      <w:pPr>
        <w:ind w:left="2160"/>
        <w:rPr>
          <w:rFonts w:ascii="Arial" w:hAnsi="Arial" w:cs="Arial"/>
        </w:rPr>
      </w:pPr>
      <w:r>
        <w:rPr>
          <w:rFonts w:ascii="Arial" w:hAnsi="Arial" w:cs="Arial"/>
        </w:rPr>
        <w:t xml:space="preserve">Qty 2388.0 Cft.  </w:t>
      </w:r>
      <w:r>
        <w:rPr>
          <w:rFonts w:ascii="Arial" w:hAnsi="Arial" w:cs="Arial"/>
        </w:rPr>
        <w:tab/>
        <w:t xml:space="preserve">@ Rs. 3176/25  </w:t>
      </w:r>
      <w:r>
        <w:rPr>
          <w:rFonts w:ascii="Arial" w:hAnsi="Arial" w:cs="Arial"/>
        </w:rPr>
        <w:tab/>
        <w:t xml:space="preserve">P%oCft. </w:t>
      </w:r>
      <w:r>
        <w:rPr>
          <w:rFonts w:ascii="Arial" w:hAnsi="Arial" w:cs="Arial"/>
        </w:rPr>
        <w:tab/>
        <w:t>Rs. 7585/-</w:t>
      </w:r>
    </w:p>
    <w:p w:rsidR="00843DC4" w:rsidRDefault="00843DC4" w:rsidP="00D2172A">
      <w:pPr>
        <w:rPr>
          <w:rFonts w:ascii="Arial" w:hAnsi="Arial" w:cs="Arial"/>
        </w:rPr>
      </w:pPr>
      <w:r>
        <w:rPr>
          <w:rFonts w:ascii="Arial" w:hAnsi="Arial" w:cs="Arial"/>
        </w:rPr>
        <w:tab/>
      </w:r>
    </w:p>
    <w:p w:rsidR="00843DC4" w:rsidRDefault="00843DC4" w:rsidP="00D2172A">
      <w:pPr>
        <w:numPr>
          <w:ilvl w:val="0"/>
          <w:numId w:val="3"/>
        </w:numPr>
        <w:rPr>
          <w:rFonts w:ascii="Arial" w:hAnsi="Arial" w:cs="Arial"/>
        </w:rPr>
      </w:pPr>
      <w:r>
        <w:rPr>
          <w:rFonts w:ascii="Arial" w:hAnsi="Arial" w:cs="Arial"/>
        </w:rPr>
        <w:t>Cement concrete brick or stone ballast 1 ½ to 2” gauge Ratio (1:4:8)</w:t>
      </w:r>
    </w:p>
    <w:p w:rsidR="00843DC4" w:rsidRDefault="00843DC4" w:rsidP="00D2172A">
      <w:pPr>
        <w:ind w:left="780"/>
        <w:rPr>
          <w:rFonts w:ascii="Arial" w:hAnsi="Arial" w:cs="Arial"/>
        </w:rPr>
      </w:pPr>
      <w:r>
        <w:rPr>
          <w:rFonts w:ascii="Arial" w:hAnsi="Arial" w:cs="Arial"/>
        </w:rPr>
        <w:t>(G.S. Item No. 4 (b) P. No. 14).</w:t>
      </w:r>
    </w:p>
    <w:p w:rsidR="00843DC4" w:rsidRDefault="00843DC4" w:rsidP="00D2172A">
      <w:pPr>
        <w:ind w:left="720"/>
        <w:rPr>
          <w:rFonts w:ascii="Arial" w:hAnsi="Arial" w:cs="Arial"/>
        </w:rPr>
      </w:pPr>
    </w:p>
    <w:p w:rsidR="00843DC4" w:rsidRDefault="00843DC4" w:rsidP="00D86EEF">
      <w:pPr>
        <w:ind w:left="2160"/>
        <w:rPr>
          <w:rFonts w:ascii="Arial" w:hAnsi="Arial" w:cs="Arial"/>
        </w:rPr>
      </w:pPr>
      <w:r>
        <w:rPr>
          <w:rFonts w:ascii="Arial" w:hAnsi="Arial" w:cs="Arial"/>
        </w:rPr>
        <w:t xml:space="preserve">Qty 597.0 Cft.   </w:t>
      </w:r>
      <w:r>
        <w:rPr>
          <w:rFonts w:ascii="Arial" w:hAnsi="Arial" w:cs="Arial"/>
        </w:rPr>
        <w:tab/>
        <w:t xml:space="preserve">@ Rs. 9416/25   </w:t>
      </w:r>
      <w:r>
        <w:rPr>
          <w:rFonts w:ascii="Arial" w:hAnsi="Arial" w:cs="Arial"/>
        </w:rPr>
        <w:tab/>
        <w:t xml:space="preserve">P%Cft. </w:t>
      </w:r>
      <w:r>
        <w:rPr>
          <w:rFonts w:ascii="Arial" w:hAnsi="Arial" w:cs="Arial"/>
        </w:rPr>
        <w:tab/>
        <w:t>Rs.56215/-</w:t>
      </w:r>
    </w:p>
    <w:p w:rsidR="00843DC4" w:rsidRDefault="00843DC4" w:rsidP="00D2172A">
      <w:pPr>
        <w:rPr>
          <w:rFonts w:ascii="Arial" w:hAnsi="Arial" w:cs="Arial"/>
        </w:rPr>
      </w:pPr>
    </w:p>
    <w:p w:rsidR="00843DC4" w:rsidRDefault="00843DC4" w:rsidP="00D2172A">
      <w:pPr>
        <w:rPr>
          <w:rFonts w:ascii="Arial" w:hAnsi="Arial" w:cs="Arial"/>
        </w:rPr>
      </w:pPr>
    </w:p>
    <w:p w:rsidR="00843DC4" w:rsidRDefault="00843DC4" w:rsidP="00F234ED">
      <w:pPr>
        <w:numPr>
          <w:ilvl w:val="0"/>
          <w:numId w:val="3"/>
        </w:numPr>
        <w:rPr>
          <w:rFonts w:ascii="Arial" w:hAnsi="Arial" w:cs="Arial"/>
        </w:rPr>
      </w:pPr>
      <w:r>
        <w:rPr>
          <w:rFonts w:ascii="Arial" w:hAnsi="Arial" w:cs="Arial"/>
        </w:rPr>
        <w:t>Erection and removal of centering RCC or plain cement concrete work of partal wood 2</w:t>
      </w:r>
      <w:r w:rsidRPr="00C554DA">
        <w:rPr>
          <w:rFonts w:ascii="Arial" w:hAnsi="Arial" w:cs="Arial"/>
          <w:vertAlign w:val="superscript"/>
        </w:rPr>
        <w:t>nd</w:t>
      </w:r>
      <w:r>
        <w:rPr>
          <w:rFonts w:ascii="Arial" w:hAnsi="Arial" w:cs="Arial"/>
        </w:rPr>
        <w:t xml:space="preserve"> class (vertical) (G.S. Item No. 18/b (ii) P.No. 17). </w:t>
      </w:r>
    </w:p>
    <w:p w:rsidR="00843DC4" w:rsidRDefault="00843DC4" w:rsidP="00F234ED">
      <w:pPr>
        <w:ind w:left="720"/>
        <w:rPr>
          <w:rFonts w:ascii="Arial" w:hAnsi="Arial" w:cs="Arial"/>
        </w:rPr>
      </w:pPr>
    </w:p>
    <w:p w:rsidR="00843DC4" w:rsidRDefault="00843DC4" w:rsidP="00D86EEF">
      <w:pPr>
        <w:ind w:left="1440" w:firstLine="720"/>
        <w:rPr>
          <w:rFonts w:ascii="Arial" w:hAnsi="Arial" w:cs="Arial"/>
        </w:rPr>
      </w:pPr>
      <w:r>
        <w:rPr>
          <w:rFonts w:ascii="Arial" w:hAnsi="Arial" w:cs="Arial"/>
        </w:rPr>
        <w:t xml:space="preserve">Qty 3526.0 Sft. </w:t>
      </w:r>
      <w:r>
        <w:rPr>
          <w:rFonts w:ascii="Arial" w:hAnsi="Arial" w:cs="Arial"/>
        </w:rPr>
        <w:tab/>
        <w:t>@ Rs. 7000/-</w:t>
      </w:r>
      <w:r>
        <w:rPr>
          <w:rFonts w:ascii="Arial" w:hAnsi="Arial" w:cs="Arial"/>
        </w:rPr>
        <w:tab/>
        <w:t>P%Sft.</w:t>
      </w:r>
      <w:r>
        <w:rPr>
          <w:rFonts w:ascii="Arial" w:hAnsi="Arial" w:cs="Arial"/>
        </w:rPr>
        <w:tab/>
        <w:t xml:space="preserve">Rs.110272/- </w:t>
      </w:r>
    </w:p>
    <w:p w:rsidR="00843DC4" w:rsidRDefault="00843DC4" w:rsidP="00D2172A">
      <w:pPr>
        <w:rPr>
          <w:rFonts w:ascii="Arial" w:hAnsi="Arial" w:cs="Arial"/>
        </w:rPr>
      </w:pPr>
    </w:p>
    <w:p w:rsidR="00843DC4" w:rsidRDefault="00843DC4" w:rsidP="00D2172A">
      <w:pPr>
        <w:rPr>
          <w:rFonts w:ascii="Arial" w:hAnsi="Arial" w:cs="Arial"/>
        </w:rPr>
      </w:pPr>
    </w:p>
    <w:p w:rsidR="00843DC4" w:rsidRDefault="00843DC4" w:rsidP="00D2172A">
      <w:pPr>
        <w:numPr>
          <w:ilvl w:val="0"/>
          <w:numId w:val="3"/>
        </w:numPr>
        <w:rPr>
          <w:rFonts w:ascii="Arial" w:hAnsi="Arial" w:cs="Arial"/>
        </w:rPr>
      </w:pPr>
      <w:r>
        <w:rPr>
          <w:rFonts w:ascii="Arial" w:hAnsi="Arial" w:cs="Arial"/>
        </w:rPr>
        <w:t xml:space="preserve">Cement concrete plain i/c placing compacting finishing and curing complete i/c screening &amp; washing of stone aggregate w/o shuttering (G.S. Item No. 5 (a) P.15) </w:t>
      </w:r>
    </w:p>
    <w:p w:rsidR="00843DC4" w:rsidRDefault="00843DC4" w:rsidP="00996F46">
      <w:pPr>
        <w:ind w:left="720"/>
        <w:rPr>
          <w:rFonts w:ascii="Arial" w:hAnsi="Arial" w:cs="Arial"/>
        </w:rPr>
      </w:pPr>
    </w:p>
    <w:p w:rsidR="00843DC4" w:rsidRDefault="00843DC4" w:rsidP="003000E3">
      <w:pPr>
        <w:ind w:left="2160"/>
        <w:rPr>
          <w:rFonts w:ascii="Arial" w:hAnsi="Arial" w:cs="Arial"/>
        </w:rPr>
      </w:pPr>
      <w:r>
        <w:rPr>
          <w:rFonts w:ascii="Arial" w:hAnsi="Arial" w:cs="Arial"/>
        </w:rPr>
        <w:t xml:space="preserve">Qty 1764.0 Cft. </w:t>
      </w:r>
      <w:r>
        <w:rPr>
          <w:rFonts w:ascii="Arial" w:hAnsi="Arial" w:cs="Arial"/>
        </w:rPr>
        <w:tab/>
        <w:t>@ Rs. 12595/-</w:t>
      </w:r>
      <w:r>
        <w:rPr>
          <w:rFonts w:ascii="Arial" w:hAnsi="Arial" w:cs="Arial"/>
        </w:rPr>
        <w:tab/>
        <w:t>P%Cftt.</w:t>
      </w:r>
      <w:r>
        <w:rPr>
          <w:rFonts w:ascii="Arial" w:hAnsi="Arial" w:cs="Arial"/>
        </w:rPr>
        <w:tab/>
        <w:t>Rs.222176/-</w:t>
      </w:r>
    </w:p>
    <w:p w:rsidR="00843DC4" w:rsidRDefault="00843DC4" w:rsidP="00D2172A">
      <w:pPr>
        <w:rPr>
          <w:rFonts w:ascii="Arial" w:hAnsi="Arial" w:cs="Arial"/>
        </w:rPr>
      </w:pPr>
    </w:p>
    <w:p w:rsidR="00843DC4" w:rsidRDefault="00843DC4" w:rsidP="00D2172A">
      <w:pPr>
        <w:rPr>
          <w:rFonts w:ascii="Arial" w:hAnsi="Arial" w:cs="Arial"/>
        </w:rPr>
      </w:pPr>
    </w:p>
    <w:p w:rsidR="00843DC4" w:rsidRDefault="00843DC4" w:rsidP="00D2172A">
      <w:pPr>
        <w:numPr>
          <w:ilvl w:val="0"/>
          <w:numId w:val="3"/>
        </w:numPr>
        <w:spacing w:line="288" w:lineRule="auto"/>
        <w:ind w:left="778" w:hanging="418"/>
        <w:jc w:val="both"/>
        <w:rPr>
          <w:rFonts w:ascii="Arial" w:hAnsi="Arial" w:cs="Arial"/>
        </w:rPr>
      </w:pPr>
      <w:r>
        <w:rPr>
          <w:rFonts w:ascii="Arial" w:hAnsi="Arial" w:cs="Arial"/>
        </w:rPr>
        <w:t xml:space="preserve">Providing laying (1:3:6) cement concrete solid block masonry wall above 6” thickness set in (1:6) cement mortar in ground floor super structure i/c sacking out joints &amp; curing etc. complete (G.S. Item No. 23 P. No. 18). </w:t>
      </w:r>
    </w:p>
    <w:p w:rsidR="00843DC4" w:rsidRDefault="00843DC4" w:rsidP="00D2172A">
      <w:pPr>
        <w:ind w:left="720"/>
        <w:rPr>
          <w:rFonts w:ascii="Arial" w:hAnsi="Arial" w:cs="Arial"/>
        </w:rPr>
      </w:pPr>
    </w:p>
    <w:p w:rsidR="00843DC4" w:rsidRDefault="00843DC4" w:rsidP="003000E3">
      <w:pPr>
        <w:ind w:left="1440" w:firstLine="720"/>
        <w:rPr>
          <w:rFonts w:ascii="Arial" w:hAnsi="Arial" w:cs="Arial"/>
        </w:rPr>
      </w:pPr>
      <w:r>
        <w:rPr>
          <w:rFonts w:ascii="Arial" w:hAnsi="Arial" w:cs="Arial"/>
        </w:rPr>
        <w:t xml:space="preserve">Qty 1561.00 Cft. </w:t>
      </w:r>
      <w:r>
        <w:rPr>
          <w:rFonts w:ascii="Arial" w:hAnsi="Arial" w:cs="Arial"/>
        </w:rPr>
        <w:tab/>
        <w:t>@ Rs. 14621/44</w:t>
      </w:r>
      <w:r>
        <w:rPr>
          <w:rFonts w:ascii="Arial" w:hAnsi="Arial" w:cs="Arial"/>
        </w:rPr>
        <w:tab/>
        <w:t xml:space="preserve">P%Cft. </w:t>
      </w:r>
      <w:r>
        <w:rPr>
          <w:rFonts w:ascii="Arial" w:hAnsi="Arial" w:cs="Arial"/>
        </w:rPr>
        <w:tab/>
        <w:t>Rs. 228241/-</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numPr>
          <w:ilvl w:val="0"/>
          <w:numId w:val="3"/>
        </w:numPr>
        <w:spacing w:line="288" w:lineRule="auto"/>
        <w:ind w:left="778" w:hanging="418"/>
        <w:jc w:val="both"/>
        <w:rPr>
          <w:rFonts w:ascii="Arial" w:hAnsi="Arial" w:cs="Arial"/>
        </w:rPr>
      </w:pPr>
      <w:r>
        <w:rPr>
          <w:rFonts w:ascii="Arial" w:hAnsi="Arial" w:cs="Arial"/>
        </w:rPr>
        <w:t xml:space="preserve">Reinforcement cement concrete work i/c all labour and material except the Cost of Steel reinforcement and its labour for bending and binding which will be paid separately. This rates also includes all kinds of forms module, lifting, shuttering, and finishing the exposed surface (including screening &amp; washing of stone aggregate (a). R.C.C. work in roof slabs, beams, columns, rafts, lintels, and other structural member laid in situ or precast laid in position complete in all respect (G.S. Item No. 6 P. No. 16). </w:t>
      </w:r>
    </w:p>
    <w:p w:rsidR="00843DC4" w:rsidRDefault="00843DC4" w:rsidP="00D2172A">
      <w:pPr>
        <w:ind w:left="720"/>
        <w:rPr>
          <w:rFonts w:ascii="Arial" w:hAnsi="Arial" w:cs="Arial"/>
        </w:rPr>
      </w:pPr>
    </w:p>
    <w:p w:rsidR="00843DC4" w:rsidRDefault="00843DC4" w:rsidP="003000E3">
      <w:pPr>
        <w:ind w:left="1440" w:firstLine="720"/>
        <w:rPr>
          <w:rFonts w:ascii="Arial" w:hAnsi="Arial" w:cs="Arial"/>
        </w:rPr>
      </w:pPr>
      <w:r>
        <w:rPr>
          <w:rFonts w:ascii="Arial" w:hAnsi="Arial" w:cs="Arial"/>
        </w:rPr>
        <w:t xml:space="preserve">Qty 69.0 Cft. </w:t>
      </w:r>
      <w:r>
        <w:rPr>
          <w:rFonts w:ascii="Arial" w:hAnsi="Arial" w:cs="Arial"/>
        </w:rPr>
        <w:tab/>
        <w:t>@ Rs. 337/-</w:t>
      </w:r>
      <w:r>
        <w:rPr>
          <w:rFonts w:ascii="Arial" w:hAnsi="Arial" w:cs="Arial"/>
        </w:rPr>
        <w:tab/>
      </w:r>
      <w:r>
        <w:rPr>
          <w:rFonts w:ascii="Arial" w:hAnsi="Arial" w:cs="Arial"/>
        </w:rPr>
        <w:tab/>
        <w:t>P.Cft.</w:t>
      </w:r>
      <w:r>
        <w:rPr>
          <w:rFonts w:ascii="Arial" w:hAnsi="Arial" w:cs="Arial"/>
        </w:rPr>
        <w:tab/>
      </w:r>
      <w:r>
        <w:rPr>
          <w:rFonts w:ascii="Arial" w:hAnsi="Arial" w:cs="Arial"/>
        </w:rPr>
        <w:tab/>
        <w:t>Rs. 23253/-</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 xml:space="preserve">Fabrication of mild steel reinforcement for cement concrete i/c cutting, bending laying in position making joints and fastening including cost of binding wire also i/c removal of dust from bars (G.S. Item No. 7 ii (a) P.16). </w:t>
      </w:r>
    </w:p>
    <w:p w:rsidR="00843DC4" w:rsidRDefault="00843DC4" w:rsidP="00D2172A">
      <w:pPr>
        <w:rPr>
          <w:rFonts w:ascii="Arial" w:hAnsi="Arial" w:cs="Arial"/>
        </w:rPr>
      </w:pPr>
    </w:p>
    <w:p w:rsidR="00843DC4" w:rsidRDefault="00843DC4" w:rsidP="00D2172A">
      <w:pPr>
        <w:rPr>
          <w:rFonts w:ascii="Arial" w:hAnsi="Arial" w:cs="Arial"/>
        </w:rPr>
      </w:pPr>
      <w:r>
        <w:rPr>
          <w:rFonts w:ascii="Arial" w:hAnsi="Arial" w:cs="Arial"/>
        </w:rPr>
        <w:tab/>
      </w:r>
      <w:r>
        <w:rPr>
          <w:rFonts w:ascii="Arial" w:hAnsi="Arial" w:cs="Arial"/>
        </w:rPr>
        <w:tab/>
      </w:r>
      <w:r>
        <w:rPr>
          <w:rFonts w:ascii="Arial" w:hAnsi="Arial" w:cs="Arial"/>
        </w:rPr>
        <w:tab/>
        <w:t xml:space="preserve">Qty 2.77 Cwt. </w:t>
      </w:r>
      <w:r>
        <w:rPr>
          <w:rFonts w:ascii="Arial" w:hAnsi="Arial" w:cs="Arial"/>
        </w:rPr>
        <w:tab/>
        <w:t>@ Rs. 5001/70</w:t>
      </w:r>
      <w:r>
        <w:rPr>
          <w:rFonts w:ascii="Arial" w:hAnsi="Arial" w:cs="Arial"/>
        </w:rPr>
        <w:tab/>
        <w:t xml:space="preserve">P.Cwt. </w:t>
      </w:r>
      <w:r>
        <w:rPr>
          <w:rFonts w:ascii="Arial" w:hAnsi="Arial" w:cs="Arial"/>
        </w:rPr>
        <w:tab/>
        <w:t>Rs. 13855/-</w:t>
      </w:r>
    </w:p>
    <w:p w:rsidR="00843DC4" w:rsidRDefault="00843DC4" w:rsidP="00D2172A">
      <w:pPr>
        <w:rPr>
          <w:rFonts w:ascii="Arial" w:hAnsi="Arial" w:cs="Arial"/>
        </w:rPr>
      </w:pPr>
    </w:p>
    <w:p w:rsidR="00843DC4" w:rsidRDefault="00843DC4" w:rsidP="00D2172A">
      <w:pPr>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 xml:space="preserve">Making and fixing steel grated door complete with 1/16” thick sheeting including angle iron frame 2 x 2 x 3/8” and ¾” sq. yards 4” c/c with locking arrangement. (G.S.I. No. 24 Page No. 91). </w:t>
      </w:r>
    </w:p>
    <w:p w:rsidR="00843DC4" w:rsidRDefault="00843DC4" w:rsidP="00D2172A">
      <w:pPr>
        <w:ind w:left="720"/>
        <w:rPr>
          <w:rFonts w:ascii="Arial" w:hAnsi="Arial" w:cs="Arial"/>
        </w:rPr>
      </w:pPr>
    </w:p>
    <w:p w:rsidR="00843DC4" w:rsidRDefault="00843DC4" w:rsidP="003000E3">
      <w:pPr>
        <w:ind w:left="1440" w:firstLine="720"/>
        <w:rPr>
          <w:rFonts w:ascii="Arial" w:hAnsi="Arial" w:cs="Arial"/>
        </w:rPr>
      </w:pPr>
      <w:r>
        <w:rPr>
          <w:rFonts w:ascii="Arial" w:hAnsi="Arial" w:cs="Arial"/>
        </w:rPr>
        <w:t xml:space="preserve">Qty. 72.0 Sft. </w:t>
      </w:r>
      <w:r>
        <w:rPr>
          <w:rFonts w:ascii="Arial" w:hAnsi="Arial" w:cs="Arial"/>
        </w:rPr>
        <w:tab/>
        <w:t xml:space="preserve">@ Rs. 726/72 </w:t>
      </w:r>
      <w:r>
        <w:rPr>
          <w:rFonts w:ascii="Arial" w:hAnsi="Arial" w:cs="Arial"/>
        </w:rPr>
        <w:tab/>
        <w:t xml:space="preserve">P.Sft. </w:t>
      </w:r>
      <w:r>
        <w:rPr>
          <w:rFonts w:ascii="Arial" w:hAnsi="Arial" w:cs="Arial"/>
        </w:rPr>
        <w:tab/>
      </w:r>
      <w:r>
        <w:rPr>
          <w:rFonts w:ascii="Arial" w:hAnsi="Arial" w:cs="Arial"/>
        </w:rPr>
        <w:tab/>
        <w:t>Rs. 52324/-</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4B438F">
      <w:pPr>
        <w:numPr>
          <w:ilvl w:val="0"/>
          <w:numId w:val="3"/>
        </w:numPr>
        <w:spacing w:line="360" w:lineRule="auto"/>
        <w:jc w:val="both"/>
        <w:rPr>
          <w:rFonts w:ascii="Arial" w:hAnsi="Arial" w:cs="Arial"/>
        </w:rPr>
      </w:pPr>
      <w:r>
        <w:rPr>
          <w:rFonts w:ascii="Arial" w:hAnsi="Arial" w:cs="Arial"/>
        </w:rPr>
        <w:t>Cement plaster (1:4) upto 20’ height ¾” thick (only for block masonry)</w:t>
      </w:r>
    </w:p>
    <w:p w:rsidR="00843DC4" w:rsidRDefault="00843DC4" w:rsidP="00D2172A">
      <w:pPr>
        <w:ind w:left="720"/>
        <w:jc w:val="both"/>
        <w:rPr>
          <w:rFonts w:ascii="Arial" w:hAnsi="Arial" w:cs="Arial"/>
        </w:rPr>
      </w:pPr>
      <w:r>
        <w:rPr>
          <w:rFonts w:ascii="Arial" w:hAnsi="Arial" w:cs="Arial"/>
        </w:rPr>
        <w:t>(G.S. Item No. 11 (b) Page No. 51)</w:t>
      </w:r>
    </w:p>
    <w:p w:rsidR="00843DC4" w:rsidRDefault="00843DC4" w:rsidP="00D2172A">
      <w:pPr>
        <w:ind w:left="720"/>
        <w:jc w:val="both"/>
        <w:rPr>
          <w:rFonts w:ascii="Arial" w:hAnsi="Arial" w:cs="Arial"/>
        </w:rPr>
      </w:pPr>
    </w:p>
    <w:p w:rsidR="00843DC4" w:rsidRDefault="00843DC4" w:rsidP="003000E3">
      <w:pPr>
        <w:ind w:left="1440" w:firstLine="720"/>
        <w:rPr>
          <w:rFonts w:ascii="Arial" w:hAnsi="Arial" w:cs="Arial"/>
        </w:rPr>
      </w:pPr>
      <w:r>
        <w:rPr>
          <w:rFonts w:ascii="Arial" w:hAnsi="Arial" w:cs="Arial"/>
        </w:rPr>
        <w:t xml:space="preserve">Qty 6869.50 Sft. </w:t>
      </w:r>
      <w:r>
        <w:rPr>
          <w:rFonts w:ascii="Arial" w:hAnsi="Arial" w:cs="Arial"/>
        </w:rPr>
        <w:tab/>
        <w:t>@ Rs. 3191/76</w:t>
      </w:r>
      <w:r>
        <w:rPr>
          <w:rFonts w:ascii="Arial" w:hAnsi="Arial" w:cs="Arial"/>
        </w:rPr>
        <w:tab/>
        <w:t xml:space="preserve">P%Sft. </w:t>
      </w:r>
      <w:r>
        <w:rPr>
          <w:rFonts w:ascii="Arial" w:hAnsi="Arial" w:cs="Arial"/>
        </w:rPr>
        <w:tab/>
        <w:t>Rs. 219258/-</w:t>
      </w:r>
    </w:p>
    <w:p w:rsidR="00843DC4" w:rsidRDefault="00843DC4" w:rsidP="00D2172A">
      <w:pPr>
        <w:rPr>
          <w:rFonts w:ascii="Arial" w:hAnsi="Arial" w:cs="Arial"/>
        </w:rPr>
      </w:pPr>
    </w:p>
    <w:p w:rsidR="00843DC4" w:rsidRDefault="00843DC4" w:rsidP="00D2172A">
      <w:pPr>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 xml:space="preserve">White wash two coats (G.S.Item No. 26 (b) page No. 53). </w:t>
      </w:r>
    </w:p>
    <w:p w:rsidR="00843DC4" w:rsidRDefault="00843DC4" w:rsidP="004B438F">
      <w:pPr>
        <w:ind w:left="720"/>
        <w:rPr>
          <w:rFonts w:ascii="Arial" w:hAnsi="Arial" w:cs="Arial"/>
        </w:rPr>
      </w:pPr>
    </w:p>
    <w:p w:rsidR="00843DC4" w:rsidRDefault="00843DC4" w:rsidP="000720F3">
      <w:pPr>
        <w:ind w:left="1440" w:firstLine="720"/>
        <w:rPr>
          <w:rFonts w:ascii="Arial" w:hAnsi="Arial" w:cs="Arial"/>
        </w:rPr>
      </w:pPr>
      <w:r>
        <w:rPr>
          <w:rFonts w:ascii="Arial" w:hAnsi="Arial" w:cs="Arial"/>
        </w:rPr>
        <w:t xml:space="preserve">Qty 6869.50 Sft. </w:t>
      </w:r>
      <w:r>
        <w:rPr>
          <w:rFonts w:ascii="Arial" w:hAnsi="Arial" w:cs="Arial"/>
        </w:rPr>
        <w:tab/>
        <w:t>@ Rs. 416/63</w:t>
      </w:r>
      <w:r>
        <w:rPr>
          <w:rFonts w:ascii="Arial" w:hAnsi="Arial" w:cs="Arial"/>
        </w:rPr>
        <w:tab/>
        <w:t xml:space="preserve">P%Sft. </w:t>
      </w:r>
      <w:r>
        <w:rPr>
          <w:rFonts w:ascii="Arial" w:hAnsi="Arial" w:cs="Arial"/>
        </w:rPr>
        <w:tab/>
        <w:t>Rs. 28620/-</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 xml:space="preserve">Colour washing two coat (GSI No. 25 (b) P/53). </w:t>
      </w:r>
    </w:p>
    <w:p w:rsidR="00843DC4" w:rsidRDefault="00843DC4" w:rsidP="006F0FA1">
      <w:pPr>
        <w:ind w:left="720"/>
        <w:rPr>
          <w:rFonts w:ascii="Arial" w:hAnsi="Arial" w:cs="Arial"/>
        </w:rPr>
      </w:pPr>
    </w:p>
    <w:p w:rsidR="00843DC4" w:rsidRDefault="00843DC4" w:rsidP="000720F3">
      <w:pPr>
        <w:ind w:left="1440" w:firstLine="720"/>
        <w:rPr>
          <w:rFonts w:ascii="Arial" w:hAnsi="Arial" w:cs="Arial"/>
        </w:rPr>
      </w:pPr>
      <w:r>
        <w:rPr>
          <w:rFonts w:ascii="Arial" w:hAnsi="Arial" w:cs="Arial"/>
        </w:rPr>
        <w:t>Qty. 13739.00 Sft.  @ Rs. 859/95</w:t>
      </w:r>
      <w:r>
        <w:rPr>
          <w:rFonts w:ascii="Arial" w:hAnsi="Arial" w:cs="Arial"/>
        </w:rPr>
        <w:tab/>
        <w:t xml:space="preserve">P%Sft. </w:t>
      </w:r>
      <w:r>
        <w:rPr>
          <w:rFonts w:ascii="Arial" w:hAnsi="Arial" w:cs="Arial"/>
        </w:rPr>
        <w:tab/>
        <w:t>Rs.118149/-</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numPr>
          <w:ilvl w:val="0"/>
          <w:numId w:val="3"/>
        </w:numPr>
        <w:jc w:val="both"/>
        <w:rPr>
          <w:rFonts w:ascii="Arial" w:hAnsi="Arial" w:cs="Arial"/>
        </w:rPr>
      </w:pPr>
      <w:r>
        <w:rPr>
          <w:rFonts w:ascii="Arial" w:hAnsi="Arial" w:cs="Arial"/>
        </w:rPr>
        <w:t>Painting doors and windows any type (GSI No. 5 (c) Page No. 69)</w:t>
      </w:r>
    </w:p>
    <w:p w:rsidR="00843DC4" w:rsidRDefault="00843DC4" w:rsidP="00D2172A">
      <w:pPr>
        <w:ind w:left="780"/>
        <w:jc w:val="both"/>
        <w:rPr>
          <w:rFonts w:ascii="Arial" w:hAnsi="Arial" w:cs="Arial"/>
        </w:rPr>
      </w:pPr>
      <w:r>
        <w:rPr>
          <w:rFonts w:ascii="Arial" w:hAnsi="Arial" w:cs="Arial"/>
        </w:rPr>
        <w:t xml:space="preserve">(Primary Cost of Each Subsequent of point) </w:t>
      </w:r>
    </w:p>
    <w:p w:rsidR="00843DC4" w:rsidRDefault="00843DC4" w:rsidP="006F0FA1">
      <w:pPr>
        <w:ind w:left="720"/>
        <w:rPr>
          <w:rFonts w:ascii="Arial" w:hAnsi="Arial" w:cs="Arial"/>
        </w:rPr>
      </w:pPr>
    </w:p>
    <w:p w:rsidR="00843DC4" w:rsidRPr="00DE5997" w:rsidRDefault="00843DC4" w:rsidP="000720F3">
      <w:pPr>
        <w:ind w:left="1440" w:firstLine="720"/>
        <w:rPr>
          <w:rFonts w:ascii="Arial" w:hAnsi="Arial" w:cs="Arial"/>
          <w:u w:val="single"/>
        </w:rPr>
      </w:pPr>
      <w:r w:rsidRPr="00DE5997">
        <w:rPr>
          <w:rFonts w:ascii="Arial" w:hAnsi="Arial" w:cs="Arial"/>
        </w:rPr>
        <w:t xml:space="preserve">144.00 </w:t>
      </w:r>
      <w:r>
        <w:rPr>
          <w:rFonts w:ascii="Arial" w:hAnsi="Arial" w:cs="Arial"/>
        </w:rPr>
        <w:t>Sft.</w:t>
      </w:r>
      <w:r>
        <w:rPr>
          <w:rFonts w:ascii="Arial" w:hAnsi="Arial" w:cs="Arial"/>
        </w:rPr>
        <w:tab/>
      </w:r>
      <w:r>
        <w:rPr>
          <w:rFonts w:ascii="Arial" w:hAnsi="Arial" w:cs="Arial"/>
        </w:rPr>
        <w:tab/>
        <w:t>@ Rs. 2116/41</w:t>
      </w:r>
      <w:r>
        <w:rPr>
          <w:rFonts w:ascii="Arial" w:hAnsi="Arial" w:cs="Arial"/>
        </w:rPr>
        <w:tab/>
        <w:t xml:space="preserve">P%Sft. </w:t>
      </w:r>
      <w:r>
        <w:rPr>
          <w:rFonts w:ascii="Arial" w:hAnsi="Arial" w:cs="Arial"/>
        </w:rPr>
        <w:tab/>
      </w:r>
      <w:r w:rsidRPr="00DE5997">
        <w:rPr>
          <w:rFonts w:ascii="Arial" w:hAnsi="Arial" w:cs="Arial"/>
          <w:u w:val="single"/>
        </w:rPr>
        <w:t xml:space="preserve">Rs. </w:t>
      </w:r>
      <w:r>
        <w:rPr>
          <w:rFonts w:ascii="Arial" w:hAnsi="Arial" w:cs="Arial"/>
          <w:u w:val="single"/>
        </w:rPr>
        <w:t>3048</w:t>
      </w:r>
      <w:r w:rsidRPr="00DE5997">
        <w:rPr>
          <w:rFonts w:ascii="Arial" w:hAnsi="Arial" w:cs="Arial"/>
          <w:u w:val="single"/>
        </w:rPr>
        <w:t>/-</w:t>
      </w:r>
    </w:p>
    <w:p w:rsidR="00843DC4" w:rsidRDefault="00843DC4" w:rsidP="00D2172A">
      <w:pPr>
        <w:ind w:left="720"/>
        <w:rPr>
          <w:rFonts w:ascii="Arial" w:hAnsi="Arial" w:cs="Arial"/>
        </w:rPr>
      </w:pPr>
    </w:p>
    <w:p w:rsidR="00843DC4" w:rsidRPr="008B5F74" w:rsidRDefault="00843DC4" w:rsidP="006F0FA1">
      <w:pPr>
        <w:ind w:left="720"/>
        <w:rPr>
          <w:rFonts w:ascii="Arial" w:hAnsi="Arial" w:cs="Arial"/>
          <w:b/>
          <w:bCs/>
          <w:u w:val="single"/>
        </w:rPr>
      </w:pPr>
      <w:r>
        <w:rPr>
          <w:rFonts w:ascii="Arial" w:hAnsi="Arial" w:cs="Arial"/>
          <w:b/>
          <w:bCs/>
        </w:rPr>
        <w:tab/>
      </w:r>
      <w:r w:rsidRPr="008B5F74">
        <w:rPr>
          <w:rFonts w:ascii="Arial" w:hAnsi="Arial" w:cs="Arial"/>
          <w:b/>
          <w:bCs/>
        </w:rPr>
        <w:tab/>
      </w:r>
      <w:r w:rsidRPr="008B5F74">
        <w:rPr>
          <w:rFonts w:ascii="Arial" w:hAnsi="Arial" w:cs="Arial"/>
          <w:b/>
          <w:bCs/>
        </w:rPr>
        <w:tab/>
      </w:r>
      <w:r w:rsidRPr="008B5F74">
        <w:rPr>
          <w:rFonts w:ascii="Arial" w:hAnsi="Arial" w:cs="Arial"/>
          <w:b/>
          <w:bCs/>
        </w:rPr>
        <w:tab/>
      </w:r>
      <w:r w:rsidRPr="008B5F74">
        <w:rPr>
          <w:rFonts w:ascii="Arial" w:hAnsi="Arial" w:cs="Arial"/>
          <w:b/>
          <w:bCs/>
        </w:rPr>
        <w:tab/>
      </w:r>
      <w:r w:rsidRPr="008B5F74">
        <w:rPr>
          <w:rFonts w:ascii="Arial" w:hAnsi="Arial" w:cs="Arial"/>
          <w:b/>
          <w:bCs/>
        </w:rPr>
        <w:tab/>
      </w:r>
      <w:r w:rsidRPr="008B5F74">
        <w:rPr>
          <w:rFonts w:ascii="Arial" w:hAnsi="Arial" w:cs="Arial"/>
          <w:b/>
          <w:bCs/>
        </w:rPr>
        <w:tab/>
      </w:r>
      <w:r w:rsidRPr="008B5F74">
        <w:rPr>
          <w:rFonts w:ascii="Arial" w:hAnsi="Arial" w:cs="Arial"/>
          <w:b/>
          <w:bCs/>
        </w:rPr>
        <w:tab/>
        <w:t xml:space="preserve">Total </w:t>
      </w:r>
      <w:r w:rsidRPr="008B5F74">
        <w:rPr>
          <w:rFonts w:ascii="Arial" w:hAnsi="Arial" w:cs="Arial"/>
          <w:b/>
          <w:bCs/>
        </w:rPr>
        <w:tab/>
        <w:t xml:space="preserve">    </w:t>
      </w:r>
      <w:r>
        <w:rPr>
          <w:rFonts w:ascii="Arial" w:hAnsi="Arial" w:cs="Arial"/>
          <w:b/>
          <w:bCs/>
        </w:rPr>
        <w:t xml:space="preserve">    </w:t>
      </w:r>
      <w:r w:rsidRPr="008B5F74">
        <w:rPr>
          <w:rFonts w:ascii="Arial" w:hAnsi="Arial" w:cs="Arial"/>
          <w:b/>
          <w:bCs/>
          <w:u w:val="single"/>
        </w:rPr>
        <w:t>Rs.</w:t>
      </w:r>
      <w:r>
        <w:rPr>
          <w:rFonts w:ascii="Arial" w:hAnsi="Arial" w:cs="Arial"/>
          <w:b/>
          <w:bCs/>
          <w:u w:val="single"/>
        </w:rPr>
        <w:t>1082996</w:t>
      </w:r>
      <w:r w:rsidRPr="008B5F74">
        <w:rPr>
          <w:rFonts w:ascii="Arial" w:hAnsi="Arial" w:cs="Arial"/>
          <w:b/>
          <w:bCs/>
          <w:u w:val="single"/>
        </w:rPr>
        <w:t>/-</w:t>
      </w: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p w:rsidR="00843DC4" w:rsidRDefault="00843DC4" w:rsidP="00D2172A">
      <w:pPr>
        <w:ind w:left="720"/>
        <w:rPr>
          <w:rFonts w:ascii="Arial" w:hAnsi="Arial" w:cs="Arial"/>
        </w:rPr>
      </w:pPr>
    </w:p>
    <w:tbl>
      <w:tblPr>
        <w:tblW w:w="0" w:type="auto"/>
        <w:tblInd w:w="2" w:type="dxa"/>
        <w:tblLook w:val="00A0"/>
      </w:tblPr>
      <w:tblGrid>
        <w:gridCol w:w="3192"/>
        <w:gridCol w:w="2973"/>
        <w:gridCol w:w="3411"/>
      </w:tblGrid>
      <w:tr w:rsidR="00843DC4" w:rsidRPr="00C33316">
        <w:tc>
          <w:tcPr>
            <w:tcW w:w="3192" w:type="dxa"/>
          </w:tcPr>
          <w:p w:rsidR="00843DC4" w:rsidRPr="00C33316" w:rsidRDefault="00843DC4" w:rsidP="00C33316">
            <w:pPr>
              <w:jc w:val="center"/>
            </w:pPr>
            <w:r>
              <w:rPr>
                <w:rFonts w:ascii="Arial Narrow" w:hAnsi="Arial Narrow" w:cs="Arial Narrow"/>
                <w:b/>
                <w:bCs/>
                <w:sz w:val="24"/>
                <w:szCs w:val="24"/>
              </w:rPr>
              <w:t xml:space="preserve">(Contractor) </w:t>
            </w:r>
          </w:p>
        </w:tc>
        <w:tc>
          <w:tcPr>
            <w:tcW w:w="2973" w:type="dxa"/>
          </w:tcPr>
          <w:p w:rsidR="00843DC4" w:rsidRPr="00C33316" w:rsidRDefault="00843DC4" w:rsidP="000F6C56"/>
        </w:tc>
        <w:tc>
          <w:tcPr>
            <w:tcW w:w="3411" w:type="dxa"/>
          </w:tcPr>
          <w:p w:rsidR="00843DC4" w:rsidRPr="00C33316" w:rsidRDefault="00843DC4" w:rsidP="00C33316">
            <w:pPr>
              <w:jc w:val="center"/>
              <w:rPr>
                <w:rFonts w:ascii="Arial Narrow" w:hAnsi="Arial Narrow" w:cs="Arial Narrow"/>
                <w:b/>
                <w:bCs/>
                <w:sz w:val="24"/>
                <w:szCs w:val="24"/>
              </w:rPr>
            </w:pPr>
            <w:r w:rsidRPr="00C33316">
              <w:rPr>
                <w:rFonts w:ascii="Arial Narrow" w:hAnsi="Arial Narrow" w:cs="Arial Narrow"/>
                <w:b/>
                <w:bCs/>
                <w:sz w:val="24"/>
                <w:szCs w:val="24"/>
              </w:rPr>
              <w:t>Executive Engineer</w:t>
            </w:r>
          </w:p>
          <w:p w:rsidR="00843DC4" w:rsidRPr="00C33316" w:rsidRDefault="00843DC4" w:rsidP="00C33316">
            <w:pPr>
              <w:jc w:val="center"/>
            </w:pPr>
            <w:r w:rsidRPr="00C33316">
              <w:rPr>
                <w:rFonts w:ascii="Arial Narrow" w:hAnsi="Arial Narrow" w:cs="Arial Narrow"/>
                <w:b/>
                <w:bCs/>
                <w:sz w:val="24"/>
                <w:szCs w:val="24"/>
              </w:rPr>
              <w:t>Public Health Engg: Department District Karachi</w:t>
            </w:r>
          </w:p>
        </w:tc>
      </w:tr>
    </w:tbl>
    <w:p w:rsidR="00843DC4" w:rsidRDefault="00843DC4" w:rsidP="00D2172A">
      <w:pPr>
        <w:jc w:val="center"/>
      </w:pPr>
    </w:p>
    <w:p w:rsidR="00843DC4" w:rsidRDefault="00843DC4" w:rsidP="00D2172A"/>
    <w:p w:rsidR="00843DC4" w:rsidRDefault="00843DC4" w:rsidP="00D2172A"/>
    <w:p w:rsidR="00843DC4" w:rsidRDefault="00843DC4" w:rsidP="00D2172A">
      <w:pPr>
        <w:ind w:left="720" w:hanging="720"/>
        <w:jc w:val="both"/>
      </w:pPr>
    </w:p>
    <w:p w:rsidR="00843DC4" w:rsidRDefault="00843DC4" w:rsidP="00D2172A">
      <w:pPr>
        <w:rPr>
          <w:rFonts w:ascii="Arial" w:hAnsi="Arial" w:cs="Arial"/>
        </w:rPr>
      </w:pPr>
    </w:p>
    <w:p w:rsidR="00843DC4" w:rsidRDefault="00843DC4" w:rsidP="00D2172A">
      <w:pPr>
        <w:ind w:left="720"/>
        <w:rPr>
          <w:rFonts w:ascii="Arial" w:hAnsi="Arial" w:cs="Arial"/>
        </w:rPr>
      </w:pPr>
    </w:p>
    <w:p w:rsidR="00843DC4" w:rsidRDefault="00843DC4" w:rsidP="00D2172A">
      <w:pPr>
        <w:rPr>
          <w:rFonts w:ascii="Arial" w:hAnsi="Arial" w:cs="Arial"/>
        </w:rPr>
      </w:pPr>
    </w:p>
    <w:p w:rsidR="00843DC4" w:rsidRDefault="00843DC4" w:rsidP="009E1674">
      <w:r>
        <w:br w:type="page"/>
      </w:r>
    </w:p>
    <w:p w:rsidR="00843DC4" w:rsidRDefault="00843DC4" w:rsidP="00F84BFD">
      <w:pPr>
        <w:rPr>
          <w:b/>
          <w:bCs/>
          <w:sz w:val="28"/>
          <w:szCs w:val="28"/>
          <w:u w:val="single"/>
        </w:rPr>
      </w:pPr>
      <w:r>
        <w:rPr>
          <w:b/>
          <w:bCs/>
          <w:sz w:val="28"/>
          <w:szCs w:val="28"/>
          <w:u w:val="single"/>
        </w:rPr>
        <w:t>PART-D</w:t>
      </w:r>
      <w:r>
        <w:rPr>
          <w:b/>
          <w:bCs/>
          <w:sz w:val="28"/>
          <w:szCs w:val="28"/>
        </w:rPr>
        <w:tab/>
      </w:r>
      <w:r>
        <w:rPr>
          <w:b/>
          <w:bCs/>
          <w:sz w:val="28"/>
          <w:szCs w:val="28"/>
        </w:rPr>
        <w:tab/>
      </w:r>
      <w:r>
        <w:rPr>
          <w:b/>
          <w:bCs/>
          <w:sz w:val="28"/>
          <w:szCs w:val="28"/>
        </w:rPr>
        <w:tab/>
      </w:r>
      <w:r w:rsidRPr="00CC6CD1">
        <w:rPr>
          <w:b/>
          <w:bCs/>
          <w:sz w:val="28"/>
          <w:szCs w:val="28"/>
          <w:u w:val="single"/>
        </w:rPr>
        <w:t xml:space="preserve">P.E. PIPE </w:t>
      </w:r>
      <w:r>
        <w:rPr>
          <w:b/>
          <w:bCs/>
          <w:sz w:val="28"/>
          <w:szCs w:val="28"/>
          <w:u w:val="single"/>
        </w:rPr>
        <w:t xml:space="preserve">(DELIVERY MAIN &amp; </w:t>
      </w:r>
      <w:r w:rsidRPr="00CC6CD1">
        <w:rPr>
          <w:b/>
          <w:bCs/>
          <w:sz w:val="28"/>
          <w:szCs w:val="28"/>
          <w:u w:val="single"/>
        </w:rPr>
        <w:t xml:space="preserve">DISTRIBUTION </w:t>
      </w:r>
    </w:p>
    <w:p w:rsidR="00843DC4" w:rsidRPr="00CC6CD1" w:rsidRDefault="00843DC4" w:rsidP="00B92BF6">
      <w:pPr>
        <w:ind w:left="2160" w:firstLine="720"/>
        <w:rPr>
          <w:b/>
          <w:bCs/>
          <w:sz w:val="28"/>
          <w:szCs w:val="28"/>
          <w:u w:val="single"/>
        </w:rPr>
      </w:pPr>
      <w:r w:rsidRPr="00CC6CD1">
        <w:rPr>
          <w:b/>
          <w:bCs/>
          <w:sz w:val="28"/>
          <w:szCs w:val="28"/>
          <w:u w:val="single"/>
        </w:rPr>
        <w:t>WORK)</w:t>
      </w:r>
    </w:p>
    <w:p w:rsidR="00843DC4" w:rsidRDefault="00843DC4" w:rsidP="00B92BF6">
      <w:pPr>
        <w:rPr>
          <w:b/>
          <w:bCs/>
          <w:sz w:val="28"/>
          <w:szCs w:val="28"/>
          <w:u w:val="single"/>
        </w:rPr>
      </w:pPr>
    </w:p>
    <w:p w:rsidR="00843DC4" w:rsidRDefault="00843DC4" w:rsidP="00B92BF6">
      <w:pPr>
        <w:rPr>
          <w:b/>
          <w:bCs/>
          <w:u w:val="single"/>
        </w:rPr>
      </w:pPr>
    </w:p>
    <w:p w:rsidR="00843DC4" w:rsidRDefault="00843DC4" w:rsidP="00B92BF6">
      <w:pPr>
        <w:ind w:left="720" w:hanging="720"/>
        <w:jc w:val="both"/>
      </w:pPr>
      <w:r>
        <w:t>1.</w:t>
      </w:r>
      <w:r>
        <w:tab/>
        <w:t xml:space="preserve">Excavation for pipe line in trenches, and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were every required lift upto 5 ft. and lead upto one chain (P.H.S. Item No. 5 Page No. 62). </w:t>
      </w:r>
    </w:p>
    <w:p w:rsidR="00843DC4" w:rsidRDefault="00843DC4" w:rsidP="0047720A">
      <w:pPr>
        <w:jc w:val="right"/>
      </w:pPr>
    </w:p>
    <w:p w:rsidR="00843DC4" w:rsidRDefault="00843DC4" w:rsidP="00B962F5">
      <w:pPr>
        <w:ind w:left="1440" w:firstLine="720"/>
      </w:pPr>
      <w:r>
        <w:t>144000.00Cft.</w:t>
      </w:r>
      <w:r>
        <w:tab/>
        <w:t>@ Rs. 4650/-</w:t>
      </w:r>
      <w:r>
        <w:tab/>
      </w:r>
      <w:r>
        <w:tab/>
        <w:t>P%oCft.</w:t>
      </w:r>
      <w:r>
        <w:tab/>
        <w:t>Rs. 669600/-</w:t>
      </w:r>
    </w:p>
    <w:p w:rsidR="00843DC4" w:rsidRDefault="00843DC4" w:rsidP="00B92BF6">
      <w:pPr>
        <w:ind w:firstLine="720"/>
      </w:pPr>
    </w:p>
    <w:p w:rsidR="00843DC4" w:rsidRDefault="00843DC4" w:rsidP="005910FC">
      <w:pPr>
        <w:ind w:left="720" w:hanging="720"/>
        <w:jc w:val="both"/>
      </w:pPr>
      <w:r>
        <w:t>2.</w:t>
      </w:r>
      <w:r>
        <w:tab/>
        <w:t xml:space="preserve">Providing laying jointing of polyethylene pipe (HDPE-100) SDR – 13.6/PN-8 conforming to ISO-4427 Din 8074.8075 &amp; PS 3380:1994 Manufactured by API certified, fixing in trench including cutting fitting and jointing, including testing with water to a pressure of also includes Transportation charges of pipe from Factory to site of work  working pressure of 6 bars (201 ft. / 87 PSI No. 10 Page No. 25). </w:t>
      </w:r>
    </w:p>
    <w:p w:rsidR="00843DC4" w:rsidRDefault="00843DC4" w:rsidP="00EE075E">
      <w:pPr>
        <w:ind w:firstLine="720"/>
      </w:pPr>
    </w:p>
    <w:p w:rsidR="00843DC4" w:rsidRDefault="00843DC4" w:rsidP="00B962F5">
      <w:pPr>
        <w:ind w:left="1440" w:firstLine="720"/>
      </w:pPr>
      <w:r>
        <w:t>9000.00Rft.</w:t>
      </w:r>
      <w:r>
        <w:tab/>
      </w:r>
      <w:r>
        <w:tab/>
        <w:t>@ Rs. 148/-</w:t>
      </w:r>
      <w:r>
        <w:tab/>
      </w:r>
      <w:r>
        <w:tab/>
        <w:t>P.Rft.</w:t>
      </w:r>
      <w:r>
        <w:tab/>
      </w:r>
      <w:r>
        <w:tab/>
        <w:t>Rs. 1332000/-</w:t>
      </w:r>
    </w:p>
    <w:p w:rsidR="00843DC4" w:rsidRDefault="00843DC4" w:rsidP="00B92BF6"/>
    <w:p w:rsidR="00843DC4" w:rsidRDefault="00843DC4" w:rsidP="00B92BF6"/>
    <w:p w:rsidR="00843DC4" w:rsidRDefault="00843DC4" w:rsidP="00B92BF6">
      <w:r>
        <w:t>3.</w:t>
      </w:r>
      <w:r>
        <w:tab/>
        <w:t>C.I. Sluice valve heavy pattern (Test pressure 300 lb/sq. inch</w:t>
      </w:r>
    </w:p>
    <w:p w:rsidR="00843DC4" w:rsidRDefault="00843DC4" w:rsidP="00B92BF6">
      <w:r>
        <w:tab/>
        <w:t xml:space="preserve">(imported) (PHSM Item No. 2 Page No.11) </w:t>
      </w:r>
    </w:p>
    <w:p w:rsidR="00843DC4" w:rsidRDefault="00843DC4" w:rsidP="00B92BF6"/>
    <w:p w:rsidR="00843DC4" w:rsidRDefault="00843DC4" w:rsidP="00B92BF6">
      <w:r>
        <w:tab/>
        <w:t xml:space="preserve">6” dia </w:t>
      </w:r>
      <w:r>
        <w:tab/>
      </w:r>
      <w:r>
        <w:tab/>
      </w:r>
    </w:p>
    <w:p w:rsidR="00843DC4" w:rsidRDefault="00843DC4" w:rsidP="00B92BF6">
      <w:pPr>
        <w:jc w:val="right"/>
      </w:pPr>
      <w:r>
        <w:tab/>
      </w:r>
      <w:r>
        <w:tab/>
        <w:t xml:space="preserve">03 Nos. </w:t>
      </w:r>
      <w:r>
        <w:tab/>
      </w:r>
      <w:r>
        <w:tab/>
        <w:t>@ Rs. 9360/-</w:t>
      </w:r>
      <w:r>
        <w:tab/>
      </w:r>
      <w:r>
        <w:tab/>
        <w:t>Each</w:t>
      </w:r>
      <w:r>
        <w:tab/>
      </w:r>
      <w:r>
        <w:tab/>
        <w:t>Rs. 28080/-</w:t>
      </w:r>
    </w:p>
    <w:p w:rsidR="00843DC4" w:rsidRDefault="00843DC4" w:rsidP="00B92BF6">
      <w:pPr>
        <w:jc w:val="right"/>
      </w:pPr>
    </w:p>
    <w:p w:rsidR="00843DC4" w:rsidRDefault="00843DC4" w:rsidP="00B92BF6">
      <w:r>
        <w:tab/>
        <w:t xml:space="preserve">4” dia </w:t>
      </w:r>
      <w:r>
        <w:tab/>
      </w:r>
      <w:r>
        <w:tab/>
        <w:t xml:space="preserve"> </w:t>
      </w:r>
    </w:p>
    <w:p w:rsidR="00843DC4" w:rsidRDefault="00843DC4" w:rsidP="002F3D7C">
      <w:pPr>
        <w:jc w:val="right"/>
      </w:pPr>
      <w:r>
        <w:tab/>
      </w:r>
      <w:r>
        <w:tab/>
        <w:t xml:space="preserve">02 Nos. </w:t>
      </w:r>
      <w:r>
        <w:tab/>
      </w:r>
      <w:r>
        <w:tab/>
        <w:t>@ Rs. 5460/-</w:t>
      </w:r>
      <w:r>
        <w:tab/>
      </w:r>
      <w:r>
        <w:tab/>
        <w:t>Each</w:t>
      </w:r>
      <w:r>
        <w:tab/>
      </w:r>
      <w:r>
        <w:tab/>
        <w:t>Rs. 10920/-</w:t>
      </w:r>
    </w:p>
    <w:p w:rsidR="00843DC4" w:rsidRDefault="00843DC4" w:rsidP="00B92BF6">
      <w:pPr>
        <w:jc w:val="right"/>
      </w:pPr>
    </w:p>
    <w:p w:rsidR="00843DC4" w:rsidRDefault="00843DC4" w:rsidP="00B92BF6">
      <w:r>
        <w:tab/>
        <w:t xml:space="preserve">3” dia </w:t>
      </w:r>
      <w:r>
        <w:tab/>
      </w:r>
      <w:r>
        <w:tab/>
        <w:t xml:space="preserve"> </w:t>
      </w:r>
    </w:p>
    <w:p w:rsidR="00843DC4" w:rsidRDefault="00843DC4" w:rsidP="00B92BF6">
      <w:pPr>
        <w:jc w:val="right"/>
      </w:pPr>
      <w:r>
        <w:tab/>
      </w:r>
      <w:r>
        <w:tab/>
        <w:t xml:space="preserve">02 Nos. </w:t>
      </w:r>
      <w:r>
        <w:tab/>
      </w:r>
      <w:r>
        <w:tab/>
        <w:t>@ Rs. 4290/-</w:t>
      </w:r>
      <w:r>
        <w:tab/>
      </w:r>
      <w:r>
        <w:tab/>
        <w:t>Each</w:t>
      </w:r>
      <w:r>
        <w:tab/>
      </w:r>
      <w:r>
        <w:tab/>
        <w:t>Rs. 8580/-</w:t>
      </w:r>
    </w:p>
    <w:p w:rsidR="00843DC4" w:rsidRDefault="00843DC4" w:rsidP="00B92BF6"/>
    <w:p w:rsidR="00843DC4" w:rsidRDefault="00843DC4" w:rsidP="00B92BF6">
      <w:r>
        <w:t>5.</w:t>
      </w:r>
      <w:r>
        <w:tab/>
        <w:t>Tee Equal for P.E Pipe and C.I</w:t>
      </w:r>
    </w:p>
    <w:p w:rsidR="00843DC4" w:rsidRDefault="00843DC4" w:rsidP="00B92BF6"/>
    <w:p w:rsidR="00843DC4" w:rsidRDefault="00843DC4" w:rsidP="00B92BF6">
      <w:r>
        <w:tab/>
        <w:t xml:space="preserve">3” dia </w:t>
      </w:r>
      <w:r>
        <w:tab/>
      </w:r>
      <w:r>
        <w:tab/>
        <w:t xml:space="preserve"> </w:t>
      </w:r>
    </w:p>
    <w:p w:rsidR="00843DC4" w:rsidRDefault="00843DC4" w:rsidP="002F3D7C">
      <w:pPr>
        <w:jc w:val="right"/>
      </w:pPr>
      <w:r>
        <w:tab/>
      </w:r>
      <w:r>
        <w:tab/>
        <w:t xml:space="preserve">10 Nos. </w:t>
      </w:r>
      <w:r>
        <w:tab/>
      </w:r>
      <w:r>
        <w:tab/>
        <w:t>@ Rs. 1341/-</w:t>
      </w:r>
      <w:r>
        <w:tab/>
      </w:r>
      <w:r>
        <w:tab/>
        <w:t>Each</w:t>
      </w:r>
      <w:r>
        <w:tab/>
      </w:r>
      <w:r>
        <w:tab/>
        <w:t>Rs. 13410/-</w:t>
      </w:r>
    </w:p>
    <w:p w:rsidR="00843DC4" w:rsidRDefault="00843DC4" w:rsidP="00B92BF6">
      <w:pPr>
        <w:jc w:val="right"/>
      </w:pPr>
    </w:p>
    <w:p w:rsidR="00843DC4" w:rsidRDefault="00843DC4" w:rsidP="001A24AF">
      <w:r>
        <w:tab/>
        <w:t xml:space="preserve">4” dia </w:t>
      </w:r>
      <w:r>
        <w:tab/>
      </w:r>
      <w:r>
        <w:tab/>
        <w:t xml:space="preserve"> </w:t>
      </w:r>
    </w:p>
    <w:p w:rsidR="00843DC4" w:rsidRDefault="00843DC4" w:rsidP="00043B0B">
      <w:pPr>
        <w:jc w:val="right"/>
      </w:pPr>
      <w:r>
        <w:tab/>
      </w:r>
      <w:r>
        <w:tab/>
        <w:t xml:space="preserve">08 Nos. </w:t>
      </w:r>
      <w:r>
        <w:tab/>
      </w:r>
      <w:r>
        <w:tab/>
        <w:t>@ Rs. 1986/-</w:t>
      </w:r>
      <w:r>
        <w:tab/>
      </w:r>
      <w:r>
        <w:tab/>
        <w:t>Each</w:t>
      </w:r>
      <w:r>
        <w:tab/>
      </w:r>
      <w:r>
        <w:tab/>
        <w:t>Rs. 15888/-</w:t>
      </w:r>
    </w:p>
    <w:p w:rsidR="00843DC4" w:rsidRDefault="00843DC4" w:rsidP="00B92BF6"/>
    <w:p w:rsidR="00843DC4" w:rsidRDefault="00843DC4" w:rsidP="00043B0B">
      <w:r>
        <w:tab/>
        <w:t xml:space="preserve">6” dia </w:t>
      </w:r>
      <w:r>
        <w:tab/>
      </w:r>
      <w:r>
        <w:tab/>
        <w:t xml:space="preserve"> </w:t>
      </w:r>
    </w:p>
    <w:p w:rsidR="00843DC4" w:rsidRDefault="00843DC4" w:rsidP="0009724C">
      <w:pPr>
        <w:jc w:val="right"/>
      </w:pPr>
      <w:r>
        <w:tab/>
      </w:r>
      <w:r>
        <w:tab/>
        <w:t xml:space="preserve">06 Nos. </w:t>
      </w:r>
      <w:r>
        <w:tab/>
      </w:r>
      <w:r>
        <w:tab/>
        <w:t>@ Rs. 4175/-</w:t>
      </w:r>
      <w:r>
        <w:tab/>
      </w:r>
      <w:r>
        <w:tab/>
        <w:t>Each</w:t>
      </w:r>
      <w:r>
        <w:tab/>
      </w:r>
      <w:r>
        <w:tab/>
        <w:t>Rs. 25050/-</w:t>
      </w:r>
    </w:p>
    <w:p w:rsidR="00843DC4" w:rsidRDefault="00843DC4" w:rsidP="00B92BF6"/>
    <w:p w:rsidR="00843DC4" w:rsidRDefault="00843DC4" w:rsidP="0009724C">
      <w:r>
        <w:t>6.</w:t>
      </w:r>
      <w:r>
        <w:tab/>
        <w:t>Bend for P.E Pipe 90 and P.E</w:t>
      </w:r>
    </w:p>
    <w:p w:rsidR="00843DC4" w:rsidRDefault="00843DC4" w:rsidP="00B92BF6"/>
    <w:p w:rsidR="00843DC4" w:rsidRDefault="00843DC4" w:rsidP="00B92BF6">
      <w:r>
        <w:tab/>
        <w:t xml:space="preserve">C.I. Bend 90: 3” dia </w:t>
      </w:r>
    </w:p>
    <w:p w:rsidR="00843DC4" w:rsidRDefault="00843DC4" w:rsidP="0009724C">
      <w:pPr>
        <w:jc w:val="right"/>
      </w:pPr>
      <w:r>
        <w:tab/>
      </w:r>
      <w:r>
        <w:tab/>
        <w:t xml:space="preserve">10 Nos. </w:t>
      </w:r>
      <w:r>
        <w:tab/>
      </w:r>
      <w:r>
        <w:tab/>
        <w:t>@ Rs. 1118/-</w:t>
      </w:r>
      <w:r>
        <w:tab/>
      </w:r>
      <w:r>
        <w:tab/>
        <w:t>Each</w:t>
      </w:r>
      <w:r>
        <w:tab/>
      </w:r>
      <w:r>
        <w:tab/>
        <w:t>Rs. 11180/-</w:t>
      </w:r>
    </w:p>
    <w:p w:rsidR="00843DC4" w:rsidRDefault="00843DC4" w:rsidP="00B92BF6"/>
    <w:p w:rsidR="00843DC4" w:rsidRDefault="00843DC4" w:rsidP="0009724C">
      <w:r>
        <w:tab/>
        <w:t xml:space="preserve">C.I. Bend 90” 4” dia </w:t>
      </w:r>
    </w:p>
    <w:p w:rsidR="00843DC4" w:rsidRDefault="00843DC4" w:rsidP="00222FAA">
      <w:pPr>
        <w:jc w:val="right"/>
      </w:pPr>
      <w:r>
        <w:tab/>
      </w:r>
      <w:r>
        <w:tab/>
      </w:r>
      <w:r>
        <w:tab/>
        <w:t xml:space="preserve">06 Nos. </w:t>
      </w:r>
      <w:r>
        <w:tab/>
      </w:r>
      <w:r>
        <w:tab/>
        <w:t>@ Rs. 1655/-</w:t>
      </w:r>
      <w:r>
        <w:tab/>
      </w:r>
      <w:r>
        <w:tab/>
        <w:t>Each</w:t>
      </w:r>
      <w:r>
        <w:tab/>
      </w:r>
      <w:r>
        <w:tab/>
        <w:t>Rs. 9930/-</w:t>
      </w:r>
    </w:p>
    <w:p w:rsidR="00843DC4" w:rsidRDefault="00843DC4" w:rsidP="00B92BF6"/>
    <w:p w:rsidR="00843DC4" w:rsidRDefault="00843DC4" w:rsidP="0001568A">
      <w:r>
        <w:tab/>
        <w:t xml:space="preserve">C.I. Bend 90: 6” dia </w:t>
      </w:r>
    </w:p>
    <w:p w:rsidR="00843DC4" w:rsidRDefault="00843DC4" w:rsidP="0001568A">
      <w:pPr>
        <w:jc w:val="right"/>
      </w:pPr>
      <w:r>
        <w:tab/>
      </w:r>
      <w:r>
        <w:tab/>
      </w:r>
      <w:r>
        <w:tab/>
        <w:t xml:space="preserve">04 Nos. </w:t>
      </w:r>
      <w:r>
        <w:tab/>
      </w:r>
      <w:r>
        <w:tab/>
        <w:t>@ Rs. 3480/-</w:t>
      </w:r>
      <w:r>
        <w:tab/>
      </w:r>
      <w:r>
        <w:tab/>
        <w:t>Each</w:t>
      </w:r>
      <w:r>
        <w:tab/>
      </w:r>
      <w:r>
        <w:tab/>
        <w:t>Rs. 13920/-</w:t>
      </w:r>
    </w:p>
    <w:p w:rsidR="00843DC4" w:rsidRDefault="00843DC4" w:rsidP="00B92BF6"/>
    <w:p w:rsidR="00843DC4" w:rsidRDefault="00843DC4" w:rsidP="00B92BF6">
      <w:r>
        <w:t>7.</w:t>
      </w:r>
      <w:r>
        <w:tab/>
        <w:t>Air valve double Acting 3” x 1” (imported) (SMI No. 8 P/11).</w:t>
      </w:r>
    </w:p>
    <w:p w:rsidR="00843DC4" w:rsidRDefault="00843DC4" w:rsidP="00B92BF6"/>
    <w:p w:rsidR="00843DC4" w:rsidRDefault="00843DC4" w:rsidP="0001568A">
      <w:pPr>
        <w:jc w:val="right"/>
      </w:pPr>
      <w:r>
        <w:tab/>
      </w:r>
      <w:r>
        <w:tab/>
      </w:r>
      <w:r>
        <w:tab/>
        <w:t xml:space="preserve">04 Nos. </w:t>
      </w:r>
      <w:r>
        <w:tab/>
      </w:r>
      <w:r>
        <w:tab/>
        <w:t>@ Rs. 4000/-</w:t>
      </w:r>
      <w:r>
        <w:tab/>
      </w:r>
      <w:r>
        <w:tab/>
        <w:t>Each</w:t>
      </w:r>
      <w:r>
        <w:tab/>
      </w:r>
      <w:r>
        <w:tab/>
        <w:t>Rs. 16000/-</w:t>
      </w:r>
    </w:p>
    <w:p w:rsidR="00843DC4" w:rsidRDefault="00843DC4" w:rsidP="00B92BF6"/>
    <w:p w:rsidR="00843DC4" w:rsidRDefault="00843DC4" w:rsidP="00B92BF6">
      <w:r>
        <w:t>8.</w:t>
      </w:r>
      <w:r>
        <w:tab/>
        <w:t xml:space="preserve">Fire Hydrant Tee (PHSI No. 10 Page – 15) </w:t>
      </w:r>
    </w:p>
    <w:p w:rsidR="00843DC4" w:rsidRDefault="00843DC4" w:rsidP="00B92BF6"/>
    <w:p w:rsidR="00843DC4" w:rsidRPr="00381237" w:rsidRDefault="00843DC4" w:rsidP="00B92BF6">
      <w:pPr>
        <w:rPr>
          <w:b/>
          <w:bCs/>
          <w:u w:val="single"/>
        </w:rPr>
      </w:pPr>
      <w:r>
        <w:tab/>
      </w:r>
      <w:r w:rsidRPr="00381237">
        <w:rPr>
          <w:b/>
          <w:bCs/>
          <w:u w:val="single"/>
        </w:rPr>
        <w:t xml:space="preserve">4” dia </w:t>
      </w:r>
    </w:p>
    <w:p w:rsidR="00843DC4" w:rsidRDefault="00843DC4" w:rsidP="0001568A">
      <w:pPr>
        <w:jc w:val="right"/>
      </w:pPr>
      <w:r>
        <w:tab/>
      </w:r>
      <w:r>
        <w:tab/>
      </w:r>
      <w:r>
        <w:tab/>
        <w:t xml:space="preserve">01 No. </w:t>
      </w:r>
      <w:r>
        <w:tab/>
      </w:r>
      <w:r>
        <w:tab/>
        <w:t>@ Rs. 1112/50</w:t>
      </w:r>
      <w:r>
        <w:tab/>
        <w:t>Each</w:t>
      </w:r>
      <w:r>
        <w:tab/>
      </w:r>
      <w:r>
        <w:tab/>
        <w:t>Rs. 1113/-</w:t>
      </w:r>
    </w:p>
    <w:p w:rsidR="00843DC4" w:rsidRDefault="00843DC4" w:rsidP="00B92BF6">
      <w:pPr>
        <w:jc w:val="right"/>
      </w:pPr>
    </w:p>
    <w:p w:rsidR="00843DC4" w:rsidRPr="00381237" w:rsidRDefault="00843DC4" w:rsidP="00B92BF6">
      <w:pPr>
        <w:rPr>
          <w:b/>
          <w:bCs/>
          <w:u w:val="single"/>
        </w:rPr>
      </w:pPr>
      <w:r>
        <w:tab/>
      </w:r>
      <w:r>
        <w:rPr>
          <w:b/>
          <w:bCs/>
          <w:u w:val="single"/>
        </w:rPr>
        <w:t>6</w:t>
      </w:r>
      <w:r w:rsidRPr="00381237">
        <w:rPr>
          <w:b/>
          <w:bCs/>
          <w:u w:val="single"/>
        </w:rPr>
        <w:t xml:space="preserve">” dia </w:t>
      </w:r>
    </w:p>
    <w:p w:rsidR="00843DC4" w:rsidRDefault="00843DC4" w:rsidP="00B92BF6">
      <w:pPr>
        <w:jc w:val="right"/>
      </w:pPr>
      <w:r>
        <w:tab/>
      </w:r>
      <w:r>
        <w:tab/>
      </w:r>
      <w:r>
        <w:tab/>
        <w:t xml:space="preserve">03 Nos. </w:t>
      </w:r>
      <w:r>
        <w:tab/>
      </w:r>
      <w:r>
        <w:tab/>
        <w:t>@ Rs. 1375/-</w:t>
      </w:r>
      <w:r>
        <w:tab/>
      </w:r>
      <w:r>
        <w:tab/>
        <w:t>Each</w:t>
      </w:r>
      <w:r>
        <w:tab/>
      </w:r>
      <w:r>
        <w:tab/>
        <w:t>Rs. 4125/-</w:t>
      </w:r>
    </w:p>
    <w:p w:rsidR="00843DC4" w:rsidRDefault="00843DC4" w:rsidP="00B92BF6"/>
    <w:p w:rsidR="00843DC4" w:rsidRDefault="00843DC4" w:rsidP="0001568A">
      <w:r>
        <w:t>9.</w:t>
      </w:r>
      <w:r>
        <w:tab/>
        <w:t xml:space="preserve">Stab End Place (PHSI No. 1 Page – 2) </w:t>
      </w:r>
    </w:p>
    <w:p w:rsidR="00843DC4" w:rsidRDefault="00843DC4" w:rsidP="00B92BF6"/>
    <w:p w:rsidR="00843DC4" w:rsidRDefault="00843DC4" w:rsidP="00B92BF6">
      <w:r>
        <w:tab/>
      </w:r>
      <w:r w:rsidRPr="00CD6298">
        <w:rPr>
          <w:b/>
          <w:bCs/>
          <w:u w:val="single"/>
        </w:rPr>
        <w:t>3” dia</w:t>
      </w:r>
      <w:r>
        <w:t xml:space="preserve"> </w:t>
      </w:r>
      <w:r>
        <w:tab/>
        <w:t xml:space="preserve"> </w:t>
      </w:r>
    </w:p>
    <w:p w:rsidR="00843DC4" w:rsidRDefault="00843DC4" w:rsidP="0001568A">
      <w:pPr>
        <w:jc w:val="right"/>
      </w:pPr>
      <w:r>
        <w:tab/>
      </w:r>
      <w:r>
        <w:tab/>
      </w:r>
      <w:r>
        <w:tab/>
        <w:t xml:space="preserve">10 Nos. </w:t>
      </w:r>
      <w:r>
        <w:tab/>
      </w:r>
      <w:r>
        <w:tab/>
        <w:t>@ Rs. 1616/-</w:t>
      </w:r>
      <w:r>
        <w:tab/>
      </w:r>
      <w:r>
        <w:tab/>
        <w:t>Each</w:t>
      </w:r>
      <w:r>
        <w:tab/>
      </w:r>
      <w:r>
        <w:tab/>
        <w:t>Rs. 16160/-</w:t>
      </w:r>
    </w:p>
    <w:p w:rsidR="00843DC4" w:rsidRDefault="00843DC4" w:rsidP="0001568A">
      <w:pPr>
        <w:jc w:val="right"/>
      </w:pPr>
    </w:p>
    <w:p w:rsidR="00843DC4" w:rsidRDefault="00843DC4" w:rsidP="00B92BF6">
      <w:r>
        <w:t>10.</w:t>
      </w:r>
      <w:r>
        <w:tab/>
        <w:t xml:space="preserve">Reducers C.E P.E Pipe </w:t>
      </w:r>
    </w:p>
    <w:p w:rsidR="00843DC4" w:rsidRDefault="00843DC4" w:rsidP="00B92BF6"/>
    <w:p w:rsidR="00843DC4" w:rsidRDefault="00843DC4" w:rsidP="00B92BF6">
      <w:r>
        <w:tab/>
        <w:t xml:space="preserve">(4” x 3”) dia </w:t>
      </w:r>
      <w:r>
        <w:tab/>
        <w:t xml:space="preserve"> </w:t>
      </w:r>
    </w:p>
    <w:p w:rsidR="00843DC4" w:rsidRDefault="00843DC4" w:rsidP="00B92BF6">
      <w:pPr>
        <w:jc w:val="right"/>
      </w:pPr>
      <w:r>
        <w:tab/>
      </w:r>
      <w:r>
        <w:tab/>
      </w:r>
      <w:r>
        <w:tab/>
        <w:t xml:space="preserve">01 No. </w:t>
      </w:r>
      <w:r>
        <w:tab/>
      </w:r>
      <w:r>
        <w:tab/>
        <w:t>@ Rs. 568/75</w:t>
      </w:r>
      <w:r>
        <w:tab/>
      </w:r>
      <w:r>
        <w:tab/>
        <w:t>Each</w:t>
      </w:r>
      <w:r>
        <w:tab/>
      </w:r>
      <w:r>
        <w:tab/>
        <w:t>Rs. 569/-</w:t>
      </w:r>
    </w:p>
    <w:p w:rsidR="00843DC4" w:rsidRDefault="00843DC4" w:rsidP="00B92BF6">
      <w:pPr>
        <w:jc w:val="right"/>
      </w:pPr>
    </w:p>
    <w:p w:rsidR="00843DC4" w:rsidRDefault="00843DC4" w:rsidP="00B92BF6">
      <w:r>
        <w:tab/>
        <w:t xml:space="preserve">(6” x 4”) dia </w:t>
      </w:r>
      <w:r>
        <w:tab/>
        <w:t xml:space="preserve"> </w:t>
      </w:r>
    </w:p>
    <w:p w:rsidR="00843DC4" w:rsidRDefault="00843DC4" w:rsidP="00B92BF6">
      <w:pPr>
        <w:jc w:val="right"/>
      </w:pPr>
      <w:r>
        <w:tab/>
      </w:r>
      <w:r>
        <w:tab/>
      </w:r>
      <w:r>
        <w:tab/>
        <w:t xml:space="preserve">01 No. </w:t>
      </w:r>
      <w:r>
        <w:tab/>
      </w:r>
      <w:r>
        <w:tab/>
        <w:t>@ Rs. 893/75</w:t>
      </w:r>
      <w:r>
        <w:tab/>
      </w:r>
      <w:r>
        <w:tab/>
        <w:t>Each</w:t>
      </w:r>
      <w:r>
        <w:tab/>
      </w:r>
      <w:r>
        <w:tab/>
        <w:t>Rs. 894/-</w:t>
      </w:r>
    </w:p>
    <w:p w:rsidR="00843DC4" w:rsidRDefault="00843DC4" w:rsidP="00B92BF6">
      <w:pPr>
        <w:jc w:val="right"/>
      </w:pPr>
    </w:p>
    <w:p w:rsidR="00843DC4" w:rsidRDefault="00843DC4" w:rsidP="00B92BF6">
      <w:r>
        <w:t>11.</w:t>
      </w:r>
      <w:r>
        <w:tab/>
        <w:t>C.I. Short piece (PHSI No. 9 Page No. 15)</w:t>
      </w:r>
    </w:p>
    <w:p w:rsidR="00843DC4" w:rsidRDefault="00843DC4" w:rsidP="00B92BF6"/>
    <w:p w:rsidR="00843DC4" w:rsidRDefault="00843DC4" w:rsidP="00EE075E">
      <w:r>
        <w:tab/>
        <w:t xml:space="preserve">6” dia </w:t>
      </w:r>
      <w:r>
        <w:tab/>
      </w:r>
    </w:p>
    <w:p w:rsidR="00843DC4" w:rsidRDefault="00843DC4" w:rsidP="00B962F5">
      <w:pPr>
        <w:jc w:val="right"/>
      </w:pPr>
      <w:r>
        <w:tab/>
      </w:r>
      <w:r>
        <w:tab/>
      </w:r>
      <w:r>
        <w:tab/>
        <w:t xml:space="preserve">6 Nos. </w:t>
      </w:r>
      <w:r>
        <w:tab/>
      </w:r>
      <w:r>
        <w:tab/>
        <w:t xml:space="preserve">@ Rs. 618/75 </w:t>
      </w:r>
      <w:r>
        <w:tab/>
        <w:t>Each</w:t>
      </w:r>
      <w:r>
        <w:tab/>
      </w:r>
      <w:r>
        <w:tab/>
        <w:t>Rs. 3713/-</w:t>
      </w:r>
    </w:p>
    <w:p w:rsidR="00843DC4" w:rsidRDefault="00843DC4" w:rsidP="00B92BF6">
      <w:pPr>
        <w:jc w:val="right"/>
      </w:pPr>
    </w:p>
    <w:p w:rsidR="00843DC4" w:rsidRDefault="00843DC4" w:rsidP="00E33A16">
      <w:r>
        <w:tab/>
        <w:t xml:space="preserve">4” dia </w:t>
      </w:r>
      <w:r>
        <w:tab/>
        <w:t xml:space="preserve"> </w:t>
      </w:r>
    </w:p>
    <w:p w:rsidR="00843DC4" w:rsidRDefault="00843DC4" w:rsidP="00B962F5">
      <w:pPr>
        <w:jc w:val="right"/>
      </w:pPr>
      <w:r>
        <w:tab/>
        <w:t xml:space="preserve">4 Nos. </w:t>
      </w:r>
      <w:r>
        <w:tab/>
      </w:r>
      <w:r>
        <w:tab/>
        <w:t xml:space="preserve">@ Rs. 487/50 </w:t>
      </w:r>
      <w:r>
        <w:tab/>
        <w:t>Each</w:t>
      </w:r>
      <w:r>
        <w:tab/>
      </w:r>
      <w:r>
        <w:tab/>
        <w:t>Rs. 1950/-</w:t>
      </w:r>
    </w:p>
    <w:p w:rsidR="00843DC4" w:rsidRDefault="00843DC4" w:rsidP="00B92BF6">
      <w:pPr>
        <w:jc w:val="right"/>
      </w:pPr>
    </w:p>
    <w:p w:rsidR="00843DC4" w:rsidRDefault="00843DC4" w:rsidP="00E33A16">
      <w:r>
        <w:tab/>
        <w:t xml:space="preserve">3” dia </w:t>
      </w:r>
      <w:r>
        <w:tab/>
      </w:r>
      <w:r>
        <w:tab/>
        <w:t xml:space="preserve"> </w:t>
      </w:r>
    </w:p>
    <w:p w:rsidR="00843DC4" w:rsidRDefault="00843DC4" w:rsidP="00B962F5">
      <w:pPr>
        <w:jc w:val="right"/>
      </w:pPr>
      <w:r>
        <w:tab/>
        <w:t xml:space="preserve">4 Nos. </w:t>
      </w:r>
      <w:r>
        <w:tab/>
      </w:r>
      <w:r>
        <w:tab/>
        <w:t>@ Rs. 375/-</w:t>
      </w:r>
      <w:r>
        <w:tab/>
        <w:t xml:space="preserve"> </w:t>
      </w:r>
      <w:r>
        <w:tab/>
        <w:t>Each</w:t>
      </w:r>
      <w:r>
        <w:tab/>
      </w:r>
      <w:r>
        <w:tab/>
        <w:t>Rs. 1500/-</w:t>
      </w:r>
    </w:p>
    <w:p w:rsidR="00843DC4" w:rsidRDefault="00843DC4" w:rsidP="00B92BF6"/>
    <w:p w:rsidR="00843DC4" w:rsidRDefault="00843DC4" w:rsidP="00B92BF6">
      <w:r>
        <w:t>12.</w:t>
      </w:r>
      <w:r>
        <w:tab/>
        <w:t>Butt fusion joints (GSI No. ii P.No. 20)</w:t>
      </w:r>
    </w:p>
    <w:p w:rsidR="00843DC4" w:rsidRDefault="00843DC4" w:rsidP="00B92BF6"/>
    <w:p w:rsidR="00843DC4" w:rsidRDefault="00843DC4" w:rsidP="00B92BF6">
      <w:r>
        <w:tab/>
        <w:t xml:space="preserve">6” dia </w:t>
      </w:r>
      <w:r>
        <w:tab/>
      </w:r>
    </w:p>
    <w:p w:rsidR="00843DC4" w:rsidRDefault="00843DC4" w:rsidP="00B962F5">
      <w:pPr>
        <w:jc w:val="right"/>
      </w:pPr>
      <w:r>
        <w:tab/>
        <w:t xml:space="preserve">10 Joints </w:t>
      </w:r>
      <w:r>
        <w:tab/>
      </w:r>
      <w:r>
        <w:tab/>
        <w:t>@ Rs. 1000/-</w:t>
      </w:r>
      <w:r>
        <w:tab/>
      </w:r>
      <w:r>
        <w:tab/>
        <w:t>P.Joint</w:t>
      </w:r>
      <w:r>
        <w:tab/>
      </w:r>
      <w:r>
        <w:tab/>
        <w:t>Rs. 10000/-</w:t>
      </w:r>
    </w:p>
    <w:p w:rsidR="00843DC4" w:rsidRDefault="00843DC4" w:rsidP="00B92BF6">
      <w:pPr>
        <w:jc w:val="right"/>
      </w:pPr>
    </w:p>
    <w:p w:rsidR="00843DC4" w:rsidRDefault="00843DC4" w:rsidP="00B92BF6">
      <w:r>
        <w:tab/>
        <w:t xml:space="preserve">4” dia </w:t>
      </w:r>
      <w:r>
        <w:tab/>
      </w:r>
      <w:r>
        <w:tab/>
      </w:r>
    </w:p>
    <w:p w:rsidR="00843DC4" w:rsidRDefault="00843DC4" w:rsidP="00B962F5">
      <w:pPr>
        <w:jc w:val="right"/>
      </w:pPr>
      <w:r>
        <w:tab/>
        <w:t xml:space="preserve">15 Joints </w:t>
      </w:r>
      <w:r>
        <w:tab/>
      </w:r>
      <w:r>
        <w:tab/>
        <w:t>@ Rs. 1000/-</w:t>
      </w:r>
      <w:r>
        <w:tab/>
      </w:r>
      <w:r>
        <w:tab/>
        <w:t>P.Joint</w:t>
      </w:r>
      <w:r>
        <w:tab/>
      </w:r>
      <w:r>
        <w:tab/>
        <w:t>Rs. 15000/-</w:t>
      </w:r>
    </w:p>
    <w:p w:rsidR="00843DC4" w:rsidRDefault="00843DC4" w:rsidP="00B92BF6"/>
    <w:p w:rsidR="00843DC4" w:rsidRDefault="00843DC4" w:rsidP="00B92BF6">
      <w:r>
        <w:tab/>
        <w:t xml:space="preserve">3” dia </w:t>
      </w:r>
      <w:r>
        <w:tab/>
      </w:r>
    </w:p>
    <w:p w:rsidR="00843DC4" w:rsidRDefault="00843DC4" w:rsidP="00B962F5">
      <w:pPr>
        <w:jc w:val="right"/>
      </w:pPr>
      <w:r>
        <w:tab/>
        <w:t xml:space="preserve">20 Joints </w:t>
      </w:r>
      <w:r>
        <w:tab/>
      </w:r>
      <w:r>
        <w:tab/>
        <w:t>@ Rs. 600/-</w:t>
      </w:r>
      <w:r>
        <w:tab/>
      </w:r>
      <w:r>
        <w:tab/>
        <w:t>P.Joint</w:t>
      </w:r>
      <w:r>
        <w:tab/>
      </w:r>
      <w:r>
        <w:tab/>
        <w:t>Rs. 12000/-</w:t>
      </w:r>
    </w:p>
    <w:p w:rsidR="00843DC4" w:rsidRDefault="00843DC4" w:rsidP="00B92BF6"/>
    <w:p w:rsidR="00843DC4" w:rsidRDefault="00843DC4" w:rsidP="00B92BF6">
      <w:r>
        <w:t>13.</w:t>
      </w:r>
      <w:r>
        <w:tab/>
        <w:t xml:space="preserve">Jointing C.I. / M.S Flanged. </w:t>
      </w:r>
    </w:p>
    <w:p w:rsidR="00843DC4" w:rsidRDefault="00843DC4" w:rsidP="00B92BF6"/>
    <w:p w:rsidR="00843DC4" w:rsidRDefault="00843DC4" w:rsidP="00E33A16">
      <w:r>
        <w:tab/>
        <w:t xml:space="preserve">6” dia </w:t>
      </w:r>
      <w:r>
        <w:tab/>
      </w:r>
    </w:p>
    <w:p w:rsidR="00843DC4" w:rsidRDefault="00843DC4" w:rsidP="00B962F5">
      <w:pPr>
        <w:jc w:val="right"/>
      </w:pPr>
      <w:r>
        <w:tab/>
        <w:t xml:space="preserve">6 Joints </w:t>
      </w:r>
      <w:r>
        <w:tab/>
      </w:r>
      <w:r>
        <w:tab/>
        <w:t>@ Rs. 938/-</w:t>
      </w:r>
      <w:r>
        <w:tab/>
      </w:r>
      <w:r>
        <w:tab/>
        <w:t>Each</w:t>
      </w:r>
      <w:r>
        <w:tab/>
      </w:r>
      <w:r>
        <w:tab/>
        <w:t>Rs. 5628/-</w:t>
      </w:r>
    </w:p>
    <w:p w:rsidR="00843DC4" w:rsidRDefault="00843DC4" w:rsidP="00B92BF6">
      <w:pPr>
        <w:jc w:val="right"/>
      </w:pPr>
    </w:p>
    <w:p w:rsidR="00843DC4" w:rsidRDefault="00843DC4" w:rsidP="008D0AB1">
      <w:r>
        <w:tab/>
        <w:t xml:space="preserve">4” dia </w:t>
      </w:r>
      <w:r>
        <w:tab/>
      </w:r>
      <w:r>
        <w:tab/>
      </w:r>
    </w:p>
    <w:p w:rsidR="00843DC4" w:rsidRDefault="00843DC4" w:rsidP="00B962F5">
      <w:pPr>
        <w:jc w:val="right"/>
      </w:pPr>
      <w:r>
        <w:tab/>
        <w:t xml:space="preserve">4 Joints </w:t>
      </w:r>
      <w:r>
        <w:tab/>
      </w:r>
      <w:r>
        <w:tab/>
        <w:t>@ Rs. 513/-</w:t>
      </w:r>
      <w:r>
        <w:tab/>
      </w:r>
      <w:r>
        <w:tab/>
        <w:t>Each</w:t>
      </w:r>
      <w:r>
        <w:tab/>
      </w:r>
      <w:r>
        <w:tab/>
        <w:t>Rs. 2052/-</w:t>
      </w:r>
    </w:p>
    <w:p w:rsidR="00843DC4" w:rsidRDefault="00843DC4" w:rsidP="00B92BF6"/>
    <w:p w:rsidR="00843DC4" w:rsidRDefault="00843DC4" w:rsidP="008D0AB1">
      <w:r>
        <w:tab/>
        <w:t xml:space="preserve">3” dia </w:t>
      </w:r>
      <w:r>
        <w:tab/>
      </w:r>
      <w:r>
        <w:tab/>
      </w:r>
    </w:p>
    <w:p w:rsidR="00843DC4" w:rsidRDefault="00843DC4" w:rsidP="00B962F5">
      <w:pPr>
        <w:jc w:val="right"/>
      </w:pPr>
      <w:r>
        <w:tab/>
        <w:t xml:space="preserve">4 Joints </w:t>
      </w:r>
      <w:r>
        <w:tab/>
      </w:r>
      <w:r>
        <w:tab/>
        <w:t>@ Rs. 499/-</w:t>
      </w:r>
      <w:r>
        <w:tab/>
      </w:r>
      <w:r>
        <w:tab/>
        <w:t>Each</w:t>
      </w:r>
      <w:r>
        <w:tab/>
      </w:r>
      <w:r>
        <w:tab/>
        <w:t>Rs. 1996/-</w:t>
      </w:r>
    </w:p>
    <w:p w:rsidR="00843DC4" w:rsidRDefault="00843DC4" w:rsidP="00B92BF6"/>
    <w:p w:rsidR="00843DC4" w:rsidRDefault="00843DC4" w:rsidP="00B92BF6">
      <w:pPr>
        <w:ind w:left="720" w:hanging="720"/>
      </w:pPr>
      <w:r>
        <w:t>14.</w:t>
      </w:r>
      <w:r>
        <w:tab/>
        <w:t>Refilling the excavated stuff and trenches 6” thick layer including watering, ramming and full compaction etc. Complete (PHSI No. 24 Page No. 77)</w:t>
      </w:r>
    </w:p>
    <w:p w:rsidR="00843DC4" w:rsidRDefault="00843DC4" w:rsidP="00B92BF6"/>
    <w:p w:rsidR="00843DC4" w:rsidRDefault="00843DC4" w:rsidP="00D1098E">
      <w:r>
        <w:tab/>
      </w:r>
      <w:r>
        <w:tab/>
      </w:r>
      <w:r w:rsidRPr="00B406D3">
        <w:tab/>
      </w:r>
      <w:r>
        <w:t>129600</w:t>
      </w:r>
      <w:r w:rsidRPr="00B406D3">
        <w:t>.00cft.</w:t>
      </w:r>
      <w:r w:rsidRPr="00B406D3">
        <w:tab/>
        <w:t>@ Rs. 2760/-</w:t>
      </w:r>
      <w:r w:rsidRPr="00B406D3">
        <w:tab/>
      </w:r>
      <w:r w:rsidRPr="00B406D3">
        <w:tab/>
        <w:t>P%oCft.</w:t>
      </w:r>
      <w:r w:rsidRPr="00B406D3">
        <w:tab/>
        <w:t xml:space="preserve">Rs. </w:t>
      </w:r>
      <w:r>
        <w:t>357696</w:t>
      </w:r>
      <w:r w:rsidRPr="00B406D3">
        <w:t>/-</w:t>
      </w:r>
    </w:p>
    <w:p w:rsidR="00843DC4" w:rsidRDefault="00843DC4" w:rsidP="00D1098E"/>
    <w:p w:rsidR="00843DC4" w:rsidRDefault="00843DC4" w:rsidP="00B92BF6">
      <w:pPr>
        <w:ind w:left="720" w:hanging="720"/>
        <w:jc w:val="both"/>
      </w:pPr>
      <w:r>
        <w:t>15.</w:t>
      </w:r>
      <w:r>
        <w:tab/>
        <w:t xml:space="preserve">Providing chamber 21/2x2 ½ (750x750mm) inside dimension 4 ½” (1372 mm) deep as per approved design for sluice valve 3” to 12” dia with 18” (457mm) dia inside cost iron cover and frame (wt=1 cwt. 3 qr) fixed in RCC 1:2:4 (102mm) thick (with 5 lbs steel per cft) 9” (299mm) thick brick masonry walls set in 1:6 cement concrete 6” (1152 mm) thick cement concrete 1:3:6 in foundation 1: (25mm) thick cement concrete 1:2:4 flooring ½” (25mm) thick cement concrete 1:2:4 flooring ½” (12.5mm) thick cement plaster 1:3 to all inside wall surface and to top i/c providing and fixing M.S foot rest at every one foot beyond 2 ½ ft. depth curing excavation back filling and disposal of surplus earth etc. complete (PHSI No. 5 Page No. 51). </w:t>
      </w:r>
    </w:p>
    <w:p w:rsidR="00843DC4" w:rsidRDefault="00843DC4" w:rsidP="00D1098E"/>
    <w:p w:rsidR="00843DC4" w:rsidRDefault="00843DC4" w:rsidP="00D1098E">
      <w:r>
        <w:tab/>
      </w:r>
      <w:r>
        <w:tab/>
      </w:r>
      <w:r w:rsidRPr="008D0AB1">
        <w:tab/>
        <w:t xml:space="preserve">07 Nos. </w:t>
      </w:r>
      <w:r w:rsidRPr="008D0AB1">
        <w:tab/>
      </w:r>
      <w:r w:rsidRPr="008D0AB1">
        <w:tab/>
        <w:t>@ Rs. 18820/-</w:t>
      </w:r>
      <w:r w:rsidRPr="008D0AB1">
        <w:tab/>
        <w:t>Each</w:t>
      </w:r>
      <w:r w:rsidRPr="008D0AB1">
        <w:tab/>
      </w:r>
      <w:r w:rsidRPr="008D0AB1">
        <w:tab/>
        <w:t>Rs. 131740/-</w:t>
      </w:r>
    </w:p>
    <w:p w:rsidR="00843DC4" w:rsidRDefault="00843DC4" w:rsidP="008D0AB1"/>
    <w:p w:rsidR="00843DC4" w:rsidRDefault="00843DC4" w:rsidP="008D0AB1">
      <w:r>
        <w:t>16.</w:t>
      </w:r>
      <w:r>
        <w:tab/>
        <w:t>Cartage of PE Pipe from Karachi to site of work (lead upto 49 miles).</w:t>
      </w:r>
    </w:p>
    <w:p w:rsidR="00843DC4" w:rsidRDefault="00843DC4" w:rsidP="008D0AB1"/>
    <w:p w:rsidR="00843DC4" w:rsidRDefault="00843DC4" w:rsidP="008D0AB1">
      <w:r>
        <w:tab/>
        <w:t xml:space="preserve">6” dia </w:t>
      </w:r>
      <w:r>
        <w:tab/>
      </w:r>
      <w:r>
        <w:tab/>
        <w:t xml:space="preserve">8000 Rft. </w:t>
      </w:r>
      <w:r>
        <w:tab/>
      </w:r>
      <w:r>
        <w:tab/>
        <w:t>@ Rs. 249/84</w:t>
      </w:r>
      <w:r>
        <w:tab/>
      </w:r>
      <w:r>
        <w:tab/>
        <w:t>P%Rft.</w:t>
      </w:r>
      <w:r>
        <w:tab/>
        <w:t>Rs. 19987/-</w:t>
      </w:r>
    </w:p>
    <w:p w:rsidR="00843DC4" w:rsidRDefault="00843DC4" w:rsidP="008D0AB1"/>
    <w:p w:rsidR="00843DC4" w:rsidRDefault="00843DC4" w:rsidP="008D0AB1">
      <w:r>
        <w:tab/>
        <w:t xml:space="preserve">4” dia </w:t>
      </w:r>
      <w:r>
        <w:tab/>
      </w:r>
      <w:r>
        <w:tab/>
        <w:t xml:space="preserve">4500 Rft. </w:t>
      </w:r>
      <w:r>
        <w:tab/>
      </w:r>
      <w:r>
        <w:tab/>
        <w:t>@ Rs. 114/74</w:t>
      </w:r>
      <w:r>
        <w:tab/>
      </w:r>
      <w:r>
        <w:tab/>
        <w:t>P%Rft.</w:t>
      </w:r>
      <w:r>
        <w:tab/>
        <w:t>Rs. 5163/-</w:t>
      </w:r>
    </w:p>
    <w:p w:rsidR="00843DC4" w:rsidRDefault="00843DC4" w:rsidP="008D0AB1"/>
    <w:p w:rsidR="00843DC4" w:rsidRPr="008D0AB1" w:rsidRDefault="00843DC4" w:rsidP="008D0AB1">
      <w:pPr>
        <w:rPr>
          <w:u w:val="single"/>
        </w:rPr>
      </w:pPr>
      <w:r>
        <w:tab/>
        <w:t xml:space="preserve">3” dia </w:t>
      </w:r>
      <w:r>
        <w:tab/>
      </w:r>
      <w:r>
        <w:tab/>
        <w:t xml:space="preserve">9000 Rft. </w:t>
      </w:r>
      <w:r>
        <w:tab/>
      </w:r>
      <w:r>
        <w:tab/>
        <w:t>@ Rs. 68/32</w:t>
      </w:r>
      <w:r>
        <w:tab/>
      </w:r>
      <w:r>
        <w:tab/>
        <w:t>P%Rft.</w:t>
      </w:r>
      <w:r>
        <w:tab/>
      </w:r>
      <w:r w:rsidRPr="008D0AB1">
        <w:rPr>
          <w:u w:val="single"/>
        </w:rPr>
        <w:t>Rs. 6149/-</w:t>
      </w:r>
    </w:p>
    <w:p w:rsidR="00843DC4" w:rsidRDefault="00843DC4" w:rsidP="008D0AB1">
      <w:pPr>
        <w:jc w:val="right"/>
        <w:rPr>
          <w:b/>
          <w:bCs/>
        </w:rPr>
      </w:pPr>
      <w:r>
        <w:rPr>
          <w:b/>
          <w:bCs/>
        </w:rPr>
        <w:t xml:space="preserve">Grand Total </w:t>
      </w:r>
      <w:r>
        <w:rPr>
          <w:b/>
          <w:bCs/>
        </w:rPr>
        <w:tab/>
        <w:t>Rs. 7301991/-</w:t>
      </w:r>
    </w:p>
    <w:p w:rsidR="00843DC4" w:rsidRDefault="00843DC4" w:rsidP="00B92BF6"/>
    <w:p w:rsidR="00843DC4" w:rsidRDefault="00843DC4" w:rsidP="00B92BF6"/>
    <w:p w:rsidR="00843DC4" w:rsidRPr="001B79D2" w:rsidRDefault="00843DC4" w:rsidP="00B92BF6">
      <w:pPr>
        <w:rPr>
          <w:b/>
          <w:bCs/>
          <w:u w:val="single"/>
        </w:rPr>
      </w:pPr>
      <w:r w:rsidRPr="001B79D2">
        <w:rPr>
          <w:b/>
          <w:bCs/>
          <w:u w:val="single"/>
        </w:rPr>
        <w:t xml:space="preserve">CONDITIONS: </w:t>
      </w:r>
    </w:p>
    <w:p w:rsidR="00843DC4" w:rsidRPr="001B79D2" w:rsidRDefault="00843DC4" w:rsidP="001B79D2">
      <w:pPr>
        <w:numPr>
          <w:ilvl w:val="0"/>
          <w:numId w:val="4"/>
        </w:numPr>
        <w:jc w:val="both"/>
        <w:rPr>
          <w:b/>
          <w:bCs/>
        </w:rPr>
      </w:pPr>
      <w:r w:rsidRPr="001B79D2">
        <w:rPr>
          <w:b/>
          <w:bCs/>
        </w:rPr>
        <w:t xml:space="preserve">Any error &amp; emission in the description quantity rate unit will be governed by the relevant Schedule of rate estimate. </w:t>
      </w:r>
    </w:p>
    <w:p w:rsidR="00843DC4" w:rsidRPr="001B79D2" w:rsidRDefault="00843DC4" w:rsidP="001B79D2">
      <w:pPr>
        <w:numPr>
          <w:ilvl w:val="0"/>
          <w:numId w:val="4"/>
        </w:numPr>
        <w:jc w:val="both"/>
        <w:rPr>
          <w:b/>
          <w:bCs/>
        </w:rPr>
      </w:pPr>
      <w:r w:rsidRPr="001B79D2">
        <w:rPr>
          <w:b/>
          <w:bCs/>
        </w:rPr>
        <w:t xml:space="preserve">The rate quoted by the contractor will be inclusive of transportation charges upto site of work. </w:t>
      </w:r>
    </w:p>
    <w:p w:rsidR="00843DC4" w:rsidRPr="001B79D2" w:rsidRDefault="00843DC4" w:rsidP="001B79D2">
      <w:pPr>
        <w:numPr>
          <w:ilvl w:val="0"/>
          <w:numId w:val="4"/>
        </w:numPr>
        <w:jc w:val="both"/>
        <w:rPr>
          <w:b/>
          <w:bCs/>
        </w:rPr>
      </w:pPr>
      <w:r w:rsidRPr="001B79D2">
        <w:rPr>
          <w:b/>
          <w:bCs/>
        </w:rPr>
        <w:t xml:space="preserve">No premium will be allowed on non Schedule items. </w:t>
      </w:r>
    </w:p>
    <w:p w:rsidR="00843DC4" w:rsidRPr="001B79D2" w:rsidRDefault="00843DC4" w:rsidP="001B79D2">
      <w:pPr>
        <w:numPr>
          <w:ilvl w:val="0"/>
          <w:numId w:val="4"/>
        </w:numPr>
        <w:jc w:val="both"/>
        <w:rPr>
          <w:b/>
          <w:bCs/>
        </w:rPr>
      </w:pPr>
      <w:r w:rsidRPr="001B79D2">
        <w:rPr>
          <w:b/>
          <w:bCs/>
        </w:rPr>
        <w:t xml:space="preserve">No separate carriage will be paid to the contractor. </w:t>
      </w:r>
    </w:p>
    <w:p w:rsidR="00843DC4" w:rsidRPr="001B79D2" w:rsidRDefault="00843DC4" w:rsidP="001B79D2">
      <w:pPr>
        <w:numPr>
          <w:ilvl w:val="0"/>
          <w:numId w:val="4"/>
        </w:numPr>
        <w:jc w:val="both"/>
        <w:rPr>
          <w:b/>
          <w:bCs/>
        </w:rPr>
      </w:pPr>
      <w:r w:rsidRPr="001B79D2">
        <w:rPr>
          <w:b/>
          <w:bCs/>
        </w:rPr>
        <w:t xml:space="preserve">The premium should be inclusive of all the taxes i/c series i/c octopi etc. </w:t>
      </w:r>
    </w:p>
    <w:p w:rsidR="00843DC4" w:rsidRPr="001B79D2" w:rsidRDefault="00843DC4" w:rsidP="001B79D2">
      <w:pPr>
        <w:numPr>
          <w:ilvl w:val="0"/>
          <w:numId w:val="4"/>
        </w:numPr>
        <w:jc w:val="both"/>
        <w:rPr>
          <w:b/>
          <w:bCs/>
        </w:rPr>
      </w:pPr>
      <w:r w:rsidRPr="001B79D2">
        <w:rPr>
          <w:b/>
          <w:bCs/>
        </w:rPr>
        <w:t xml:space="preserve">The contractor will not be allowed to withdraw their tender or ask to refund call deposit for the period from one month to three months. </w:t>
      </w:r>
    </w:p>
    <w:p w:rsidR="00843DC4" w:rsidRDefault="00843DC4" w:rsidP="00B92BF6"/>
    <w:p w:rsidR="00843DC4" w:rsidRDefault="00843DC4" w:rsidP="00B92BF6">
      <w:pPr>
        <w:pStyle w:val="ListParagraph"/>
      </w:pPr>
    </w:p>
    <w:p w:rsidR="00843DC4" w:rsidRDefault="00843DC4" w:rsidP="00B92BF6">
      <w:pPr>
        <w:pStyle w:val="ListParagraph"/>
      </w:pPr>
    </w:p>
    <w:p w:rsidR="00843DC4" w:rsidRDefault="00843DC4" w:rsidP="00B92BF6">
      <w:pPr>
        <w:pStyle w:val="ListParagraph"/>
      </w:pPr>
    </w:p>
    <w:p w:rsidR="00843DC4" w:rsidRDefault="00843DC4" w:rsidP="00B92BF6">
      <w:pPr>
        <w:pStyle w:val="ListParagraph"/>
      </w:pPr>
    </w:p>
    <w:tbl>
      <w:tblPr>
        <w:tblW w:w="0" w:type="auto"/>
        <w:tblInd w:w="2" w:type="dxa"/>
        <w:tblLook w:val="00A0"/>
      </w:tblPr>
      <w:tblGrid>
        <w:gridCol w:w="3192"/>
        <w:gridCol w:w="2973"/>
        <w:gridCol w:w="3411"/>
      </w:tblGrid>
      <w:tr w:rsidR="00843DC4" w:rsidRPr="00C33316">
        <w:tc>
          <w:tcPr>
            <w:tcW w:w="3192" w:type="dxa"/>
          </w:tcPr>
          <w:p w:rsidR="00843DC4" w:rsidRPr="00C33316" w:rsidRDefault="00843DC4" w:rsidP="00C33316">
            <w:pPr>
              <w:jc w:val="center"/>
            </w:pPr>
            <w:r>
              <w:rPr>
                <w:rFonts w:ascii="Arial Narrow" w:hAnsi="Arial Narrow" w:cs="Arial Narrow"/>
                <w:b/>
                <w:bCs/>
                <w:sz w:val="24"/>
                <w:szCs w:val="24"/>
              </w:rPr>
              <w:t xml:space="preserve">(Contractor) </w:t>
            </w:r>
          </w:p>
        </w:tc>
        <w:tc>
          <w:tcPr>
            <w:tcW w:w="2973" w:type="dxa"/>
          </w:tcPr>
          <w:p w:rsidR="00843DC4" w:rsidRPr="00C33316" w:rsidRDefault="00843DC4" w:rsidP="000F6C56"/>
        </w:tc>
        <w:tc>
          <w:tcPr>
            <w:tcW w:w="3411" w:type="dxa"/>
          </w:tcPr>
          <w:p w:rsidR="00843DC4" w:rsidRPr="00C33316" w:rsidRDefault="00843DC4" w:rsidP="00C33316">
            <w:pPr>
              <w:jc w:val="center"/>
              <w:rPr>
                <w:rFonts w:ascii="Arial Narrow" w:hAnsi="Arial Narrow" w:cs="Arial Narrow"/>
                <w:b/>
                <w:bCs/>
                <w:sz w:val="24"/>
                <w:szCs w:val="24"/>
              </w:rPr>
            </w:pPr>
            <w:r w:rsidRPr="00C33316">
              <w:rPr>
                <w:rFonts w:ascii="Arial Narrow" w:hAnsi="Arial Narrow" w:cs="Arial Narrow"/>
                <w:b/>
                <w:bCs/>
                <w:sz w:val="24"/>
                <w:szCs w:val="24"/>
              </w:rPr>
              <w:t>Executive Engineer</w:t>
            </w:r>
          </w:p>
          <w:p w:rsidR="00843DC4" w:rsidRPr="00C33316" w:rsidRDefault="00843DC4" w:rsidP="00C33316">
            <w:pPr>
              <w:jc w:val="center"/>
            </w:pPr>
            <w:r w:rsidRPr="00C33316">
              <w:rPr>
                <w:rFonts w:ascii="Arial Narrow" w:hAnsi="Arial Narrow" w:cs="Arial Narrow"/>
                <w:b/>
                <w:bCs/>
                <w:sz w:val="24"/>
                <w:szCs w:val="24"/>
              </w:rPr>
              <w:t>Public Health Engg: Department District Karachi</w:t>
            </w:r>
          </w:p>
        </w:tc>
      </w:tr>
    </w:tbl>
    <w:p w:rsidR="00843DC4" w:rsidRPr="00B92BF6" w:rsidRDefault="00843DC4" w:rsidP="00B92BF6"/>
    <w:sectPr w:rsidR="00843DC4" w:rsidRPr="00B92BF6" w:rsidSect="00B21689">
      <w:pgSz w:w="12240" w:h="15840" w:code="1"/>
      <w:pgMar w:top="1440" w:right="1296" w:bottom="144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B50"/>
    <w:multiLevelType w:val="hybridMultilevel"/>
    <w:tmpl w:val="CAC8EBAA"/>
    <w:lvl w:ilvl="0" w:tplc="13A850A8">
      <w:start w:val="1"/>
      <w:numFmt w:val="decimal"/>
      <w:lvlText w:val="%1."/>
      <w:lvlJc w:val="left"/>
      <w:pPr>
        <w:tabs>
          <w:tab w:val="num" w:pos="840"/>
        </w:tabs>
        <w:ind w:left="840" w:hanging="4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CB753B1"/>
    <w:multiLevelType w:val="hybridMultilevel"/>
    <w:tmpl w:val="D708C9EA"/>
    <w:lvl w:ilvl="0" w:tplc="BC5231C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6874A98"/>
    <w:multiLevelType w:val="hybridMultilevel"/>
    <w:tmpl w:val="5896F30A"/>
    <w:lvl w:ilvl="0" w:tplc="28BCFB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2D89215B"/>
    <w:multiLevelType w:val="hybridMultilevel"/>
    <w:tmpl w:val="95BCFB70"/>
    <w:lvl w:ilvl="0" w:tplc="C5CA593A">
      <w:start w:val="1"/>
      <w:numFmt w:val="decimal"/>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drawingGridHorizontalSpacing w:val="13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1EA4"/>
    <w:rsid w:val="0001568A"/>
    <w:rsid w:val="00025278"/>
    <w:rsid w:val="00034011"/>
    <w:rsid w:val="00043B0B"/>
    <w:rsid w:val="00053DCD"/>
    <w:rsid w:val="00057F81"/>
    <w:rsid w:val="00061CED"/>
    <w:rsid w:val="000720F3"/>
    <w:rsid w:val="0007539C"/>
    <w:rsid w:val="000834D7"/>
    <w:rsid w:val="0009724C"/>
    <w:rsid w:val="000A70A0"/>
    <w:rsid w:val="000E0280"/>
    <w:rsid w:val="000F6C56"/>
    <w:rsid w:val="001034A8"/>
    <w:rsid w:val="0016740E"/>
    <w:rsid w:val="00167CE0"/>
    <w:rsid w:val="00172E1C"/>
    <w:rsid w:val="00180702"/>
    <w:rsid w:val="00183A86"/>
    <w:rsid w:val="0019261F"/>
    <w:rsid w:val="001A24AF"/>
    <w:rsid w:val="001B79D2"/>
    <w:rsid w:val="001C1EA4"/>
    <w:rsid w:val="001C4454"/>
    <w:rsid w:val="001E34D2"/>
    <w:rsid w:val="001E4FE7"/>
    <w:rsid w:val="00204B63"/>
    <w:rsid w:val="00213365"/>
    <w:rsid w:val="00214920"/>
    <w:rsid w:val="00214B83"/>
    <w:rsid w:val="00216F54"/>
    <w:rsid w:val="002171DC"/>
    <w:rsid w:val="00221309"/>
    <w:rsid w:val="00222FAA"/>
    <w:rsid w:val="00225B4E"/>
    <w:rsid w:val="002268D9"/>
    <w:rsid w:val="00234FC1"/>
    <w:rsid w:val="0024126F"/>
    <w:rsid w:val="00242A5A"/>
    <w:rsid w:val="00252C63"/>
    <w:rsid w:val="00254177"/>
    <w:rsid w:val="00267E20"/>
    <w:rsid w:val="002755D5"/>
    <w:rsid w:val="00281688"/>
    <w:rsid w:val="0028774F"/>
    <w:rsid w:val="00287E34"/>
    <w:rsid w:val="00294F3E"/>
    <w:rsid w:val="002B12FD"/>
    <w:rsid w:val="002F3D7C"/>
    <w:rsid w:val="003000E3"/>
    <w:rsid w:val="00305FD5"/>
    <w:rsid w:val="00321826"/>
    <w:rsid w:val="003229F0"/>
    <w:rsid w:val="00352235"/>
    <w:rsid w:val="00381237"/>
    <w:rsid w:val="003868E5"/>
    <w:rsid w:val="003B4981"/>
    <w:rsid w:val="003B6B25"/>
    <w:rsid w:val="003E4E34"/>
    <w:rsid w:val="003F436C"/>
    <w:rsid w:val="00407C53"/>
    <w:rsid w:val="00411509"/>
    <w:rsid w:val="00411989"/>
    <w:rsid w:val="00442569"/>
    <w:rsid w:val="004558ED"/>
    <w:rsid w:val="0047720A"/>
    <w:rsid w:val="004847DD"/>
    <w:rsid w:val="00484ED4"/>
    <w:rsid w:val="004B01CF"/>
    <w:rsid w:val="004B1AD7"/>
    <w:rsid w:val="004B438F"/>
    <w:rsid w:val="004D6840"/>
    <w:rsid w:val="004E1AEC"/>
    <w:rsid w:val="004F3F3C"/>
    <w:rsid w:val="004F682C"/>
    <w:rsid w:val="00510A90"/>
    <w:rsid w:val="00511F89"/>
    <w:rsid w:val="00516163"/>
    <w:rsid w:val="00522DBE"/>
    <w:rsid w:val="00523EAC"/>
    <w:rsid w:val="00526609"/>
    <w:rsid w:val="00551397"/>
    <w:rsid w:val="00554C22"/>
    <w:rsid w:val="00571F37"/>
    <w:rsid w:val="00584C15"/>
    <w:rsid w:val="00590B8E"/>
    <w:rsid w:val="005910FC"/>
    <w:rsid w:val="005953C6"/>
    <w:rsid w:val="005A402D"/>
    <w:rsid w:val="005C32C8"/>
    <w:rsid w:val="005E1438"/>
    <w:rsid w:val="005F0B4C"/>
    <w:rsid w:val="006619C8"/>
    <w:rsid w:val="00663E1A"/>
    <w:rsid w:val="006644D3"/>
    <w:rsid w:val="006939E3"/>
    <w:rsid w:val="0069524B"/>
    <w:rsid w:val="006C48DE"/>
    <w:rsid w:val="006F0F77"/>
    <w:rsid w:val="006F0FA1"/>
    <w:rsid w:val="007377C3"/>
    <w:rsid w:val="0074126C"/>
    <w:rsid w:val="007414DC"/>
    <w:rsid w:val="007628DC"/>
    <w:rsid w:val="00771BCE"/>
    <w:rsid w:val="00793348"/>
    <w:rsid w:val="0079740E"/>
    <w:rsid w:val="007A7F37"/>
    <w:rsid w:val="007B6DD1"/>
    <w:rsid w:val="007C7D8B"/>
    <w:rsid w:val="0080562E"/>
    <w:rsid w:val="008062E3"/>
    <w:rsid w:val="0082217C"/>
    <w:rsid w:val="008268DE"/>
    <w:rsid w:val="00843DC4"/>
    <w:rsid w:val="008548DB"/>
    <w:rsid w:val="008809AC"/>
    <w:rsid w:val="00887D28"/>
    <w:rsid w:val="00892EC3"/>
    <w:rsid w:val="008A790D"/>
    <w:rsid w:val="008B3B9E"/>
    <w:rsid w:val="008B458C"/>
    <w:rsid w:val="008B5F74"/>
    <w:rsid w:val="008D0AB1"/>
    <w:rsid w:val="008E5123"/>
    <w:rsid w:val="008F0170"/>
    <w:rsid w:val="008F21C2"/>
    <w:rsid w:val="008F6D00"/>
    <w:rsid w:val="00905AB7"/>
    <w:rsid w:val="009111F4"/>
    <w:rsid w:val="009200ED"/>
    <w:rsid w:val="00936DDA"/>
    <w:rsid w:val="0097101F"/>
    <w:rsid w:val="0097161C"/>
    <w:rsid w:val="00996F46"/>
    <w:rsid w:val="00997C8C"/>
    <w:rsid w:val="009A2FBE"/>
    <w:rsid w:val="009A547F"/>
    <w:rsid w:val="009D38DD"/>
    <w:rsid w:val="009E1674"/>
    <w:rsid w:val="00A00B56"/>
    <w:rsid w:val="00A23144"/>
    <w:rsid w:val="00A23860"/>
    <w:rsid w:val="00A7104F"/>
    <w:rsid w:val="00A76FC5"/>
    <w:rsid w:val="00A83DA9"/>
    <w:rsid w:val="00A91343"/>
    <w:rsid w:val="00A94193"/>
    <w:rsid w:val="00A96CFB"/>
    <w:rsid w:val="00AA0FF3"/>
    <w:rsid w:val="00AA4BE4"/>
    <w:rsid w:val="00AD24AF"/>
    <w:rsid w:val="00AE2118"/>
    <w:rsid w:val="00AE45EF"/>
    <w:rsid w:val="00AE7F5C"/>
    <w:rsid w:val="00AF04D3"/>
    <w:rsid w:val="00B1065D"/>
    <w:rsid w:val="00B11A29"/>
    <w:rsid w:val="00B204A4"/>
    <w:rsid w:val="00B21078"/>
    <w:rsid w:val="00B21689"/>
    <w:rsid w:val="00B36A9B"/>
    <w:rsid w:val="00B406D3"/>
    <w:rsid w:val="00B503F6"/>
    <w:rsid w:val="00B6702F"/>
    <w:rsid w:val="00B8594F"/>
    <w:rsid w:val="00B92BF6"/>
    <w:rsid w:val="00B962F5"/>
    <w:rsid w:val="00BB5B93"/>
    <w:rsid w:val="00BC1A9C"/>
    <w:rsid w:val="00BC3E20"/>
    <w:rsid w:val="00BF0D26"/>
    <w:rsid w:val="00BF6CAC"/>
    <w:rsid w:val="00C33316"/>
    <w:rsid w:val="00C4722B"/>
    <w:rsid w:val="00C55003"/>
    <w:rsid w:val="00C554DA"/>
    <w:rsid w:val="00C5674B"/>
    <w:rsid w:val="00C70D46"/>
    <w:rsid w:val="00C714E2"/>
    <w:rsid w:val="00C72627"/>
    <w:rsid w:val="00CB3FC1"/>
    <w:rsid w:val="00CB783C"/>
    <w:rsid w:val="00CC6CD1"/>
    <w:rsid w:val="00CD38B9"/>
    <w:rsid w:val="00CD6298"/>
    <w:rsid w:val="00CD63F5"/>
    <w:rsid w:val="00D1098E"/>
    <w:rsid w:val="00D2172A"/>
    <w:rsid w:val="00D32D31"/>
    <w:rsid w:val="00D37827"/>
    <w:rsid w:val="00D61E68"/>
    <w:rsid w:val="00D63E43"/>
    <w:rsid w:val="00D678E9"/>
    <w:rsid w:val="00D74721"/>
    <w:rsid w:val="00D86EEF"/>
    <w:rsid w:val="00DB2CDC"/>
    <w:rsid w:val="00DB79A0"/>
    <w:rsid w:val="00DD105E"/>
    <w:rsid w:val="00DE5997"/>
    <w:rsid w:val="00DE77C2"/>
    <w:rsid w:val="00E00950"/>
    <w:rsid w:val="00E05187"/>
    <w:rsid w:val="00E33A16"/>
    <w:rsid w:val="00E41AB9"/>
    <w:rsid w:val="00E538D7"/>
    <w:rsid w:val="00E80AFC"/>
    <w:rsid w:val="00E8260F"/>
    <w:rsid w:val="00E91D4F"/>
    <w:rsid w:val="00EE075E"/>
    <w:rsid w:val="00F13C70"/>
    <w:rsid w:val="00F234ED"/>
    <w:rsid w:val="00F3513A"/>
    <w:rsid w:val="00F448D2"/>
    <w:rsid w:val="00F506BE"/>
    <w:rsid w:val="00F84BFD"/>
    <w:rsid w:val="00F93435"/>
    <w:rsid w:val="00FA2E12"/>
    <w:rsid w:val="00FA6ECB"/>
    <w:rsid w:val="00FD3437"/>
    <w:rsid w:val="00FE2433"/>
    <w:rsid w:val="00FE27CE"/>
    <w:rsid w:val="00FE63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EA4"/>
    <w:rPr>
      <w:sz w:val="26"/>
      <w:szCs w:val="26"/>
    </w:rPr>
  </w:style>
  <w:style w:type="paragraph" w:styleId="Heading4">
    <w:name w:val="heading 4"/>
    <w:basedOn w:val="Normal"/>
    <w:next w:val="Normal"/>
    <w:link w:val="Heading4Char"/>
    <w:uiPriority w:val="99"/>
    <w:qFormat/>
    <w:rsid w:val="00172E1C"/>
    <w:pPr>
      <w:keepNext/>
      <w:jc w:val="center"/>
      <w:outlineLvl w:val="3"/>
    </w:pPr>
    <w:rPr>
      <w:rFonts w:ascii="Arial" w:eastAsia="Times New Roman" w:hAnsi="Arial" w:cs="Arial"/>
      <w:b/>
      <w:bCs/>
      <w:sz w:val="34"/>
      <w:szCs w:val="34"/>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72E1C"/>
    <w:rPr>
      <w:rFonts w:ascii="Arial" w:hAnsi="Arial" w:cs="Arial"/>
      <w:b/>
      <w:bCs/>
      <w:sz w:val="34"/>
      <w:szCs w:val="34"/>
      <w:u w:val="single"/>
    </w:rPr>
  </w:style>
  <w:style w:type="paragraph" w:styleId="ListParagraph">
    <w:name w:val="List Paragraph"/>
    <w:basedOn w:val="Normal"/>
    <w:uiPriority w:val="99"/>
    <w:qFormat/>
    <w:rsid w:val="009111F4"/>
    <w:pPr>
      <w:ind w:left="720"/>
    </w:pPr>
  </w:style>
  <w:style w:type="table" w:styleId="TableGrid">
    <w:name w:val="Table Grid"/>
    <w:basedOn w:val="TableNormal"/>
    <w:uiPriority w:val="99"/>
    <w:rsid w:val="0007539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11</Pages>
  <Words>2048</Words>
  <Characters>11676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SINDH</dc:title>
  <dc:subject/>
  <dc:creator>Azan</dc:creator>
  <cp:keywords/>
  <dc:description/>
  <cp:lastModifiedBy>M. Kamran</cp:lastModifiedBy>
  <cp:revision>10</cp:revision>
  <cp:lastPrinted>2016-03-31T06:52:00Z</cp:lastPrinted>
  <dcterms:created xsi:type="dcterms:W3CDTF">2016-03-31T05:57:00Z</dcterms:created>
  <dcterms:modified xsi:type="dcterms:W3CDTF">2016-03-31T06:54:00Z</dcterms:modified>
</cp:coreProperties>
</file>